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FCEBD" w14:textId="77777777" w:rsidR="004422FB" w:rsidRPr="00FE5F9C" w:rsidRDefault="00E42F84" w:rsidP="004422FB">
      <w:pPr>
        <w:widowControl w:val="0"/>
        <w:jc w:val="both"/>
        <w:rPr>
          <w:rFonts w:asciiTheme="minorBidi" w:eastAsia="Batang" w:hAnsiTheme="minorBidi" w:cstheme="minorBidi"/>
          <w:b/>
          <w:bCs/>
          <w:color w:val="000000"/>
          <w:lang w:eastAsia="ko-KR"/>
        </w:rPr>
      </w:pPr>
      <w:bookmarkStart w:id="0" w:name="_GoBack"/>
      <w:bookmarkEnd w:id="0"/>
      <w:r w:rsidRPr="00FE5F9C">
        <w:rPr>
          <w:rFonts w:asciiTheme="minorBidi" w:hAnsiTheme="minorBidi" w:cstheme="minorBidi"/>
          <w:b/>
          <w:bCs/>
        </w:rPr>
        <w:t>CADRE POUR UN CONTRAT DE SERVICE</w:t>
      </w:r>
    </w:p>
    <w:p w14:paraId="49CB22A5" w14:textId="77777777" w:rsidR="004422FB" w:rsidRPr="00FE5F9C" w:rsidRDefault="004422FB" w:rsidP="004422FB">
      <w:pPr>
        <w:widowControl w:val="0"/>
        <w:jc w:val="both"/>
        <w:rPr>
          <w:rFonts w:asciiTheme="minorBidi" w:eastAsia="Batang" w:hAnsiTheme="minorBidi" w:cstheme="minorBidi"/>
          <w:bCs/>
          <w:color w:val="000000"/>
        </w:rPr>
      </w:pPr>
    </w:p>
    <w:p w14:paraId="10FCE2B2" w14:textId="77777777" w:rsidR="004422FB" w:rsidRPr="00FE5F9C" w:rsidRDefault="004422FB" w:rsidP="00E42F84">
      <w:pPr>
        <w:widowControl w:val="0"/>
        <w:jc w:val="both"/>
        <w:rPr>
          <w:rFonts w:asciiTheme="minorBidi" w:eastAsia="Batang" w:hAnsiTheme="minorBidi" w:cstheme="minorBidi"/>
          <w:b/>
          <w:color w:val="000000"/>
        </w:rPr>
      </w:pPr>
      <w:r w:rsidRPr="00FE5F9C">
        <w:rPr>
          <w:rFonts w:asciiTheme="minorBidi" w:eastAsia="Batang" w:hAnsiTheme="minorBidi" w:cstheme="minorBidi"/>
          <w:b/>
        </w:rPr>
        <w:t>conclu par et entre</w:t>
      </w:r>
    </w:p>
    <w:p w14:paraId="50917678" w14:textId="77777777" w:rsidR="00E42F84" w:rsidRPr="00FE5F9C" w:rsidRDefault="00E42F84" w:rsidP="00D00DAB">
      <w:pPr>
        <w:pStyle w:val="Titre1"/>
        <w:tabs>
          <w:tab w:val="left" w:pos="0"/>
        </w:tabs>
        <w:spacing w:before="120" w:line="360" w:lineRule="auto"/>
        <w:ind w:left="0" w:firstLine="0"/>
        <w:rPr>
          <w:rFonts w:asciiTheme="minorBidi" w:hAnsiTheme="minorBidi" w:cstheme="minorBidi"/>
          <w:b w:val="0"/>
        </w:rPr>
      </w:pPr>
      <w:r w:rsidRPr="00FE5F9C">
        <w:rPr>
          <w:rFonts w:asciiTheme="minorBidi" w:hAnsiTheme="minorBidi" w:cstheme="minorBidi"/>
          <w:b w:val="0"/>
        </w:rPr>
        <w:t>_____________________________________, une entreprise de transport aérien constituée en société en vertu des lois _____________________________________ et dont l</w:t>
      </w:r>
      <w:r w:rsidRPr="00FE5F9C">
        <w:rPr>
          <w:rFonts w:asciiTheme="minorBidi" w:hAnsiTheme="minorBidi" w:cs="Arial"/>
          <w:b w:val="0"/>
        </w:rPr>
        <w:t>’</w:t>
      </w:r>
      <w:r w:rsidRPr="00FE5F9C">
        <w:rPr>
          <w:rFonts w:asciiTheme="minorBidi" w:hAnsiTheme="minorBidi" w:cstheme="minorBidi"/>
          <w:b w:val="0"/>
        </w:rPr>
        <w:t>établissement principal se trouve en ____________________________________________ (ci-après dénommée le «transporteur»),</w:t>
      </w:r>
    </w:p>
    <w:p w14:paraId="777AAF15" w14:textId="77777777" w:rsidR="00E42F84" w:rsidRPr="00FE5F9C" w:rsidRDefault="00E42F84" w:rsidP="00E42F84">
      <w:pPr>
        <w:pStyle w:val="Titre1"/>
        <w:spacing w:before="120"/>
        <w:rPr>
          <w:rFonts w:asciiTheme="minorBidi" w:hAnsiTheme="minorBidi" w:cstheme="minorBidi"/>
          <w:b w:val="0"/>
        </w:rPr>
      </w:pPr>
      <w:r w:rsidRPr="00FE5F9C">
        <w:rPr>
          <w:rFonts w:asciiTheme="minorBidi" w:hAnsiTheme="minorBidi" w:cstheme="minorBidi"/>
          <w:b w:val="0"/>
        </w:rPr>
        <w:t>et</w:t>
      </w:r>
    </w:p>
    <w:p w14:paraId="389BC27F" w14:textId="77777777" w:rsidR="004422FB" w:rsidRPr="00FE5F9C" w:rsidRDefault="00E42F84" w:rsidP="00D00DAB">
      <w:pPr>
        <w:pStyle w:val="Titre1"/>
        <w:tabs>
          <w:tab w:val="left" w:leader="underscore" w:pos="9639"/>
        </w:tabs>
        <w:spacing w:before="120" w:line="360" w:lineRule="auto"/>
        <w:ind w:left="0" w:firstLine="0"/>
        <w:rPr>
          <w:rFonts w:asciiTheme="minorBidi" w:hAnsiTheme="minorBidi" w:cstheme="minorBidi"/>
          <w:b w:val="0"/>
        </w:rPr>
      </w:pPr>
      <w:r w:rsidRPr="00FE5F9C">
        <w:rPr>
          <w:rFonts w:asciiTheme="minorBidi" w:hAnsiTheme="minorBidi" w:cstheme="minorBidi"/>
          <w:b w:val="0"/>
        </w:rPr>
        <w:t>_________________</w:t>
      </w:r>
      <w:r w:rsidR="00D00DAB">
        <w:rPr>
          <w:rFonts w:asciiTheme="minorBidi" w:hAnsiTheme="minorBidi" w:cstheme="minorBidi"/>
          <w:b w:val="0"/>
        </w:rPr>
        <w:t>_________________, un opérateur</w:t>
      </w:r>
      <w:r w:rsidRPr="00FE5F9C">
        <w:rPr>
          <w:rFonts w:asciiTheme="minorBidi" w:hAnsiTheme="minorBidi" w:cstheme="minorBidi"/>
          <w:b w:val="0"/>
        </w:rPr>
        <w:t xml:space="preserve"> désigné de _______________________</w:t>
      </w:r>
      <w:r w:rsidR="00D00DAB">
        <w:rPr>
          <w:rFonts w:asciiTheme="minorBidi" w:hAnsiTheme="minorBidi" w:cstheme="minorBidi"/>
          <w:b w:val="0"/>
        </w:rPr>
        <w:t>__ (pays)</w:t>
      </w:r>
      <w:r w:rsidRPr="00FE5F9C">
        <w:rPr>
          <w:rFonts w:asciiTheme="minorBidi" w:hAnsiTheme="minorBidi" w:cstheme="minorBidi"/>
          <w:b w:val="0"/>
        </w:rPr>
        <w:t xml:space="preserve"> constitué en société en vertu des lois _______________________________________ et dont l’établissement principal se trouve en/à ________________________________________ </w:t>
      </w:r>
      <w:r w:rsidR="00D00DAB">
        <w:rPr>
          <w:rFonts w:asciiTheme="minorBidi" w:hAnsiTheme="minorBidi" w:cstheme="minorBidi"/>
          <w:b w:val="0"/>
        </w:rPr>
        <w:t>(ci-après dénommé le «mandant»).</w:t>
      </w:r>
    </w:p>
    <w:p w14:paraId="4A81645E" w14:textId="77777777" w:rsidR="004422FB" w:rsidRPr="00FE5F9C" w:rsidRDefault="004422FB" w:rsidP="00E42F84">
      <w:pPr>
        <w:widowControl w:val="0"/>
        <w:jc w:val="both"/>
        <w:rPr>
          <w:rFonts w:asciiTheme="minorBidi" w:eastAsia="Batang" w:hAnsiTheme="minorBidi" w:cstheme="minorBidi"/>
          <w:bCs/>
          <w:color w:val="000000"/>
        </w:rPr>
      </w:pPr>
    </w:p>
    <w:p w14:paraId="60F44902" w14:textId="77777777" w:rsidR="004422FB" w:rsidRPr="00FE5F9C" w:rsidRDefault="004275E2" w:rsidP="00D00DAB">
      <w:pPr>
        <w:widowControl w:val="0"/>
        <w:spacing w:line="240" w:lineRule="auto"/>
        <w:jc w:val="both"/>
        <w:rPr>
          <w:rFonts w:asciiTheme="minorBidi" w:eastAsia="Batang" w:hAnsiTheme="minorBidi" w:cstheme="minorBidi"/>
          <w:b/>
          <w:color w:val="000000"/>
        </w:rPr>
      </w:pPr>
      <w:r w:rsidRPr="00FE5F9C">
        <w:rPr>
          <w:rFonts w:asciiTheme="minorBidi" w:eastAsia="Batang" w:hAnsiTheme="minorBidi" w:cstheme="minorBidi"/>
        </w:rPr>
        <w:t>Le transporteur et le mandant</w:t>
      </w:r>
      <w:r w:rsidR="004422FB" w:rsidRPr="00FE5F9C">
        <w:rPr>
          <w:rFonts w:asciiTheme="minorBidi" w:eastAsia="Batang" w:hAnsiTheme="minorBidi" w:cstheme="minorBidi"/>
        </w:rPr>
        <w:t xml:space="preserve"> peuvent aussi être dénommés individuellement «la Partie» ou collectivement «les Parties».</w:t>
      </w:r>
    </w:p>
    <w:p w14:paraId="16A1A9EC" w14:textId="77777777" w:rsidR="004422FB" w:rsidRPr="00FE5F9C" w:rsidRDefault="004422FB" w:rsidP="004422FB">
      <w:pPr>
        <w:widowControl w:val="0"/>
        <w:jc w:val="both"/>
        <w:rPr>
          <w:rFonts w:asciiTheme="minorBidi" w:eastAsia="Batang" w:hAnsiTheme="minorBidi" w:cstheme="minorBidi"/>
          <w:color w:val="000000"/>
          <w:lang w:eastAsia="ko-KR"/>
        </w:rPr>
      </w:pPr>
    </w:p>
    <w:p w14:paraId="53006E31" w14:textId="77777777" w:rsidR="00EF2FBB" w:rsidRPr="00FE5F9C" w:rsidRDefault="00EF2FBB" w:rsidP="00EF2FBB">
      <w:pPr>
        <w:pStyle w:val="Titre1"/>
        <w:tabs>
          <w:tab w:val="left" w:pos="2127"/>
          <w:tab w:val="left" w:leader="underscore" w:pos="9639"/>
        </w:tabs>
        <w:ind w:left="0" w:firstLine="0"/>
        <w:rPr>
          <w:rFonts w:asciiTheme="minorBidi" w:hAnsiTheme="minorBidi" w:cstheme="minorBidi"/>
          <w:b w:val="0"/>
        </w:rPr>
      </w:pPr>
      <w:r w:rsidRPr="00FE5F9C">
        <w:rPr>
          <w:rFonts w:asciiTheme="minorBidi" w:hAnsiTheme="minorBidi" w:cstheme="minorBidi"/>
          <w:b w:val="0"/>
        </w:rPr>
        <w:t>Le contrat de service est applicable au transport du courrier international</w:t>
      </w:r>
    </w:p>
    <w:p w14:paraId="52903520" w14:textId="77777777" w:rsidR="00EF2FBB" w:rsidRPr="00FE5F9C" w:rsidRDefault="00EF2FBB" w:rsidP="00EF2FBB">
      <w:pPr>
        <w:pStyle w:val="Textedebase"/>
        <w:rPr>
          <w:rFonts w:asciiTheme="minorBidi" w:hAnsiTheme="minorBidi" w:cstheme="minorBidi"/>
        </w:rPr>
      </w:pPr>
    </w:p>
    <w:p w14:paraId="0152F8FA" w14:textId="77777777" w:rsidR="00EF2FBB" w:rsidRPr="00FE5F9C" w:rsidRDefault="00EF2FBB" w:rsidP="00EF2FBB">
      <w:pPr>
        <w:pStyle w:val="Titre1"/>
        <w:tabs>
          <w:tab w:val="left" w:pos="2127"/>
          <w:tab w:val="left" w:leader="underscore" w:pos="9639"/>
        </w:tabs>
        <w:ind w:left="0" w:firstLine="0"/>
        <w:rPr>
          <w:rFonts w:asciiTheme="minorBidi" w:hAnsiTheme="minorBidi" w:cstheme="minorBidi"/>
          <w:b w:val="0"/>
        </w:rPr>
      </w:pPr>
      <w:r w:rsidRPr="00FE5F9C">
        <w:rPr>
          <w:rFonts w:asciiTheme="minorBidi" w:hAnsiTheme="minorBidi" w:cstheme="minorBidi"/>
          <w:b w:val="0"/>
        </w:rPr>
        <w:t>de (pays du mandant)</w:t>
      </w:r>
    </w:p>
    <w:p w14:paraId="672634F5" w14:textId="77777777" w:rsidR="00EF2FBB" w:rsidRPr="00FE5F9C" w:rsidRDefault="00EF2FBB" w:rsidP="00EF2FBB">
      <w:pPr>
        <w:pStyle w:val="Titre1"/>
        <w:rPr>
          <w:rFonts w:asciiTheme="minorBidi" w:hAnsiTheme="minorBidi" w:cstheme="minorBidi"/>
          <w:b w:val="0"/>
        </w:rPr>
      </w:pPr>
    </w:p>
    <w:p w14:paraId="3FCA864D" w14:textId="77777777" w:rsidR="00EF2FBB" w:rsidRPr="00FE5F9C" w:rsidRDefault="00EF2FBB" w:rsidP="00EF2FBB">
      <w:pPr>
        <w:pStyle w:val="Titre1"/>
        <w:tabs>
          <w:tab w:val="left" w:pos="3119"/>
          <w:tab w:val="left" w:leader="underscore" w:pos="9639"/>
        </w:tabs>
        <w:rPr>
          <w:rFonts w:asciiTheme="minorBidi" w:hAnsiTheme="minorBidi" w:cstheme="minorBidi"/>
          <w:b w:val="0"/>
        </w:rPr>
      </w:pPr>
      <w:r w:rsidRPr="00FE5F9C">
        <w:rPr>
          <w:rFonts w:asciiTheme="minorBidi" w:hAnsiTheme="minorBidi" w:cstheme="minorBidi"/>
          <w:b w:val="0"/>
        </w:rPr>
        <w:t>vers les destinations desservies par (transporteur)</w:t>
      </w:r>
    </w:p>
    <w:p w14:paraId="578F2178" w14:textId="77777777" w:rsidR="00EF2FBB" w:rsidRPr="00FE5F9C" w:rsidRDefault="00EF2FBB" w:rsidP="00EF2FBB">
      <w:pPr>
        <w:pStyle w:val="Titre1"/>
        <w:tabs>
          <w:tab w:val="left" w:pos="3402"/>
          <w:tab w:val="left" w:leader="underscore" w:pos="9639"/>
        </w:tabs>
        <w:rPr>
          <w:rFonts w:asciiTheme="minorBidi" w:hAnsiTheme="minorBidi" w:cstheme="minorBidi"/>
          <w:b w:val="0"/>
        </w:rPr>
      </w:pPr>
    </w:p>
    <w:p w14:paraId="2903EF35" w14:textId="77777777" w:rsidR="00EF2FBB" w:rsidRPr="00FE5F9C" w:rsidRDefault="00EF2FBB" w:rsidP="00EF2FBB">
      <w:pPr>
        <w:pStyle w:val="Titre1"/>
        <w:tabs>
          <w:tab w:val="left" w:pos="3402"/>
          <w:tab w:val="left" w:leader="underscore" w:pos="9639"/>
        </w:tabs>
        <w:rPr>
          <w:rFonts w:asciiTheme="minorBidi" w:hAnsiTheme="minorBidi" w:cstheme="minorBidi"/>
          <w:b w:val="0"/>
        </w:rPr>
      </w:pPr>
      <w:r w:rsidRPr="00FE5F9C">
        <w:rPr>
          <w:rFonts w:asciiTheme="minorBidi" w:hAnsiTheme="minorBidi" w:cstheme="minorBidi"/>
          <w:b w:val="0"/>
        </w:rPr>
        <w:t>(ci-après dénommé le «Contrat»)</w:t>
      </w:r>
      <w:r w:rsidR="009B3C80" w:rsidRPr="00FE5F9C">
        <w:rPr>
          <w:rFonts w:asciiTheme="minorBidi" w:hAnsiTheme="minorBidi" w:cstheme="minorBidi"/>
          <w:b w:val="0"/>
        </w:rPr>
        <w:t>.</w:t>
      </w:r>
    </w:p>
    <w:p w14:paraId="16FC8C56" w14:textId="77777777" w:rsidR="00EF2FBB" w:rsidRPr="00FE5F9C" w:rsidRDefault="00EF2FBB" w:rsidP="004422FB">
      <w:pPr>
        <w:widowControl w:val="0"/>
        <w:jc w:val="both"/>
        <w:rPr>
          <w:rFonts w:asciiTheme="minorBidi" w:eastAsia="Batang" w:hAnsiTheme="minorBidi" w:cstheme="minorBidi"/>
          <w:color w:val="000000"/>
          <w:lang w:eastAsia="ko-KR"/>
        </w:rPr>
      </w:pPr>
    </w:p>
    <w:p w14:paraId="71A08F0A" w14:textId="77777777" w:rsidR="00EF2FBB" w:rsidRPr="00FE5F9C" w:rsidRDefault="00EF2FBB">
      <w:pPr>
        <w:spacing w:line="240" w:lineRule="auto"/>
        <w:rPr>
          <w:rFonts w:asciiTheme="minorBidi" w:eastAsia="Batang" w:hAnsiTheme="minorBidi" w:cstheme="minorBidi"/>
          <w:b/>
          <w:bCs/>
          <w:color w:val="000000"/>
          <w:lang w:eastAsia="ko-KR"/>
        </w:rPr>
      </w:pPr>
      <w:r w:rsidRPr="00FE5F9C">
        <w:rPr>
          <w:rFonts w:asciiTheme="minorBidi" w:eastAsia="Batang" w:hAnsiTheme="minorBidi" w:cstheme="minorBidi"/>
          <w:b/>
          <w:bCs/>
          <w:color w:val="000000"/>
          <w:lang w:eastAsia="ko-KR"/>
        </w:rPr>
        <w:br w:type="page"/>
      </w:r>
    </w:p>
    <w:p w14:paraId="379C5DA2" w14:textId="77777777" w:rsidR="00A6228A" w:rsidRPr="00FE5F9C" w:rsidRDefault="00A6228A" w:rsidP="00A6228A">
      <w:pPr>
        <w:pStyle w:val="Titre1"/>
        <w:tabs>
          <w:tab w:val="right" w:pos="9639"/>
        </w:tabs>
        <w:ind w:left="0" w:firstLine="0"/>
        <w:rPr>
          <w:rFonts w:asciiTheme="minorBidi" w:hAnsiTheme="minorBidi" w:cstheme="minorBidi"/>
        </w:rPr>
      </w:pPr>
      <w:r w:rsidRPr="00FE5F9C">
        <w:rPr>
          <w:rFonts w:asciiTheme="minorBidi" w:hAnsiTheme="minorBidi" w:cstheme="minorBidi"/>
        </w:rPr>
        <w:lastRenderedPageBreak/>
        <w:t>Table des matières</w:t>
      </w:r>
      <w:r w:rsidRPr="00FE5F9C">
        <w:rPr>
          <w:rFonts w:asciiTheme="minorBidi" w:hAnsiTheme="minorBidi" w:cstheme="minorBidi"/>
        </w:rPr>
        <w:tab/>
      </w:r>
      <w:r w:rsidRPr="00FE5F9C">
        <w:rPr>
          <w:rFonts w:asciiTheme="minorBidi" w:hAnsiTheme="minorBidi" w:cstheme="minorBidi"/>
          <w:b w:val="0"/>
          <w:bCs w:val="0"/>
        </w:rPr>
        <w:t>Page</w:t>
      </w:r>
    </w:p>
    <w:p w14:paraId="04C0D204" w14:textId="77777777" w:rsidR="00A6228A" w:rsidRPr="00FE5F9C" w:rsidRDefault="00A6228A" w:rsidP="00A6228A">
      <w:pPr>
        <w:pStyle w:val="Textedebase"/>
        <w:rPr>
          <w:rFonts w:asciiTheme="minorBidi" w:hAnsiTheme="minorBidi" w:cstheme="minorBidi"/>
        </w:rPr>
      </w:pPr>
    </w:p>
    <w:p w14:paraId="7445A5D6" w14:textId="77777777" w:rsidR="00A6228A" w:rsidRPr="00FE5F9C" w:rsidRDefault="00A6228A" w:rsidP="002D7E64">
      <w:pPr>
        <w:pStyle w:val="Titre1"/>
        <w:tabs>
          <w:tab w:val="right" w:pos="9638"/>
        </w:tabs>
        <w:rPr>
          <w:rFonts w:asciiTheme="minorBidi" w:hAnsiTheme="minorBidi" w:cstheme="minorBidi"/>
        </w:rPr>
      </w:pPr>
      <w:r w:rsidRPr="00FE5F9C">
        <w:rPr>
          <w:rFonts w:asciiTheme="minorBidi" w:hAnsiTheme="minorBidi" w:cstheme="minorBidi"/>
        </w:rPr>
        <w:t>Partie A – Conditions générales</w:t>
      </w:r>
      <w:r w:rsidR="00EA1311">
        <w:rPr>
          <w:rFonts w:asciiTheme="minorBidi" w:hAnsiTheme="minorBidi" w:cstheme="minorBidi"/>
        </w:rPr>
        <w:tab/>
      </w:r>
      <w:r w:rsidR="00EA1311" w:rsidRPr="00EA1311">
        <w:rPr>
          <w:rFonts w:asciiTheme="minorBidi" w:hAnsiTheme="minorBidi" w:cstheme="minorBidi"/>
          <w:b w:val="0"/>
          <w:bCs w:val="0"/>
        </w:rPr>
        <w:t>4</w:t>
      </w:r>
    </w:p>
    <w:p w14:paraId="2EF80066" w14:textId="77777777" w:rsidR="00A6228A" w:rsidRPr="00FE5F9C" w:rsidRDefault="00A6228A" w:rsidP="00A6228A">
      <w:pPr>
        <w:pStyle w:val="Titre1"/>
        <w:rPr>
          <w:rFonts w:asciiTheme="minorBidi" w:hAnsiTheme="minorBidi" w:cstheme="minorBidi"/>
        </w:rPr>
      </w:pPr>
    </w:p>
    <w:p w14:paraId="7B34140E"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t>I.</w:t>
      </w:r>
      <w:r w:rsidRPr="00FE5F9C">
        <w:rPr>
          <w:rFonts w:asciiTheme="minorBidi" w:hAnsiTheme="minorBidi" w:cstheme="minorBidi"/>
          <w:bCs w:val="0"/>
        </w:rPr>
        <w:tab/>
        <w:t>Définitions</w:t>
      </w:r>
      <w:r w:rsidRPr="00FE5F9C">
        <w:rPr>
          <w:rFonts w:asciiTheme="minorBidi" w:hAnsiTheme="minorBidi" w:cstheme="minorBidi"/>
          <w:b w:val="0"/>
        </w:rPr>
        <w:tab/>
        <w:t>4</w:t>
      </w:r>
    </w:p>
    <w:p w14:paraId="17F25679" w14:textId="77777777" w:rsidR="00576816" w:rsidRDefault="00576816" w:rsidP="00576816">
      <w:pPr>
        <w:pStyle w:val="0Textedebase"/>
        <w:tabs>
          <w:tab w:val="left" w:pos="1036"/>
        </w:tabs>
        <w:jc w:val="left"/>
        <w:rPr>
          <w:rFonts w:asciiTheme="minorBidi" w:hAnsiTheme="minorBidi" w:cstheme="minorBidi"/>
        </w:rPr>
      </w:pPr>
    </w:p>
    <w:p w14:paraId="46EC1D53"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w:t>
      </w:r>
      <w:r w:rsidR="004F548A" w:rsidRPr="00FE5F9C">
        <w:rPr>
          <w:rFonts w:asciiTheme="minorBidi" w:hAnsiTheme="minorBidi" w:cstheme="minorBidi"/>
        </w:rPr>
        <w:t>ticle premier –</w:t>
      </w:r>
      <w:r w:rsidRPr="00FE5F9C">
        <w:rPr>
          <w:rFonts w:asciiTheme="minorBidi" w:hAnsiTheme="minorBidi" w:cstheme="minorBidi"/>
        </w:rPr>
        <w:t xml:space="preserve"> Définitions</w:t>
      </w:r>
      <w:r w:rsidR="00EA1311">
        <w:rPr>
          <w:rFonts w:asciiTheme="minorBidi" w:hAnsiTheme="minorBidi" w:cstheme="minorBidi"/>
        </w:rPr>
        <w:tab/>
        <w:t>4</w:t>
      </w:r>
    </w:p>
    <w:p w14:paraId="6B2DC9EC" w14:textId="77777777" w:rsidR="00A6228A" w:rsidRPr="00FE5F9C" w:rsidRDefault="00A6228A" w:rsidP="00A6228A">
      <w:pPr>
        <w:pStyle w:val="Textedebase"/>
        <w:rPr>
          <w:rFonts w:asciiTheme="minorBidi" w:hAnsiTheme="minorBidi" w:cstheme="minorBidi"/>
          <w:b/>
        </w:rPr>
      </w:pPr>
    </w:p>
    <w:p w14:paraId="56A85B98" w14:textId="77777777" w:rsidR="004F548A" w:rsidRPr="00FE5F9C" w:rsidRDefault="004F548A" w:rsidP="00A6228A">
      <w:pPr>
        <w:pStyle w:val="Textedebase"/>
        <w:rPr>
          <w:rFonts w:asciiTheme="minorBidi" w:hAnsiTheme="minorBidi" w:cstheme="minorBidi"/>
          <w:b/>
        </w:rPr>
      </w:pPr>
    </w:p>
    <w:p w14:paraId="13CEAF9C"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t>II.</w:t>
      </w:r>
      <w:r w:rsidRPr="00FE5F9C">
        <w:rPr>
          <w:rFonts w:asciiTheme="minorBidi" w:hAnsiTheme="minorBidi" w:cstheme="minorBidi"/>
          <w:bCs w:val="0"/>
        </w:rPr>
        <w:tab/>
      </w:r>
      <w:r w:rsidRPr="00EE7A87">
        <w:rPr>
          <w:rFonts w:asciiTheme="minorBidi" w:hAnsiTheme="minorBidi" w:cstheme="minorBidi"/>
          <w:bCs w:val="0"/>
        </w:rPr>
        <w:t>Objectifs</w:t>
      </w:r>
      <w:r w:rsidRPr="00FE5F9C">
        <w:rPr>
          <w:rFonts w:asciiTheme="minorBidi" w:hAnsiTheme="minorBidi" w:cstheme="minorBidi"/>
        </w:rPr>
        <w:t xml:space="preserve"> et champ d'application du Contrat</w:t>
      </w:r>
      <w:r w:rsidR="00EA1311">
        <w:rPr>
          <w:rFonts w:asciiTheme="minorBidi" w:hAnsiTheme="minorBidi" w:cstheme="minorBidi"/>
        </w:rPr>
        <w:tab/>
      </w:r>
      <w:r w:rsidR="00EA1311" w:rsidRPr="00EA1311">
        <w:rPr>
          <w:rFonts w:asciiTheme="minorBidi" w:hAnsiTheme="minorBidi" w:cstheme="minorBidi"/>
          <w:b w:val="0"/>
          <w:bCs w:val="0"/>
        </w:rPr>
        <w:t>7</w:t>
      </w:r>
    </w:p>
    <w:p w14:paraId="7B33C1E5" w14:textId="77777777" w:rsidR="004F548A" w:rsidRPr="00FE5F9C" w:rsidRDefault="004F548A" w:rsidP="004F548A">
      <w:pPr>
        <w:pStyle w:val="Textedebase"/>
        <w:rPr>
          <w:rFonts w:asciiTheme="minorBidi" w:hAnsiTheme="minorBidi" w:cstheme="minorBidi"/>
        </w:rPr>
      </w:pPr>
    </w:p>
    <w:p w14:paraId="0BA26050" w14:textId="77777777" w:rsidR="00A6228A" w:rsidRPr="00FE5F9C" w:rsidRDefault="004F54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 xml:space="preserve">Article 2 – </w:t>
      </w:r>
      <w:r w:rsidR="00A6228A" w:rsidRPr="00FE5F9C">
        <w:rPr>
          <w:rFonts w:asciiTheme="minorBidi" w:hAnsiTheme="minorBidi" w:cstheme="minorBidi"/>
        </w:rPr>
        <w:t>Objectifs et champ d'application du Contrat</w:t>
      </w:r>
      <w:r w:rsidR="00EA1311">
        <w:rPr>
          <w:rFonts w:asciiTheme="minorBidi" w:hAnsiTheme="minorBidi" w:cstheme="minorBidi"/>
        </w:rPr>
        <w:tab/>
        <w:t>7</w:t>
      </w:r>
    </w:p>
    <w:p w14:paraId="6F5582C0" w14:textId="77777777" w:rsidR="00A6228A" w:rsidRPr="00FE5F9C" w:rsidRDefault="00A6228A" w:rsidP="00A6228A">
      <w:pPr>
        <w:pStyle w:val="Titre1"/>
        <w:tabs>
          <w:tab w:val="right" w:pos="9639"/>
        </w:tabs>
        <w:rPr>
          <w:rFonts w:asciiTheme="minorBidi" w:hAnsiTheme="minorBidi" w:cstheme="minorBidi"/>
          <w:b w:val="0"/>
        </w:rPr>
      </w:pPr>
    </w:p>
    <w:p w14:paraId="3E85E79A" w14:textId="77777777" w:rsidR="004F548A" w:rsidRPr="00FE5F9C" w:rsidRDefault="004F548A" w:rsidP="004F548A">
      <w:pPr>
        <w:pStyle w:val="Textedebase"/>
      </w:pPr>
    </w:p>
    <w:p w14:paraId="3212CF7F" w14:textId="77777777" w:rsidR="00A6228A" w:rsidRPr="00FE5F9C" w:rsidRDefault="00A6228A" w:rsidP="00EA1311">
      <w:pPr>
        <w:pStyle w:val="Titre1"/>
        <w:tabs>
          <w:tab w:val="right" w:pos="9639"/>
        </w:tabs>
        <w:rPr>
          <w:rFonts w:asciiTheme="minorBidi" w:hAnsiTheme="minorBidi" w:cstheme="minorBidi"/>
          <w:b w:val="0"/>
        </w:rPr>
      </w:pPr>
      <w:r w:rsidRPr="00FE5F9C">
        <w:rPr>
          <w:rFonts w:asciiTheme="minorBidi" w:hAnsiTheme="minorBidi" w:cstheme="minorBidi"/>
          <w:bCs w:val="0"/>
        </w:rPr>
        <w:t>III.</w:t>
      </w:r>
      <w:r w:rsidRPr="00FE5F9C">
        <w:rPr>
          <w:rFonts w:asciiTheme="minorBidi" w:hAnsiTheme="minorBidi" w:cstheme="minorBidi"/>
          <w:bCs w:val="0"/>
        </w:rPr>
        <w:tab/>
      </w:r>
      <w:r w:rsidRPr="00EE7A87">
        <w:rPr>
          <w:rFonts w:asciiTheme="minorBidi" w:hAnsiTheme="minorBidi" w:cstheme="minorBidi"/>
          <w:bCs w:val="0"/>
        </w:rPr>
        <w:t>Obligations</w:t>
      </w:r>
      <w:r w:rsidRPr="00FE5F9C">
        <w:rPr>
          <w:rFonts w:asciiTheme="minorBidi" w:hAnsiTheme="minorBidi" w:cstheme="minorBidi"/>
        </w:rPr>
        <w:t xml:space="preserve"> du transporteur</w:t>
      </w:r>
      <w:r w:rsidRPr="00FE5F9C">
        <w:rPr>
          <w:rFonts w:asciiTheme="minorBidi" w:hAnsiTheme="minorBidi" w:cstheme="minorBidi"/>
          <w:b w:val="0"/>
        </w:rPr>
        <w:tab/>
      </w:r>
      <w:r w:rsidR="00EA1311">
        <w:rPr>
          <w:rFonts w:asciiTheme="minorBidi" w:hAnsiTheme="minorBidi" w:cstheme="minorBidi"/>
          <w:b w:val="0"/>
        </w:rPr>
        <w:t>7</w:t>
      </w:r>
    </w:p>
    <w:p w14:paraId="16AEF8BB" w14:textId="77777777" w:rsidR="004F548A" w:rsidRPr="00FE5F9C" w:rsidRDefault="004F548A" w:rsidP="004F548A">
      <w:pPr>
        <w:pStyle w:val="Textedebase"/>
        <w:rPr>
          <w:rFonts w:asciiTheme="minorBidi" w:hAnsiTheme="minorBidi" w:cstheme="minorBidi"/>
        </w:rPr>
      </w:pPr>
    </w:p>
    <w:p w14:paraId="5188DD3F"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3 – Service</w:t>
      </w:r>
      <w:r w:rsidR="00EA1311">
        <w:rPr>
          <w:rFonts w:asciiTheme="minorBidi" w:hAnsiTheme="minorBidi" w:cstheme="minorBidi"/>
        </w:rPr>
        <w:tab/>
        <w:t>7</w:t>
      </w:r>
    </w:p>
    <w:p w14:paraId="0A9CA663" w14:textId="77777777" w:rsidR="004F548A" w:rsidRPr="00FE5F9C" w:rsidRDefault="004F548A" w:rsidP="004F548A">
      <w:pPr>
        <w:pStyle w:val="Textedebase"/>
        <w:rPr>
          <w:rFonts w:asciiTheme="minorBidi" w:hAnsiTheme="minorBidi" w:cstheme="minorBidi"/>
        </w:rPr>
      </w:pPr>
    </w:p>
    <w:p w14:paraId="36A7D80A"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4 – Intégrité du courrier</w:t>
      </w:r>
      <w:r w:rsidR="00EA1311">
        <w:rPr>
          <w:rFonts w:asciiTheme="minorBidi" w:hAnsiTheme="minorBidi" w:cstheme="minorBidi"/>
        </w:rPr>
        <w:tab/>
        <w:t>7</w:t>
      </w:r>
    </w:p>
    <w:p w14:paraId="6017DAB0" w14:textId="77777777" w:rsidR="004F548A" w:rsidRPr="00FE5F9C" w:rsidRDefault="004F548A" w:rsidP="004F548A">
      <w:pPr>
        <w:pStyle w:val="Textedebase"/>
        <w:rPr>
          <w:rFonts w:asciiTheme="minorBidi" w:hAnsiTheme="minorBidi" w:cstheme="minorBidi"/>
        </w:rPr>
      </w:pPr>
    </w:p>
    <w:p w14:paraId="0E2D70BA"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5 – Refus de remise</w:t>
      </w:r>
      <w:r w:rsidR="00EA1311">
        <w:rPr>
          <w:rFonts w:asciiTheme="minorBidi" w:hAnsiTheme="minorBidi" w:cstheme="minorBidi"/>
        </w:rPr>
        <w:tab/>
        <w:t>7</w:t>
      </w:r>
    </w:p>
    <w:p w14:paraId="004A3A6F" w14:textId="77777777" w:rsidR="004F548A" w:rsidRPr="00FE5F9C" w:rsidRDefault="004F548A" w:rsidP="004F548A">
      <w:pPr>
        <w:pStyle w:val="Textedebase"/>
        <w:rPr>
          <w:rFonts w:asciiTheme="minorBidi" w:hAnsiTheme="minorBidi" w:cstheme="minorBidi"/>
        </w:rPr>
      </w:pPr>
    </w:p>
    <w:p w14:paraId="3AB063E8"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6 – Garde du courrier</w:t>
      </w:r>
      <w:r w:rsidR="00EA1311">
        <w:rPr>
          <w:rFonts w:asciiTheme="minorBidi" w:hAnsiTheme="minorBidi" w:cstheme="minorBidi"/>
        </w:rPr>
        <w:tab/>
        <w:t>8</w:t>
      </w:r>
    </w:p>
    <w:p w14:paraId="1BF57BE0" w14:textId="77777777" w:rsidR="004F548A" w:rsidRPr="00FE5F9C" w:rsidRDefault="004F548A" w:rsidP="004F548A">
      <w:pPr>
        <w:pStyle w:val="Textedebase"/>
        <w:rPr>
          <w:rFonts w:asciiTheme="minorBidi" w:hAnsiTheme="minorBidi" w:cstheme="minorBidi"/>
        </w:rPr>
      </w:pPr>
    </w:p>
    <w:p w14:paraId="339DF1E7" w14:textId="77777777" w:rsidR="004F548A" w:rsidRPr="00FE5F9C" w:rsidRDefault="00EA1311" w:rsidP="002D7E64">
      <w:pPr>
        <w:pStyle w:val="0Textedebase"/>
        <w:tabs>
          <w:tab w:val="right" w:pos="9638"/>
        </w:tabs>
        <w:jc w:val="left"/>
        <w:rPr>
          <w:rFonts w:asciiTheme="minorBidi" w:hAnsiTheme="minorBidi" w:cstheme="minorBidi"/>
        </w:rPr>
      </w:pPr>
      <w:r>
        <w:rPr>
          <w:rFonts w:asciiTheme="minorBidi" w:hAnsiTheme="minorBidi" w:cstheme="minorBidi"/>
        </w:rPr>
        <w:t>Article 7 – Performance</w:t>
      </w:r>
      <w:r>
        <w:rPr>
          <w:rFonts w:asciiTheme="minorBidi" w:hAnsiTheme="minorBidi" w:cstheme="minorBidi"/>
        </w:rPr>
        <w:tab/>
        <w:t>8</w:t>
      </w:r>
    </w:p>
    <w:p w14:paraId="4D56073B" w14:textId="77777777" w:rsidR="004F548A" w:rsidRPr="00FE5F9C" w:rsidRDefault="004F548A" w:rsidP="004F548A">
      <w:pPr>
        <w:pStyle w:val="Textedebase"/>
        <w:rPr>
          <w:rFonts w:asciiTheme="minorBidi" w:hAnsiTheme="minorBidi" w:cstheme="minorBidi"/>
        </w:rPr>
      </w:pPr>
    </w:p>
    <w:p w14:paraId="786033E1"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8 – Sous-traitants</w:t>
      </w:r>
      <w:r w:rsidR="00EA1311">
        <w:rPr>
          <w:rFonts w:asciiTheme="minorBidi" w:hAnsiTheme="minorBidi" w:cstheme="minorBidi"/>
        </w:rPr>
        <w:tab/>
        <w:t>9</w:t>
      </w:r>
    </w:p>
    <w:p w14:paraId="1DB32997" w14:textId="77777777" w:rsidR="004F548A" w:rsidRPr="00FE5F9C" w:rsidRDefault="004F548A" w:rsidP="004F548A">
      <w:pPr>
        <w:pStyle w:val="Textedebase"/>
        <w:rPr>
          <w:rFonts w:asciiTheme="minorBidi" w:hAnsiTheme="minorBidi" w:cstheme="minorBidi"/>
        </w:rPr>
      </w:pPr>
    </w:p>
    <w:p w14:paraId="7D4F3A3A"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9 – Acheminement</w:t>
      </w:r>
      <w:r w:rsidR="00EA1311">
        <w:rPr>
          <w:rFonts w:asciiTheme="minorBidi" w:hAnsiTheme="minorBidi" w:cstheme="minorBidi"/>
        </w:rPr>
        <w:tab/>
        <w:t>9</w:t>
      </w:r>
    </w:p>
    <w:p w14:paraId="6379C1FF" w14:textId="77777777" w:rsidR="004F548A" w:rsidRPr="00FE5F9C" w:rsidRDefault="004F548A" w:rsidP="004F548A">
      <w:pPr>
        <w:pStyle w:val="Textedebase"/>
        <w:rPr>
          <w:rFonts w:asciiTheme="minorBidi" w:hAnsiTheme="minorBidi" w:cstheme="minorBidi"/>
        </w:rPr>
      </w:pPr>
    </w:p>
    <w:p w14:paraId="51144873"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10 – Heures critiques de remise</w:t>
      </w:r>
      <w:r w:rsidR="00EA1311">
        <w:rPr>
          <w:rFonts w:asciiTheme="minorBidi" w:hAnsiTheme="minorBidi" w:cstheme="minorBidi"/>
        </w:rPr>
        <w:tab/>
        <w:t>9</w:t>
      </w:r>
    </w:p>
    <w:p w14:paraId="122C4470" w14:textId="77777777" w:rsidR="004F548A" w:rsidRPr="00FE5F9C" w:rsidRDefault="004F548A" w:rsidP="004F548A">
      <w:pPr>
        <w:pStyle w:val="Textedebase"/>
        <w:rPr>
          <w:rFonts w:asciiTheme="minorBidi" w:hAnsiTheme="minorBidi" w:cstheme="minorBidi"/>
        </w:rPr>
      </w:pPr>
    </w:p>
    <w:p w14:paraId="474A3C4D"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11 – Défaut de remise </w:t>
      </w:r>
      <w:r w:rsidR="00EA1311">
        <w:rPr>
          <w:rFonts w:asciiTheme="minorBidi" w:hAnsiTheme="minorBidi" w:cstheme="minorBidi"/>
        </w:rPr>
        <w:tab/>
        <w:t>9</w:t>
      </w:r>
    </w:p>
    <w:p w14:paraId="05F837FC" w14:textId="77777777" w:rsidR="004F548A" w:rsidRPr="00FE5F9C" w:rsidRDefault="004F548A" w:rsidP="004F548A">
      <w:pPr>
        <w:pStyle w:val="Textedebase"/>
        <w:rPr>
          <w:rFonts w:asciiTheme="minorBidi" w:hAnsiTheme="minorBidi" w:cstheme="minorBidi"/>
        </w:rPr>
      </w:pPr>
    </w:p>
    <w:p w14:paraId="1E886224"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12 – Accès du mandant aux locaux du transporteur</w:t>
      </w:r>
      <w:r w:rsidR="00EA1311">
        <w:rPr>
          <w:rFonts w:asciiTheme="minorBidi" w:hAnsiTheme="minorBidi" w:cstheme="minorBidi"/>
        </w:rPr>
        <w:tab/>
        <w:t>10</w:t>
      </w:r>
    </w:p>
    <w:p w14:paraId="7129BD44" w14:textId="77777777" w:rsidR="004F548A" w:rsidRPr="00FE5F9C" w:rsidRDefault="004F548A" w:rsidP="004F548A">
      <w:pPr>
        <w:pStyle w:val="Textedebase"/>
        <w:rPr>
          <w:rFonts w:asciiTheme="minorBidi" w:hAnsiTheme="minorBidi" w:cstheme="minorBidi"/>
        </w:rPr>
      </w:pPr>
    </w:p>
    <w:p w14:paraId="694ED0C3" w14:textId="77777777" w:rsidR="004F548A" w:rsidRPr="00FE5F9C" w:rsidRDefault="004F54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13 – Défaut de </w:t>
      </w:r>
      <w:r w:rsidR="003E67AC" w:rsidRPr="00FE5F9C">
        <w:rPr>
          <w:rFonts w:asciiTheme="minorBidi" w:hAnsiTheme="minorBidi" w:cstheme="minorBidi"/>
        </w:rPr>
        <w:t>livraison</w:t>
      </w:r>
      <w:r w:rsidRPr="00FE5F9C">
        <w:rPr>
          <w:rFonts w:asciiTheme="minorBidi" w:hAnsiTheme="minorBidi" w:cstheme="minorBidi"/>
        </w:rPr>
        <w:t xml:space="preserve"> et solutions possibles</w:t>
      </w:r>
      <w:r w:rsidR="00EA1311">
        <w:rPr>
          <w:rFonts w:asciiTheme="minorBidi" w:hAnsiTheme="minorBidi" w:cstheme="minorBidi"/>
        </w:rPr>
        <w:tab/>
        <w:t>10</w:t>
      </w:r>
    </w:p>
    <w:p w14:paraId="0FABBACF" w14:textId="77777777" w:rsidR="004F548A" w:rsidRPr="00FE5F9C" w:rsidRDefault="004F548A" w:rsidP="004F548A">
      <w:pPr>
        <w:pStyle w:val="Textedebase"/>
        <w:rPr>
          <w:rFonts w:asciiTheme="minorBidi" w:hAnsiTheme="minorBidi" w:cstheme="minorBidi"/>
        </w:rPr>
      </w:pPr>
    </w:p>
    <w:p w14:paraId="4A2A553D"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14 – Remise</w:t>
      </w:r>
      <w:r w:rsidR="00EA1311">
        <w:rPr>
          <w:rFonts w:asciiTheme="minorBidi" w:hAnsiTheme="minorBidi" w:cstheme="minorBidi"/>
        </w:rPr>
        <w:tab/>
        <w:t>10</w:t>
      </w:r>
    </w:p>
    <w:p w14:paraId="5514EE49" w14:textId="77777777" w:rsidR="00A6228A" w:rsidRPr="00FE5F9C" w:rsidRDefault="00A6228A" w:rsidP="004F548A">
      <w:pPr>
        <w:pStyle w:val="Textedebase"/>
        <w:rPr>
          <w:rFonts w:asciiTheme="minorBidi" w:hAnsiTheme="minorBidi" w:cstheme="minorBidi"/>
        </w:rPr>
      </w:pPr>
    </w:p>
    <w:p w14:paraId="1F063A4B" w14:textId="77777777" w:rsidR="00A6228A" w:rsidRPr="00FE5F9C" w:rsidRDefault="00A6228A" w:rsidP="00A6228A">
      <w:pPr>
        <w:pStyle w:val="Titre1"/>
        <w:tabs>
          <w:tab w:val="right" w:pos="9639"/>
        </w:tabs>
        <w:rPr>
          <w:rFonts w:asciiTheme="minorBidi" w:hAnsiTheme="minorBidi" w:cstheme="minorBidi"/>
          <w:b w:val="0"/>
        </w:rPr>
      </w:pPr>
    </w:p>
    <w:p w14:paraId="4CF70592" w14:textId="77777777" w:rsidR="00A6228A" w:rsidRPr="00FE5F9C" w:rsidRDefault="00A6228A" w:rsidP="00EA1311">
      <w:pPr>
        <w:pStyle w:val="Titre1"/>
        <w:tabs>
          <w:tab w:val="right" w:pos="9639"/>
        </w:tabs>
        <w:rPr>
          <w:rFonts w:asciiTheme="minorBidi" w:hAnsiTheme="minorBidi" w:cstheme="minorBidi"/>
          <w:b w:val="0"/>
        </w:rPr>
      </w:pPr>
      <w:r w:rsidRPr="00FE5F9C">
        <w:rPr>
          <w:rFonts w:asciiTheme="minorBidi" w:hAnsiTheme="minorBidi" w:cstheme="minorBidi"/>
          <w:bCs w:val="0"/>
        </w:rPr>
        <w:t>IV.</w:t>
      </w:r>
      <w:r w:rsidRPr="00FE5F9C">
        <w:rPr>
          <w:rFonts w:asciiTheme="minorBidi" w:hAnsiTheme="minorBidi" w:cstheme="minorBidi"/>
          <w:bCs w:val="0"/>
        </w:rPr>
        <w:tab/>
      </w:r>
      <w:r w:rsidRPr="00EE7A87">
        <w:rPr>
          <w:rFonts w:asciiTheme="minorBidi" w:hAnsiTheme="minorBidi" w:cstheme="minorBidi"/>
          <w:bCs w:val="0"/>
        </w:rPr>
        <w:t>Obligations</w:t>
      </w:r>
      <w:r w:rsidRPr="00FE5F9C">
        <w:rPr>
          <w:rFonts w:asciiTheme="minorBidi" w:hAnsiTheme="minorBidi" w:cstheme="minorBidi"/>
        </w:rPr>
        <w:t xml:space="preserve"> du mandant</w:t>
      </w:r>
      <w:r w:rsidRPr="00FE5F9C">
        <w:rPr>
          <w:rFonts w:asciiTheme="minorBidi" w:hAnsiTheme="minorBidi" w:cstheme="minorBidi"/>
          <w:b w:val="0"/>
        </w:rPr>
        <w:t xml:space="preserve"> </w:t>
      </w:r>
      <w:r w:rsidRPr="00FE5F9C">
        <w:rPr>
          <w:rFonts w:asciiTheme="minorBidi" w:hAnsiTheme="minorBidi" w:cstheme="minorBidi"/>
          <w:b w:val="0"/>
        </w:rPr>
        <w:tab/>
        <w:t>1</w:t>
      </w:r>
      <w:r w:rsidR="00EA1311">
        <w:rPr>
          <w:rFonts w:asciiTheme="minorBidi" w:hAnsiTheme="minorBidi" w:cstheme="minorBidi"/>
          <w:b w:val="0"/>
        </w:rPr>
        <w:t>1</w:t>
      </w:r>
    </w:p>
    <w:p w14:paraId="3B9D7FF7" w14:textId="77777777" w:rsidR="003E67AC" w:rsidRPr="00FE5F9C" w:rsidRDefault="003E67AC" w:rsidP="003E67AC">
      <w:pPr>
        <w:pStyle w:val="Textedebase"/>
        <w:rPr>
          <w:rFonts w:asciiTheme="minorBidi" w:hAnsiTheme="minorBidi" w:cstheme="minorBidi"/>
        </w:rPr>
      </w:pPr>
    </w:p>
    <w:p w14:paraId="2442FCFA"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15 – Aspects opérationnels </w:t>
      </w:r>
      <w:r w:rsidR="00EA1311">
        <w:rPr>
          <w:rFonts w:asciiTheme="minorBidi" w:hAnsiTheme="minorBidi" w:cstheme="minorBidi"/>
        </w:rPr>
        <w:tab/>
        <w:t>11</w:t>
      </w:r>
    </w:p>
    <w:p w14:paraId="38EFB8EB" w14:textId="77777777" w:rsidR="003E67AC" w:rsidRPr="00FE5F9C" w:rsidRDefault="003E67AC" w:rsidP="003E67AC">
      <w:pPr>
        <w:pStyle w:val="Textedebase"/>
        <w:rPr>
          <w:rFonts w:asciiTheme="minorBidi" w:hAnsiTheme="minorBidi" w:cstheme="minorBidi"/>
        </w:rPr>
      </w:pPr>
    </w:p>
    <w:p w14:paraId="5F95EEC1" w14:textId="77777777" w:rsidR="00A6228A" w:rsidRPr="00FE5F9C" w:rsidRDefault="00A622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Article 16 – Documentation</w:t>
      </w:r>
      <w:r w:rsidR="00EA1311">
        <w:rPr>
          <w:rFonts w:asciiTheme="minorBidi" w:hAnsiTheme="minorBidi" w:cstheme="minorBidi"/>
        </w:rPr>
        <w:tab/>
        <w:t>11</w:t>
      </w:r>
    </w:p>
    <w:p w14:paraId="15F544B9" w14:textId="77777777" w:rsidR="00A6228A" w:rsidRPr="00FE5F9C" w:rsidRDefault="00A6228A" w:rsidP="00A6228A">
      <w:pPr>
        <w:pStyle w:val="Titre1"/>
        <w:tabs>
          <w:tab w:val="right" w:pos="9639"/>
        </w:tabs>
        <w:rPr>
          <w:rFonts w:asciiTheme="minorBidi" w:hAnsiTheme="minorBidi" w:cstheme="minorBidi"/>
          <w:b w:val="0"/>
        </w:rPr>
      </w:pPr>
    </w:p>
    <w:p w14:paraId="7D5A222E" w14:textId="77777777" w:rsidR="003E67AC" w:rsidRPr="00FE5F9C" w:rsidRDefault="003E67AC" w:rsidP="003E67AC">
      <w:pPr>
        <w:pStyle w:val="Textedebase"/>
      </w:pPr>
    </w:p>
    <w:p w14:paraId="05DE28AA"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rPr>
        <w:t>V.</w:t>
      </w:r>
      <w:r w:rsidRPr="00FE5F9C">
        <w:rPr>
          <w:rFonts w:asciiTheme="minorBidi" w:hAnsiTheme="minorBidi" w:cstheme="minorBidi"/>
        </w:rPr>
        <w:tab/>
      </w:r>
      <w:r w:rsidRPr="00EE7A87">
        <w:rPr>
          <w:rFonts w:asciiTheme="minorBidi" w:hAnsiTheme="minorBidi" w:cstheme="minorBidi"/>
          <w:bCs w:val="0"/>
        </w:rPr>
        <w:t>Obligations</w:t>
      </w:r>
      <w:r w:rsidRPr="00FE5F9C">
        <w:rPr>
          <w:rFonts w:asciiTheme="minorBidi" w:hAnsiTheme="minorBidi" w:cstheme="minorBidi"/>
        </w:rPr>
        <w:t xml:space="preserve"> communes aux deux Parties</w:t>
      </w:r>
      <w:r w:rsidR="00EA1311">
        <w:rPr>
          <w:rFonts w:asciiTheme="minorBidi" w:hAnsiTheme="minorBidi" w:cstheme="minorBidi"/>
        </w:rPr>
        <w:tab/>
      </w:r>
      <w:r w:rsidR="00EA1311" w:rsidRPr="00EA1311">
        <w:rPr>
          <w:rFonts w:asciiTheme="minorBidi" w:hAnsiTheme="minorBidi" w:cstheme="minorBidi"/>
          <w:b w:val="0"/>
          <w:bCs w:val="0"/>
        </w:rPr>
        <w:t>12</w:t>
      </w:r>
    </w:p>
    <w:p w14:paraId="36CAAF3D" w14:textId="77777777" w:rsidR="003E67AC" w:rsidRPr="00FE5F9C" w:rsidRDefault="003E67AC" w:rsidP="003E67AC">
      <w:pPr>
        <w:pStyle w:val="Textedebase"/>
        <w:rPr>
          <w:rFonts w:asciiTheme="minorBidi" w:hAnsiTheme="minorBidi" w:cstheme="minorBidi"/>
        </w:rPr>
      </w:pPr>
    </w:p>
    <w:p w14:paraId="18B19AD1"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17 – Marchandises dangereuses et </w:t>
      </w:r>
      <w:r w:rsidR="003E67AC" w:rsidRPr="00FE5F9C">
        <w:rPr>
          <w:rFonts w:asciiTheme="minorBidi" w:hAnsiTheme="minorBidi" w:cstheme="minorBidi"/>
        </w:rPr>
        <w:t>envois de l</w:t>
      </w:r>
      <w:r w:rsidR="003E67AC" w:rsidRPr="00FE5F9C">
        <w:rPr>
          <w:rFonts w:asciiTheme="minorBidi" w:hAnsiTheme="minorBidi" w:cs="Arial"/>
        </w:rPr>
        <w:t>’UPU</w:t>
      </w:r>
      <w:r w:rsidRPr="00FE5F9C">
        <w:rPr>
          <w:rFonts w:asciiTheme="minorBidi" w:hAnsiTheme="minorBidi" w:cstheme="minorBidi"/>
        </w:rPr>
        <w:t xml:space="preserve"> admis à tort</w:t>
      </w:r>
      <w:r w:rsidR="00EA1311">
        <w:rPr>
          <w:rFonts w:asciiTheme="minorBidi" w:hAnsiTheme="minorBidi" w:cstheme="minorBidi"/>
        </w:rPr>
        <w:tab/>
        <w:t>12</w:t>
      </w:r>
    </w:p>
    <w:p w14:paraId="708D0DBA" w14:textId="77777777" w:rsidR="003E67AC" w:rsidRPr="00FE5F9C" w:rsidRDefault="003E67AC" w:rsidP="003E67AC">
      <w:pPr>
        <w:pStyle w:val="Textedebase"/>
        <w:rPr>
          <w:rFonts w:asciiTheme="minorBidi" w:hAnsiTheme="minorBidi" w:cstheme="minorBidi"/>
        </w:rPr>
      </w:pPr>
    </w:p>
    <w:p w14:paraId="6E54958C"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18 – </w:t>
      </w:r>
      <w:r w:rsidR="003E67AC" w:rsidRPr="00FE5F9C">
        <w:rPr>
          <w:rFonts w:asciiTheme="minorBidi" w:hAnsiTheme="minorBidi" w:cstheme="minorBidi"/>
        </w:rPr>
        <w:t>Échange de m</w:t>
      </w:r>
      <w:r w:rsidRPr="00FE5F9C">
        <w:rPr>
          <w:rFonts w:asciiTheme="minorBidi" w:hAnsiTheme="minorBidi" w:cstheme="minorBidi"/>
        </w:rPr>
        <w:t>essages EDI</w:t>
      </w:r>
      <w:r w:rsidR="00EA1311">
        <w:rPr>
          <w:rFonts w:asciiTheme="minorBidi" w:hAnsiTheme="minorBidi" w:cstheme="minorBidi"/>
        </w:rPr>
        <w:tab/>
        <w:t>12</w:t>
      </w:r>
    </w:p>
    <w:p w14:paraId="3DFA1B2A" w14:textId="77777777" w:rsidR="00A6228A" w:rsidRPr="00FE5F9C" w:rsidRDefault="00A6228A" w:rsidP="00A6228A">
      <w:pPr>
        <w:pStyle w:val="Titre1"/>
        <w:tabs>
          <w:tab w:val="right" w:pos="9639"/>
        </w:tabs>
        <w:rPr>
          <w:rFonts w:asciiTheme="minorBidi" w:hAnsiTheme="minorBidi" w:cstheme="minorBidi"/>
          <w:b w:val="0"/>
        </w:rPr>
      </w:pPr>
    </w:p>
    <w:p w14:paraId="3EF0E51D" w14:textId="77777777" w:rsidR="003E67AC" w:rsidRPr="00FE5F9C" w:rsidRDefault="003E67AC" w:rsidP="003E67AC">
      <w:pPr>
        <w:pStyle w:val="Textedebase"/>
      </w:pPr>
    </w:p>
    <w:p w14:paraId="3A924E9F"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rPr>
        <w:t>VI.</w:t>
      </w:r>
      <w:r w:rsidRPr="00FE5F9C">
        <w:rPr>
          <w:rFonts w:asciiTheme="minorBidi" w:hAnsiTheme="minorBidi" w:cstheme="minorBidi"/>
        </w:rPr>
        <w:tab/>
      </w:r>
      <w:r w:rsidRPr="00EE7A87">
        <w:rPr>
          <w:rFonts w:asciiTheme="minorBidi" w:hAnsiTheme="minorBidi" w:cstheme="minorBidi"/>
          <w:bCs w:val="0"/>
        </w:rPr>
        <w:t>Tarifs</w:t>
      </w:r>
      <w:r w:rsidR="00EA1311">
        <w:rPr>
          <w:rFonts w:asciiTheme="minorBidi" w:hAnsiTheme="minorBidi" w:cstheme="minorBidi"/>
          <w:bCs w:val="0"/>
        </w:rPr>
        <w:tab/>
      </w:r>
      <w:r w:rsidR="00EA1311" w:rsidRPr="00EA1311">
        <w:rPr>
          <w:rFonts w:asciiTheme="minorBidi" w:hAnsiTheme="minorBidi" w:cstheme="minorBidi"/>
          <w:b w:val="0"/>
        </w:rPr>
        <w:t>12</w:t>
      </w:r>
    </w:p>
    <w:p w14:paraId="19DEEF5F" w14:textId="77777777" w:rsidR="00EE7A87" w:rsidRDefault="00EE7A87" w:rsidP="002D7E64">
      <w:pPr>
        <w:pStyle w:val="0Textedebase"/>
        <w:tabs>
          <w:tab w:val="right" w:pos="9638"/>
        </w:tabs>
        <w:jc w:val="left"/>
        <w:rPr>
          <w:rFonts w:asciiTheme="minorBidi" w:hAnsiTheme="minorBidi" w:cstheme="minorBidi"/>
        </w:rPr>
      </w:pPr>
    </w:p>
    <w:p w14:paraId="1891DF8A" w14:textId="77777777" w:rsidR="00A6228A" w:rsidRPr="00FE5F9C" w:rsidRDefault="00A622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Article 19 – Tarifs</w:t>
      </w:r>
      <w:r w:rsidR="00EA1311">
        <w:rPr>
          <w:rFonts w:asciiTheme="minorBidi" w:hAnsiTheme="minorBidi" w:cstheme="minorBidi"/>
        </w:rPr>
        <w:tab/>
        <w:t>12</w:t>
      </w:r>
    </w:p>
    <w:p w14:paraId="2F39644F" w14:textId="77777777" w:rsidR="00A6228A" w:rsidRPr="00FE5F9C" w:rsidRDefault="00A6228A" w:rsidP="00A6228A">
      <w:pPr>
        <w:pStyle w:val="Titre1"/>
        <w:tabs>
          <w:tab w:val="right" w:pos="9639"/>
        </w:tabs>
        <w:rPr>
          <w:rFonts w:asciiTheme="minorBidi" w:hAnsiTheme="minorBidi" w:cstheme="minorBidi"/>
          <w:b w:val="0"/>
        </w:rPr>
      </w:pPr>
    </w:p>
    <w:p w14:paraId="47CA06DC" w14:textId="77777777" w:rsidR="003E67AC" w:rsidRPr="00FE5F9C" w:rsidRDefault="003E67AC">
      <w:pPr>
        <w:spacing w:line="240" w:lineRule="auto"/>
        <w:rPr>
          <w:rFonts w:asciiTheme="minorBidi" w:hAnsiTheme="minorBidi" w:cstheme="minorBidi"/>
          <w:b/>
        </w:rPr>
      </w:pPr>
      <w:r w:rsidRPr="00FE5F9C">
        <w:rPr>
          <w:rFonts w:asciiTheme="minorBidi" w:hAnsiTheme="minorBidi" w:cstheme="minorBidi"/>
          <w:bCs/>
        </w:rPr>
        <w:br w:type="page"/>
      </w:r>
    </w:p>
    <w:p w14:paraId="2C760FCC"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lastRenderedPageBreak/>
        <w:t>VII.</w:t>
      </w:r>
      <w:r w:rsidRPr="00FE5F9C">
        <w:rPr>
          <w:rFonts w:asciiTheme="minorBidi" w:hAnsiTheme="minorBidi" w:cstheme="minorBidi"/>
          <w:bCs w:val="0"/>
        </w:rPr>
        <w:tab/>
      </w:r>
      <w:r w:rsidRPr="00EE7A87">
        <w:rPr>
          <w:rFonts w:asciiTheme="minorBidi" w:hAnsiTheme="minorBidi" w:cstheme="minorBidi"/>
          <w:bCs w:val="0"/>
        </w:rPr>
        <w:t>Modalités</w:t>
      </w:r>
      <w:r w:rsidRPr="00FE5F9C">
        <w:rPr>
          <w:rFonts w:asciiTheme="minorBidi" w:hAnsiTheme="minorBidi" w:cstheme="minorBidi"/>
        </w:rPr>
        <w:t xml:space="preserve"> de paiement</w:t>
      </w:r>
      <w:r w:rsidR="00EA1311">
        <w:rPr>
          <w:rFonts w:asciiTheme="minorBidi" w:hAnsiTheme="minorBidi" w:cstheme="minorBidi"/>
        </w:rPr>
        <w:tab/>
      </w:r>
      <w:r w:rsidR="00EA1311" w:rsidRPr="00EA1311">
        <w:rPr>
          <w:rFonts w:asciiTheme="minorBidi" w:hAnsiTheme="minorBidi" w:cstheme="minorBidi"/>
          <w:b w:val="0"/>
          <w:bCs w:val="0"/>
        </w:rPr>
        <w:t>13</w:t>
      </w:r>
    </w:p>
    <w:p w14:paraId="4848D1D6" w14:textId="77777777" w:rsidR="003E67AC" w:rsidRPr="00FE5F9C" w:rsidRDefault="003E67AC" w:rsidP="003E67AC">
      <w:pPr>
        <w:pStyle w:val="Textedebase"/>
        <w:rPr>
          <w:rFonts w:asciiTheme="minorBidi" w:hAnsiTheme="minorBidi" w:cstheme="minorBidi"/>
        </w:rPr>
      </w:pPr>
    </w:p>
    <w:p w14:paraId="2CA6D895" w14:textId="77777777" w:rsidR="00A6228A" w:rsidRPr="00FE5F9C" w:rsidRDefault="003E67AC"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20 – Facturation</w:t>
      </w:r>
      <w:r w:rsidR="00EA1311">
        <w:rPr>
          <w:rFonts w:asciiTheme="minorBidi" w:hAnsiTheme="minorBidi" w:cstheme="minorBidi"/>
        </w:rPr>
        <w:tab/>
        <w:t>13</w:t>
      </w:r>
    </w:p>
    <w:p w14:paraId="17CF9DCE" w14:textId="77777777" w:rsidR="003E67AC" w:rsidRPr="00FE5F9C" w:rsidRDefault="003E67AC" w:rsidP="003E67AC">
      <w:pPr>
        <w:pStyle w:val="Textedebase"/>
        <w:rPr>
          <w:rFonts w:asciiTheme="minorBidi" w:hAnsiTheme="minorBidi" w:cstheme="minorBidi"/>
        </w:rPr>
      </w:pPr>
    </w:p>
    <w:p w14:paraId="12E59ADD"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21 – Paiement</w:t>
      </w:r>
      <w:r w:rsidR="00EA1311">
        <w:rPr>
          <w:rFonts w:asciiTheme="minorBidi" w:hAnsiTheme="minorBidi" w:cstheme="minorBidi"/>
        </w:rPr>
        <w:tab/>
        <w:t>13</w:t>
      </w:r>
    </w:p>
    <w:p w14:paraId="0D72DE84" w14:textId="77777777" w:rsidR="003E67AC" w:rsidRPr="00FE5F9C" w:rsidRDefault="003E67AC" w:rsidP="003E67AC">
      <w:pPr>
        <w:pStyle w:val="Textedebase"/>
        <w:rPr>
          <w:rFonts w:asciiTheme="minorBidi" w:hAnsiTheme="minorBidi" w:cstheme="minorBidi"/>
        </w:rPr>
      </w:pPr>
    </w:p>
    <w:p w14:paraId="0ACF1359" w14:textId="77777777" w:rsidR="00A6228A" w:rsidRPr="00FE5F9C" w:rsidRDefault="003E67AC"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 xml:space="preserve">Article </w:t>
      </w:r>
      <w:r w:rsidR="00A6228A" w:rsidRPr="00FE5F9C">
        <w:rPr>
          <w:rFonts w:asciiTheme="minorBidi" w:hAnsiTheme="minorBidi" w:cstheme="minorBidi"/>
        </w:rPr>
        <w:t>22 – Différends concernant la facturation</w:t>
      </w:r>
      <w:r w:rsidR="00EA1311">
        <w:rPr>
          <w:rFonts w:asciiTheme="minorBidi" w:hAnsiTheme="minorBidi" w:cstheme="minorBidi"/>
        </w:rPr>
        <w:tab/>
        <w:t>13</w:t>
      </w:r>
    </w:p>
    <w:p w14:paraId="4525E2F2" w14:textId="77777777" w:rsidR="00A6228A" w:rsidRPr="00FE5F9C" w:rsidRDefault="00A6228A" w:rsidP="00A6228A">
      <w:pPr>
        <w:pStyle w:val="Titre1"/>
        <w:tabs>
          <w:tab w:val="right" w:pos="9639"/>
        </w:tabs>
        <w:rPr>
          <w:rFonts w:asciiTheme="minorBidi" w:hAnsiTheme="minorBidi" w:cstheme="minorBidi"/>
          <w:b w:val="0"/>
        </w:rPr>
      </w:pPr>
    </w:p>
    <w:p w14:paraId="59803ECC" w14:textId="77777777" w:rsidR="003E67AC" w:rsidRPr="00FE5F9C" w:rsidRDefault="003E67AC" w:rsidP="003E67AC">
      <w:pPr>
        <w:pStyle w:val="Textedebase"/>
      </w:pPr>
    </w:p>
    <w:p w14:paraId="27F5ECA1"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t>VIII.</w:t>
      </w:r>
      <w:r w:rsidRPr="00FE5F9C">
        <w:rPr>
          <w:rFonts w:asciiTheme="minorBidi" w:hAnsiTheme="minorBidi" w:cstheme="minorBidi"/>
          <w:bCs w:val="0"/>
        </w:rPr>
        <w:tab/>
      </w:r>
      <w:r w:rsidRPr="00EE7A87">
        <w:rPr>
          <w:rFonts w:asciiTheme="minorBidi" w:hAnsiTheme="minorBidi" w:cstheme="minorBidi"/>
          <w:bCs w:val="0"/>
        </w:rPr>
        <w:t>Irrégularités</w:t>
      </w:r>
      <w:r w:rsidRPr="00FE5F9C">
        <w:rPr>
          <w:rFonts w:asciiTheme="minorBidi" w:hAnsiTheme="minorBidi" w:cstheme="minorBidi"/>
        </w:rPr>
        <w:t xml:space="preserve"> et responsabilité</w:t>
      </w:r>
      <w:r w:rsidR="00EA1311">
        <w:rPr>
          <w:rFonts w:asciiTheme="minorBidi" w:hAnsiTheme="minorBidi" w:cstheme="minorBidi"/>
        </w:rPr>
        <w:tab/>
      </w:r>
      <w:r w:rsidR="00EA1311" w:rsidRPr="00EA1311">
        <w:rPr>
          <w:rFonts w:asciiTheme="minorBidi" w:hAnsiTheme="minorBidi" w:cstheme="minorBidi"/>
          <w:b w:val="0"/>
          <w:bCs w:val="0"/>
        </w:rPr>
        <w:t>14</w:t>
      </w:r>
    </w:p>
    <w:p w14:paraId="2083B222" w14:textId="77777777" w:rsidR="003E67AC" w:rsidRPr="00FE5F9C" w:rsidRDefault="003E67AC" w:rsidP="003E67AC">
      <w:pPr>
        <w:pStyle w:val="0Textedebase"/>
        <w:jc w:val="left"/>
        <w:rPr>
          <w:rFonts w:asciiTheme="minorBidi" w:hAnsiTheme="minorBidi" w:cstheme="minorBidi"/>
        </w:rPr>
      </w:pPr>
    </w:p>
    <w:p w14:paraId="77558D6D"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23 – Irrégularités</w:t>
      </w:r>
      <w:r w:rsidR="00EA1311">
        <w:rPr>
          <w:rFonts w:asciiTheme="minorBidi" w:hAnsiTheme="minorBidi" w:cstheme="minorBidi"/>
        </w:rPr>
        <w:tab/>
        <w:t>14</w:t>
      </w:r>
    </w:p>
    <w:p w14:paraId="281F8EF4" w14:textId="77777777" w:rsidR="003E67AC" w:rsidRPr="00FE5F9C" w:rsidRDefault="003E67AC" w:rsidP="003E67AC">
      <w:pPr>
        <w:pStyle w:val="0Textedebase"/>
        <w:jc w:val="left"/>
        <w:rPr>
          <w:rFonts w:asciiTheme="minorBidi" w:hAnsiTheme="minorBidi" w:cstheme="minorBidi"/>
        </w:rPr>
      </w:pPr>
    </w:p>
    <w:p w14:paraId="5DBBDFF6"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 xml:space="preserve">Article 24 – Responsabilité </w:t>
      </w:r>
      <w:r w:rsidR="00EA1311">
        <w:rPr>
          <w:rFonts w:asciiTheme="minorBidi" w:hAnsiTheme="minorBidi" w:cstheme="minorBidi"/>
        </w:rPr>
        <w:tab/>
        <w:t>15</w:t>
      </w:r>
    </w:p>
    <w:p w14:paraId="0B8BB87D" w14:textId="77777777" w:rsidR="003E67AC" w:rsidRPr="00FE5F9C" w:rsidRDefault="003E67AC" w:rsidP="003E67AC">
      <w:pPr>
        <w:pStyle w:val="0Textedebase"/>
        <w:jc w:val="left"/>
        <w:rPr>
          <w:rFonts w:asciiTheme="minorBidi" w:hAnsiTheme="minorBidi" w:cstheme="minorBidi"/>
        </w:rPr>
      </w:pPr>
    </w:p>
    <w:p w14:paraId="0A3137E7"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25 – Limitation de la responsabilité</w:t>
      </w:r>
      <w:r w:rsidR="00EA1311">
        <w:rPr>
          <w:rFonts w:asciiTheme="minorBidi" w:hAnsiTheme="minorBidi" w:cstheme="minorBidi"/>
        </w:rPr>
        <w:tab/>
        <w:t>16</w:t>
      </w:r>
    </w:p>
    <w:p w14:paraId="1D3A5E01" w14:textId="77777777" w:rsidR="003E67AC" w:rsidRPr="00FE5F9C" w:rsidRDefault="003E67AC" w:rsidP="003E67AC">
      <w:pPr>
        <w:pStyle w:val="0Textedebase"/>
        <w:jc w:val="left"/>
        <w:rPr>
          <w:rFonts w:asciiTheme="minorBidi" w:hAnsiTheme="minorBidi" w:cstheme="minorBidi"/>
        </w:rPr>
      </w:pPr>
    </w:p>
    <w:p w14:paraId="633511F8"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26 – Exonération de la responsabilité</w:t>
      </w:r>
      <w:r w:rsidR="00EA1311">
        <w:rPr>
          <w:rFonts w:asciiTheme="minorBidi" w:hAnsiTheme="minorBidi" w:cstheme="minorBidi"/>
        </w:rPr>
        <w:tab/>
        <w:t>16</w:t>
      </w:r>
    </w:p>
    <w:p w14:paraId="05FF4D7C" w14:textId="77777777" w:rsidR="00A6228A" w:rsidRPr="00FE5F9C" w:rsidRDefault="00A6228A" w:rsidP="00A6228A">
      <w:pPr>
        <w:pStyle w:val="Titre1"/>
        <w:tabs>
          <w:tab w:val="left" w:pos="9214"/>
          <w:tab w:val="right" w:pos="9639"/>
        </w:tabs>
        <w:rPr>
          <w:rFonts w:asciiTheme="minorBidi" w:hAnsiTheme="minorBidi" w:cstheme="minorBidi"/>
          <w:b w:val="0"/>
        </w:rPr>
      </w:pPr>
    </w:p>
    <w:p w14:paraId="2E4C4139" w14:textId="77777777" w:rsidR="00450187" w:rsidRPr="00FE5F9C" w:rsidRDefault="00450187" w:rsidP="00450187">
      <w:pPr>
        <w:pStyle w:val="Textedebase"/>
      </w:pPr>
    </w:p>
    <w:p w14:paraId="3E6F03DF"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t>IX.</w:t>
      </w:r>
      <w:r w:rsidRPr="00FE5F9C">
        <w:rPr>
          <w:rFonts w:asciiTheme="minorBidi" w:hAnsiTheme="minorBidi" w:cstheme="minorBidi"/>
          <w:bCs w:val="0"/>
        </w:rPr>
        <w:tab/>
      </w:r>
      <w:r w:rsidRPr="00FE5F9C">
        <w:rPr>
          <w:rFonts w:asciiTheme="minorBidi" w:hAnsiTheme="minorBidi" w:cstheme="minorBidi"/>
        </w:rPr>
        <w:t>Durée et extinction du Contrat</w:t>
      </w:r>
      <w:r w:rsidR="00EA1311">
        <w:rPr>
          <w:rFonts w:asciiTheme="minorBidi" w:hAnsiTheme="minorBidi" w:cstheme="minorBidi"/>
        </w:rPr>
        <w:tab/>
      </w:r>
      <w:r w:rsidR="00EA1311" w:rsidRPr="00EA1311">
        <w:rPr>
          <w:rFonts w:asciiTheme="minorBidi" w:hAnsiTheme="minorBidi" w:cstheme="minorBidi"/>
          <w:b w:val="0"/>
          <w:bCs w:val="0"/>
        </w:rPr>
        <w:t>17</w:t>
      </w:r>
    </w:p>
    <w:p w14:paraId="43F44586" w14:textId="77777777" w:rsidR="00450187" w:rsidRPr="00FE5F9C" w:rsidRDefault="00450187" w:rsidP="00450187">
      <w:pPr>
        <w:pStyle w:val="Textedebase"/>
        <w:rPr>
          <w:rFonts w:asciiTheme="minorBidi" w:hAnsiTheme="minorBidi" w:cstheme="minorBidi"/>
        </w:rPr>
      </w:pPr>
    </w:p>
    <w:p w14:paraId="0D1BF269"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27 – Entrée en vigueur et durée du Contrat</w:t>
      </w:r>
      <w:r w:rsidR="00EA1311">
        <w:rPr>
          <w:rFonts w:asciiTheme="minorBidi" w:hAnsiTheme="minorBidi" w:cstheme="minorBidi"/>
        </w:rPr>
        <w:tab/>
        <w:t>17</w:t>
      </w:r>
    </w:p>
    <w:p w14:paraId="042F59A0" w14:textId="77777777" w:rsidR="00450187" w:rsidRPr="00FE5F9C" w:rsidRDefault="00450187" w:rsidP="00450187">
      <w:pPr>
        <w:pStyle w:val="Textedebase"/>
        <w:rPr>
          <w:rFonts w:asciiTheme="minorBidi" w:hAnsiTheme="minorBidi" w:cstheme="minorBidi"/>
        </w:rPr>
      </w:pPr>
    </w:p>
    <w:p w14:paraId="278DFA6F" w14:textId="77777777" w:rsidR="00A6228A" w:rsidRPr="00FE5F9C" w:rsidRDefault="00A622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Article 28 – Résil</w:t>
      </w:r>
      <w:r w:rsidR="00450187" w:rsidRPr="00FE5F9C">
        <w:rPr>
          <w:rFonts w:asciiTheme="minorBidi" w:hAnsiTheme="minorBidi" w:cstheme="minorBidi"/>
        </w:rPr>
        <w:t>i</w:t>
      </w:r>
      <w:r w:rsidRPr="00FE5F9C">
        <w:rPr>
          <w:rFonts w:asciiTheme="minorBidi" w:hAnsiTheme="minorBidi" w:cstheme="minorBidi"/>
        </w:rPr>
        <w:t>ation du Contrat</w:t>
      </w:r>
      <w:r w:rsidR="00EA1311">
        <w:rPr>
          <w:rFonts w:asciiTheme="minorBidi" w:hAnsiTheme="minorBidi" w:cstheme="minorBidi"/>
        </w:rPr>
        <w:tab/>
        <w:t>17</w:t>
      </w:r>
    </w:p>
    <w:p w14:paraId="0CCD4DB8" w14:textId="77777777" w:rsidR="00A6228A" w:rsidRPr="00FE5F9C" w:rsidRDefault="00A6228A" w:rsidP="00A6228A">
      <w:pPr>
        <w:pStyle w:val="Titre1"/>
        <w:tabs>
          <w:tab w:val="left" w:pos="9214"/>
          <w:tab w:val="right" w:pos="9639"/>
        </w:tabs>
        <w:rPr>
          <w:rFonts w:asciiTheme="minorBidi" w:hAnsiTheme="minorBidi" w:cstheme="minorBidi"/>
          <w:b w:val="0"/>
        </w:rPr>
      </w:pPr>
    </w:p>
    <w:p w14:paraId="3B2B33B5" w14:textId="77777777" w:rsidR="00450187" w:rsidRPr="00FE5F9C" w:rsidRDefault="00450187" w:rsidP="00450187">
      <w:pPr>
        <w:pStyle w:val="Textedebase"/>
      </w:pPr>
    </w:p>
    <w:p w14:paraId="036B7283" w14:textId="77777777" w:rsidR="00A6228A" w:rsidRPr="00FE5F9C" w:rsidRDefault="00A6228A" w:rsidP="00A6228A">
      <w:pPr>
        <w:pStyle w:val="Titre1"/>
        <w:tabs>
          <w:tab w:val="right" w:pos="9639"/>
        </w:tabs>
        <w:rPr>
          <w:rFonts w:asciiTheme="minorBidi" w:hAnsiTheme="minorBidi" w:cstheme="minorBidi"/>
          <w:b w:val="0"/>
        </w:rPr>
      </w:pPr>
      <w:r w:rsidRPr="00FE5F9C">
        <w:rPr>
          <w:rFonts w:asciiTheme="minorBidi" w:hAnsiTheme="minorBidi" w:cstheme="minorBidi"/>
          <w:bCs w:val="0"/>
        </w:rPr>
        <w:t>X.</w:t>
      </w:r>
      <w:r w:rsidRPr="00FE5F9C">
        <w:rPr>
          <w:rFonts w:asciiTheme="minorBidi" w:hAnsiTheme="minorBidi" w:cstheme="minorBidi"/>
          <w:bCs w:val="0"/>
        </w:rPr>
        <w:tab/>
        <w:t>Litiges</w:t>
      </w:r>
      <w:r w:rsidR="00EA1311">
        <w:rPr>
          <w:rFonts w:asciiTheme="minorBidi" w:hAnsiTheme="minorBidi" w:cstheme="minorBidi"/>
          <w:b w:val="0"/>
        </w:rPr>
        <w:tab/>
        <w:t>18</w:t>
      </w:r>
    </w:p>
    <w:p w14:paraId="4C14B134" w14:textId="77777777" w:rsidR="00450187" w:rsidRPr="00FE5F9C" w:rsidRDefault="00450187" w:rsidP="00450187">
      <w:pPr>
        <w:pStyle w:val="Textedebase"/>
        <w:rPr>
          <w:rFonts w:asciiTheme="minorBidi" w:hAnsiTheme="minorBidi" w:cstheme="minorBidi"/>
        </w:rPr>
      </w:pPr>
    </w:p>
    <w:p w14:paraId="50DEF8C6" w14:textId="77777777" w:rsidR="00A6228A" w:rsidRPr="00FE5F9C" w:rsidRDefault="00A622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Article 29 – Loi applicable et juridiction compétente</w:t>
      </w:r>
      <w:r w:rsidR="00EA1311">
        <w:rPr>
          <w:rFonts w:asciiTheme="minorBidi" w:hAnsiTheme="minorBidi" w:cstheme="minorBidi"/>
        </w:rPr>
        <w:tab/>
        <w:t>18</w:t>
      </w:r>
    </w:p>
    <w:p w14:paraId="14FA9874" w14:textId="77777777" w:rsidR="00A6228A" w:rsidRPr="00FE5F9C" w:rsidRDefault="00A6228A" w:rsidP="00A6228A">
      <w:pPr>
        <w:pStyle w:val="Titre1"/>
        <w:tabs>
          <w:tab w:val="left" w:pos="9214"/>
          <w:tab w:val="right" w:pos="9639"/>
        </w:tabs>
        <w:rPr>
          <w:rFonts w:asciiTheme="minorBidi" w:hAnsiTheme="minorBidi" w:cstheme="minorBidi"/>
          <w:b w:val="0"/>
        </w:rPr>
      </w:pPr>
    </w:p>
    <w:p w14:paraId="6CB7496B" w14:textId="77777777" w:rsidR="00450187" w:rsidRPr="00FE5F9C" w:rsidRDefault="00450187" w:rsidP="00450187">
      <w:pPr>
        <w:pStyle w:val="Textedebase"/>
      </w:pPr>
    </w:p>
    <w:p w14:paraId="4E887F50" w14:textId="77777777" w:rsidR="00A6228A" w:rsidRPr="00FE5F9C" w:rsidRDefault="00A6228A" w:rsidP="00EA1311">
      <w:pPr>
        <w:pStyle w:val="Titre1"/>
        <w:tabs>
          <w:tab w:val="right" w:pos="9639"/>
        </w:tabs>
        <w:rPr>
          <w:rFonts w:asciiTheme="minorBidi" w:hAnsiTheme="minorBidi" w:cstheme="minorBidi"/>
          <w:b w:val="0"/>
        </w:rPr>
      </w:pPr>
      <w:r w:rsidRPr="00FE5F9C">
        <w:rPr>
          <w:rFonts w:asciiTheme="minorBidi" w:hAnsiTheme="minorBidi" w:cstheme="minorBidi"/>
          <w:bCs w:val="0"/>
        </w:rPr>
        <w:t>XI.</w:t>
      </w:r>
      <w:r w:rsidRPr="00FE5F9C">
        <w:rPr>
          <w:rFonts w:asciiTheme="minorBidi" w:hAnsiTheme="minorBidi" w:cstheme="minorBidi"/>
          <w:bCs w:val="0"/>
        </w:rPr>
        <w:tab/>
      </w:r>
      <w:r w:rsidRPr="00EE7A87">
        <w:rPr>
          <w:rFonts w:asciiTheme="minorBidi" w:hAnsiTheme="minorBidi" w:cstheme="minorBidi"/>
          <w:bCs w:val="0"/>
        </w:rPr>
        <w:t>Dispositions</w:t>
      </w:r>
      <w:r w:rsidRPr="00FE5F9C">
        <w:rPr>
          <w:rFonts w:asciiTheme="minorBidi" w:hAnsiTheme="minorBidi" w:cstheme="minorBidi"/>
        </w:rPr>
        <w:t xml:space="preserve"> finales</w:t>
      </w:r>
      <w:r w:rsidRPr="00FE5F9C">
        <w:rPr>
          <w:rFonts w:asciiTheme="minorBidi" w:hAnsiTheme="minorBidi" w:cstheme="minorBidi"/>
        </w:rPr>
        <w:tab/>
      </w:r>
      <w:r w:rsidRPr="00EA1311">
        <w:rPr>
          <w:rFonts w:asciiTheme="minorBidi" w:hAnsiTheme="minorBidi" w:cstheme="minorBidi"/>
          <w:b w:val="0"/>
          <w:bCs w:val="0"/>
        </w:rPr>
        <w:t>1</w:t>
      </w:r>
      <w:r w:rsidR="00EA1311" w:rsidRPr="00EA1311">
        <w:rPr>
          <w:rFonts w:asciiTheme="minorBidi" w:hAnsiTheme="minorBidi" w:cstheme="minorBidi"/>
          <w:b w:val="0"/>
          <w:bCs w:val="0"/>
        </w:rPr>
        <w:t>8</w:t>
      </w:r>
    </w:p>
    <w:p w14:paraId="6588FA33" w14:textId="77777777" w:rsidR="00450187" w:rsidRPr="00FE5F9C" w:rsidRDefault="00450187" w:rsidP="00450187">
      <w:pPr>
        <w:pStyle w:val="Textedebase"/>
        <w:rPr>
          <w:rFonts w:asciiTheme="minorBidi" w:hAnsiTheme="minorBidi" w:cstheme="minorBidi"/>
        </w:rPr>
      </w:pPr>
    </w:p>
    <w:p w14:paraId="52F36412"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30 – Informations confidentielles</w:t>
      </w:r>
      <w:r w:rsidR="00EA1311">
        <w:rPr>
          <w:rFonts w:asciiTheme="minorBidi" w:hAnsiTheme="minorBidi" w:cstheme="minorBidi"/>
        </w:rPr>
        <w:tab/>
        <w:t>18</w:t>
      </w:r>
    </w:p>
    <w:p w14:paraId="5E52F5CE" w14:textId="77777777" w:rsidR="00450187" w:rsidRPr="00FE5F9C" w:rsidRDefault="00450187" w:rsidP="00450187">
      <w:pPr>
        <w:pStyle w:val="Textedebase"/>
        <w:rPr>
          <w:rFonts w:asciiTheme="minorBidi" w:hAnsiTheme="minorBidi" w:cstheme="minorBidi"/>
        </w:rPr>
      </w:pPr>
    </w:p>
    <w:p w14:paraId="2FACD5ED"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31 – Force majeure</w:t>
      </w:r>
      <w:r w:rsidR="00EA1311">
        <w:rPr>
          <w:rFonts w:asciiTheme="minorBidi" w:hAnsiTheme="minorBidi" w:cstheme="minorBidi"/>
        </w:rPr>
        <w:tab/>
        <w:t>18</w:t>
      </w:r>
    </w:p>
    <w:p w14:paraId="1497A2C4" w14:textId="77777777" w:rsidR="00450187" w:rsidRPr="00FE5F9C" w:rsidRDefault="00450187" w:rsidP="00450187">
      <w:pPr>
        <w:pStyle w:val="Textedebase"/>
        <w:rPr>
          <w:rFonts w:asciiTheme="minorBidi" w:hAnsiTheme="minorBidi" w:cstheme="minorBidi"/>
        </w:rPr>
      </w:pPr>
    </w:p>
    <w:p w14:paraId="184BFF7D" w14:textId="77777777" w:rsidR="00A6228A" w:rsidRPr="00FE5F9C" w:rsidRDefault="00A6228A" w:rsidP="002D7E64">
      <w:pPr>
        <w:pStyle w:val="0Textedebase"/>
        <w:tabs>
          <w:tab w:val="right" w:pos="9638"/>
        </w:tabs>
        <w:jc w:val="left"/>
        <w:rPr>
          <w:rFonts w:asciiTheme="minorBidi" w:hAnsiTheme="minorBidi" w:cstheme="minorBidi"/>
        </w:rPr>
      </w:pPr>
      <w:r w:rsidRPr="00FE5F9C">
        <w:rPr>
          <w:rFonts w:asciiTheme="minorBidi" w:hAnsiTheme="minorBidi" w:cstheme="minorBidi"/>
        </w:rPr>
        <w:t>Article 32 – Modifications</w:t>
      </w:r>
      <w:r w:rsidR="00EA1311">
        <w:rPr>
          <w:rFonts w:asciiTheme="minorBidi" w:hAnsiTheme="minorBidi" w:cstheme="minorBidi"/>
        </w:rPr>
        <w:tab/>
        <w:t>18</w:t>
      </w:r>
    </w:p>
    <w:p w14:paraId="3695206C" w14:textId="77777777" w:rsidR="00450187" w:rsidRPr="00FE5F9C" w:rsidRDefault="00450187" w:rsidP="00450187">
      <w:pPr>
        <w:pStyle w:val="Textedebase"/>
        <w:rPr>
          <w:rFonts w:asciiTheme="minorBidi" w:hAnsiTheme="minorBidi" w:cstheme="minorBidi"/>
        </w:rPr>
      </w:pPr>
    </w:p>
    <w:p w14:paraId="1209AA0D" w14:textId="77777777" w:rsidR="00A6228A" w:rsidRPr="00FE5F9C" w:rsidRDefault="00A6228A" w:rsidP="002D7E64">
      <w:pPr>
        <w:pStyle w:val="0Textedebase"/>
        <w:tabs>
          <w:tab w:val="right" w:pos="9638"/>
        </w:tabs>
        <w:jc w:val="left"/>
        <w:rPr>
          <w:rFonts w:asciiTheme="minorBidi" w:hAnsiTheme="minorBidi" w:cstheme="minorBidi"/>
          <w:b/>
        </w:rPr>
      </w:pPr>
      <w:r w:rsidRPr="00FE5F9C">
        <w:rPr>
          <w:rFonts w:asciiTheme="minorBidi" w:hAnsiTheme="minorBidi" w:cstheme="minorBidi"/>
        </w:rPr>
        <w:t>Article 33 – Divisibilité</w:t>
      </w:r>
      <w:r w:rsidR="00EA1311">
        <w:rPr>
          <w:rFonts w:asciiTheme="minorBidi" w:hAnsiTheme="minorBidi" w:cstheme="minorBidi"/>
        </w:rPr>
        <w:tab/>
        <w:t>18</w:t>
      </w:r>
    </w:p>
    <w:p w14:paraId="17CD6DE5" w14:textId="77777777" w:rsidR="00A6228A" w:rsidRPr="00FE5F9C" w:rsidRDefault="00A6228A" w:rsidP="00A6228A">
      <w:pPr>
        <w:pStyle w:val="Titre1"/>
        <w:tabs>
          <w:tab w:val="left" w:pos="9214"/>
          <w:tab w:val="right" w:pos="9639"/>
        </w:tabs>
        <w:ind w:left="0" w:firstLine="0"/>
        <w:rPr>
          <w:rFonts w:asciiTheme="minorBidi" w:hAnsiTheme="minorBidi" w:cstheme="minorBidi"/>
          <w:b w:val="0"/>
        </w:rPr>
      </w:pPr>
    </w:p>
    <w:p w14:paraId="3EFDB45F" w14:textId="77777777" w:rsidR="00A6228A" w:rsidRPr="00FE5F9C" w:rsidRDefault="00A6228A" w:rsidP="00A6228A">
      <w:pPr>
        <w:pStyle w:val="Textedebase"/>
        <w:rPr>
          <w:rFonts w:asciiTheme="minorBidi" w:hAnsiTheme="minorBidi" w:cstheme="minorBidi"/>
        </w:rPr>
      </w:pPr>
    </w:p>
    <w:p w14:paraId="25FD739C" w14:textId="77777777" w:rsidR="00A6228A" w:rsidRPr="00FE5F9C" w:rsidRDefault="00A6228A" w:rsidP="00A6228A">
      <w:pPr>
        <w:pStyle w:val="Titre1"/>
        <w:tabs>
          <w:tab w:val="right" w:pos="9639"/>
        </w:tabs>
        <w:rPr>
          <w:rFonts w:asciiTheme="minorBidi" w:hAnsiTheme="minorBidi" w:cstheme="minorBidi"/>
        </w:rPr>
      </w:pPr>
      <w:r w:rsidRPr="00FE5F9C">
        <w:rPr>
          <w:rFonts w:asciiTheme="minorBidi" w:hAnsiTheme="minorBidi" w:cstheme="minorBidi"/>
        </w:rPr>
        <w:t>Partie B – Liste des annexes</w:t>
      </w:r>
      <w:r w:rsidR="00EA1311">
        <w:rPr>
          <w:rFonts w:asciiTheme="minorBidi" w:hAnsiTheme="minorBidi" w:cstheme="minorBidi"/>
        </w:rPr>
        <w:tab/>
      </w:r>
      <w:r w:rsidR="00EA1311" w:rsidRPr="00EA1311">
        <w:rPr>
          <w:rFonts w:asciiTheme="minorBidi" w:hAnsiTheme="minorBidi" w:cstheme="minorBidi"/>
          <w:b w:val="0"/>
          <w:bCs w:val="0"/>
        </w:rPr>
        <w:t>20</w:t>
      </w:r>
    </w:p>
    <w:p w14:paraId="0748EC03" w14:textId="77777777" w:rsidR="00A6228A" w:rsidRPr="00FE5F9C" w:rsidRDefault="00A6228A" w:rsidP="00A6228A">
      <w:pPr>
        <w:pStyle w:val="Titre1"/>
        <w:rPr>
          <w:rFonts w:asciiTheme="minorBidi" w:hAnsiTheme="minorBidi" w:cstheme="minorBidi"/>
          <w:b w:val="0"/>
          <w:bCs w:val="0"/>
        </w:rPr>
      </w:pPr>
    </w:p>
    <w:p w14:paraId="1392D562" w14:textId="77777777" w:rsidR="00A6228A" w:rsidRPr="00FE5F9C" w:rsidRDefault="008D6FBA" w:rsidP="00A6228A">
      <w:pPr>
        <w:pStyle w:val="Titre1"/>
        <w:tabs>
          <w:tab w:val="left" w:pos="1418"/>
          <w:tab w:val="right" w:pos="9638"/>
        </w:tabs>
        <w:rPr>
          <w:rFonts w:asciiTheme="minorBidi" w:hAnsiTheme="minorBidi" w:cstheme="minorBidi"/>
          <w:b w:val="0"/>
        </w:rPr>
      </w:pPr>
      <w:r w:rsidRPr="00FE5F9C">
        <w:rPr>
          <w:rFonts w:asciiTheme="minorBidi" w:hAnsiTheme="minorBidi" w:cstheme="minorBidi"/>
          <w:b w:val="0"/>
        </w:rPr>
        <w:t xml:space="preserve">Annexe 1 – </w:t>
      </w:r>
      <w:r w:rsidR="00A6228A" w:rsidRPr="00FE5F9C">
        <w:rPr>
          <w:rFonts w:asciiTheme="minorBidi" w:hAnsiTheme="minorBidi" w:cstheme="minorBidi"/>
          <w:b w:val="0"/>
        </w:rPr>
        <w:t>Plan d’acheminement</w:t>
      </w:r>
      <w:r w:rsidR="00EA1311">
        <w:rPr>
          <w:rFonts w:asciiTheme="minorBidi" w:hAnsiTheme="minorBidi" w:cstheme="minorBidi"/>
          <w:b w:val="0"/>
        </w:rPr>
        <w:tab/>
        <w:t>21</w:t>
      </w:r>
    </w:p>
    <w:p w14:paraId="0310BD1D" w14:textId="77777777" w:rsidR="00A6228A" w:rsidRPr="00FE5F9C" w:rsidRDefault="008D6FBA" w:rsidP="00A6228A">
      <w:pPr>
        <w:pStyle w:val="Titre1"/>
        <w:tabs>
          <w:tab w:val="left" w:pos="1418"/>
          <w:tab w:val="right" w:pos="9638"/>
        </w:tabs>
        <w:spacing w:before="120"/>
        <w:rPr>
          <w:rFonts w:asciiTheme="minorBidi" w:hAnsiTheme="minorBidi" w:cstheme="minorBidi"/>
          <w:b w:val="0"/>
        </w:rPr>
      </w:pPr>
      <w:r w:rsidRPr="00FE5F9C">
        <w:rPr>
          <w:rFonts w:asciiTheme="minorBidi" w:hAnsiTheme="minorBidi" w:cstheme="minorBidi"/>
          <w:b w:val="0"/>
        </w:rPr>
        <w:t xml:space="preserve">Annexe 2 – </w:t>
      </w:r>
      <w:r w:rsidR="00A6228A" w:rsidRPr="00FE5F9C">
        <w:rPr>
          <w:rFonts w:asciiTheme="minorBidi" w:hAnsiTheme="minorBidi" w:cstheme="minorBidi"/>
          <w:b w:val="0"/>
        </w:rPr>
        <w:t>Tarifs</w:t>
      </w:r>
      <w:r w:rsidR="00EA1311">
        <w:rPr>
          <w:rFonts w:asciiTheme="minorBidi" w:hAnsiTheme="minorBidi" w:cstheme="minorBidi"/>
          <w:b w:val="0"/>
        </w:rPr>
        <w:tab/>
        <w:t>23</w:t>
      </w:r>
    </w:p>
    <w:p w14:paraId="3433B0F7" w14:textId="77777777" w:rsidR="00A6228A" w:rsidRPr="00FE5F9C" w:rsidRDefault="008D6FBA" w:rsidP="00A6228A">
      <w:pPr>
        <w:pStyle w:val="Titre1"/>
        <w:tabs>
          <w:tab w:val="left" w:pos="1418"/>
          <w:tab w:val="right" w:pos="9638"/>
        </w:tabs>
        <w:spacing w:before="120"/>
        <w:rPr>
          <w:rFonts w:asciiTheme="minorBidi" w:hAnsiTheme="minorBidi" w:cstheme="minorBidi"/>
          <w:b w:val="0"/>
        </w:rPr>
      </w:pPr>
      <w:r w:rsidRPr="00FE5F9C">
        <w:rPr>
          <w:rFonts w:asciiTheme="minorBidi" w:hAnsiTheme="minorBidi" w:cstheme="minorBidi"/>
          <w:b w:val="0"/>
        </w:rPr>
        <w:t xml:space="preserve">Annexe 3 – </w:t>
      </w:r>
      <w:r w:rsidR="00A6228A" w:rsidRPr="00FE5F9C">
        <w:rPr>
          <w:rFonts w:asciiTheme="minorBidi" w:hAnsiTheme="minorBidi" w:cstheme="minorBidi"/>
          <w:b w:val="0"/>
        </w:rPr>
        <w:t>Volumes estimés</w:t>
      </w:r>
      <w:r w:rsidR="00EA1311">
        <w:rPr>
          <w:rFonts w:asciiTheme="minorBidi" w:hAnsiTheme="minorBidi" w:cstheme="minorBidi"/>
          <w:b w:val="0"/>
        </w:rPr>
        <w:tab/>
        <w:t>24</w:t>
      </w:r>
    </w:p>
    <w:p w14:paraId="3E18CCC0" w14:textId="77777777" w:rsidR="00A6228A" w:rsidRPr="00FE5F9C" w:rsidRDefault="008D6FBA" w:rsidP="00A6228A">
      <w:pPr>
        <w:pStyle w:val="Titre1"/>
        <w:tabs>
          <w:tab w:val="left" w:pos="1418"/>
          <w:tab w:val="right" w:pos="9638"/>
        </w:tabs>
        <w:spacing w:before="120"/>
        <w:rPr>
          <w:rFonts w:asciiTheme="minorBidi" w:hAnsiTheme="minorBidi" w:cstheme="minorBidi"/>
          <w:b w:val="0"/>
        </w:rPr>
      </w:pPr>
      <w:r w:rsidRPr="00FE5F9C">
        <w:rPr>
          <w:rFonts w:asciiTheme="minorBidi" w:hAnsiTheme="minorBidi" w:cstheme="minorBidi"/>
          <w:b w:val="0"/>
        </w:rPr>
        <w:t xml:space="preserve">Annexe 4 – </w:t>
      </w:r>
      <w:r w:rsidR="00A6228A" w:rsidRPr="00FE5F9C">
        <w:rPr>
          <w:rFonts w:asciiTheme="minorBidi" w:hAnsiTheme="minorBidi" w:cstheme="minorBidi"/>
          <w:b w:val="0"/>
        </w:rPr>
        <w:t>Niveaux de performance et heures critiques de remise</w:t>
      </w:r>
      <w:r w:rsidR="00EA1311">
        <w:rPr>
          <w:rFonts w:asciiTheme="minorBidi" w:hAnsiTheme="minorBidi" w:cstheme="minorBidi"/>
          <w:b w:val="0"/>
        </w:rPr>
        <w:tab/>
        <w:t>25</w:t>
      </w:r>
    </w:p>
    <w:p w14:paraId="5873A423" w14:textId="77777777" w:rsidR="00A6228A" w:rsidRPr="00FE5F9C" w:rsidRDefault="008D6FBA" w:rsidP="00A6228A">
      <w:pPr>
        <w:pStyle w:val="Titre1"/>
        <w:tabs>
          <w:tab w:val="left" w:pos="1418"/>
          <w:tab w:val="right" w:pos="9638"/>
        </w:tabs>
        <w:spacing w:before="120"/>
        <w:rPr>
          <w:rFonts w:asciiTheme="minorBidi" w:hAnsiTheme="minorBidi" w:cstheme="minorBidi"/>
          <w:b w:val="0"/>
        </w:rPr>
      </w:pPr>
      <w:r w:rsidRPr="00FE5F9C">
        <w:rPr>
          <w:rFonts w:asciiTheme="minorBidi" w:hAnsiTheme="minorBidi" w:cstheme="minorBidi"/>
          <w:b w:val="0"/>
        </w:rPr>
        <w:t xml:space="preserve">Annexe 5 – </w:t>
      </w:r>
      <w:r w:rsidR="00A6228A" w:rsidRPr="00FE5F9C">
        <w:rPr>
          <w:rFonts w:asciiTheme="minorBidi" w:hAnsiTheme="minorBidi" w:cstheme="minorBidi"/>
          <w:b w:val="0"/>
        </w:rPr>
        <w:t xml:space="preserve">Liste de contacts du mandant </w:t>
      </w:r>
      <w:r w:rsidR="00EA1311">
        <w:rPr>
          <w:rFonts w:asciiTheme="minorBidi" w:hAnsiTheme="minorBidi" w:cstheme="minorBidi"/>
          <w:b w:val="0"/>
        </w:rPr>
        <w:tab/>
        <w:t>26</w:t>
      </w:r>
    </w:p>
    <w:p w14:paraId="676CAA01" w14:textId="77777777" w:rsidR="00A6228A" w:rsidRPr="00FE5F9C" w:rsidRDefault="008D6FBA" w:rsidP="00A6228A">
      <w:pPr>
        <w:pStyle w:val="Titre1"/>
        <w:tabs>
          <w:tab w:val="left" w:pos="1418"/>
          <w:tab w:val="right" w:pos="9638"/>
        </w:tabs>
        <w:spacing w:before="120"/>
        <w:rPr>
          <w:rFonts w:asciiTheme="minorBidi" w:hAnsiTheme="minorBidi" w:cstheme="minorBidi"/>
          <w:b w:val="0"/>
        </w:rPr>
      </w:pPr>
      <w:r w:rsidRPr="00FE5F9C">
        <w:rPr>
          <w:rFonts w:asciiTheme="minorBidi" w:hAnsiTheme="minorBidi" w:cstheme="minorBidi"/>
          <w:b w:val="0"/>
        </w:rPr>
        <w:t xml:space="preserve">Annexe 6 – </w:t>
      </w:r>
      <w:r w:rsidR="00A6228A" w:rsidRPr="00FE5F9C">
        <w:rPr>
          <w:rFonts w:asciiTheme="minorBidi" w:hAnsiTheme="minorBidi" w:cstheme="minorBidi"/>
          <w:b w:val="0"/>
        </w:rPr>
        <w:t>Liste de contacts du transporteur</w:t>
      </w:r>
      <w:r w:rsidR="00EA1311">
        <w:rPr>
          <w:rFonts w:asciiTheme="minorBidi" w:hAnsiTheme="minorBidi" w:cstheme="minorBidi"/>
          <w:b w:val="0"/>
        </w:rPr>
        <w:tab/>
        <w:t>27</w:t>
      </w:r>
    </w:p>
    <w:p w14:paraId="4EC2D9A7" w14:textId="77777777" w:rsidR="00A6228A" w:rsidRPr="00FE5F9C" w:rsidRDefault="008D6FBA" w:rsidP="00A6228A">
      <w:pPr>
        <w:pStyle w:val="Textedebase"/>
        <w:tabs>
          <w:tab w:val="left" w:pos="1440"/>
          <w:tab w:val="right" w:pos="9638"/>
        </w:tabs>
        <w:spacing w:before="120"/>
        <w:rPr>
          <w:rFonts w:asciiTheme="minorBidi" w:hAnsiTheme="minorBidi" w:cstheme="minorBidi"/>
        </w:rPr>
      </w:pPr>
      <w:r w:rsidRPr="00FE5F9C">
        <w:rPr>
          <w:rFonts w:asciiTheme="minorBidi" w:hAnsiTheme="minorBidi" w:cstheme="minorBidi"/>
        </w:rPr>
        <w:t xml:space="preserve">Annexe 7 – </w:t>
      </w:r>
      <w:r w:rsidR="00A6228A" w:rsidRPr="00FE5F9C">
        <w:rPr>
          <w:rFonts w:asciiTheme="minorBidi" w:hAnsiTheme="minorBidi" w:cstheme="minorBidi"/>
        </w:rPr>
        <w:t xml:space="preserve">Mesures et tâches spécifiques concernant les marchandises dangereuses </w:t>
      </w:r>
      <w:r w:rsidR="00EA1311">
        <w:rPr>
          <w:rFonts w:asciiTheme="minorBidi" w:hAnsiTheme="minorBidi" w:cstheme="minorBidi"/>
        </w:rPr>
        <w:tab/>
        <w:t>28</w:t>
      </w:r>
    </w:p>
    <w:p w14:paraId="2424CE16" w14:textId="77777777" w:rsidR="00A6228A" w:rsidRPr="00FE5F9C" w:rsidRDefault="008D6FBA" w:rsidP="00A6228A">
      <w:pPr>
        <w:pStyle w:val="Textedebase"/>
        <w:tabs>
          <w:tab w:val="left" w:pos="1440"/>
          <w:tab w:val="right" w:pos="9638"/>
        </w:tabs>
        <w:spacing w:before="120"/>
        <w:rPr>
          <w:rFonts w:asciiTheme="minorBidi" w:hAnsiTheme="minorBidi" w:cstheme="minorBidi"/>
        </w:rPr>
      </w:pPr>
      <w:r w:rsidRPr="00FE5F9C">
        <w:rPr>
          <w:rFonts w:asciiTheme="minorBidi" w:hAnsiTheme="minorBidi" w:cstheme="minorBidi"/>
        </w:rPr>
        <w:t xml:space="preserve">Annexe 8 – </w:t>
      </w:r>
      <w:r w:rsidR="00A6228A" w:rsidRPr="00FE5F9C">
        <w:rPr>
          <w:rFonts w:asciiTheme="minorBidi" w:hAnsiTheme="minorBidi" w:cstheme="minorBidi"/>
        </w:rPr>
        <w:t>Échange de messages CARDIT/RESDIT pour les transporteurs contractants</w:t>
      </w:r>
      <w:r w:rsidR="00EA1311">
        <w:rPr>
          <w:rFonts w:asciiTheme="minorBidi" w:hAnsiTheme="minorBidi" w:cstheme="minorBidi"/>
        </w:rPr>
        <w:tab/>
        <w:t>29</w:t>
      </w:r>
    </w:p>
    <w:p w14:paraId="3302E37B" w14:textId="77777777" w:rsidR="00A6228A" w:rsidRPr="00FE5F9C" w:rsidRDefault="008D6FBA" w:rsidP="00A6228A">
      <w:pPr>
        <w:pStyle w:val="Textedebase"/>
        <w:tabs>
          <w:tab w:val="left" w:pos="1440"/>
          <w:tab w:val="right" w:pos="9638"/>
        </w:tabs>
        <w:spacing w:before="120"/>
        <w:rPr>
          <w:rFonts w:asciiTheme="minorBidi" w:hAnsiTheme="minorBidi" w:cstheme="minorBidi"/>
        </w:rPr>
      </w:pPr>
      <w:r w:rsidRPr="00FE5F9C">
        <w:rPr>
          <w:rFonts w:asciiTheme="minorBidi" w:hAnsiTheme="minorBidi" w:cstheme="minorBidi"/>
        </w:rPr>
        <w:t xml:space="preserve">Annexe 9 – </w:t>
      </w:r>
      <w:r w:rsidR="00A6228A" w:rsidRPr="00FE5F9C">
        <w:rPr>
          <w:rFonts w:asciiTheme="minorBidi" w:hAnsiTheme="minorBidi" w:cstheme="minorBidi"/>
        </w:rPr>
        <w:t>Scénarios des plans d’urgence</w:t>
      </w:r>
      <w:r w:rsidR="00EA1311">
        <w:rPr>
          <w:rFonts w:asciiTheme="minorBidi" w:hAnsiTheme="minorBidi" w:cstheme="minorBidi"/>
        </w:rPr>
        <w:tab/>
        <w:t>32</w:t>
      </w:r>
    </w:p>
    <w:p w14:paraId="10DDB616" w14:textId="77777777" w:rsidR="00A6228A" w:rsidRPr="00FE5F9C" w:rsidRDefault="00A6228A" w:rsidP="00A6228A">
      <w:pPr>
        <w:pStyle w:val="Textedebase"/>
        <w:tabs>
          <w:tab w:val="left" w:pos="1440"/>
        </w:tabs>
        <w:spacing w:before="120"/>
        <w:rPr>
          <w:rFonts w:asciiTheme="minorBidi" w:hAnsiTheme="minorBidi" w:cstheme="minorBidi"/>
        </w:rPr>
      </w:pPr>
    </w:p>
    <w:p w14:paraId="249F19A6"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br w:type="page"/>
      </w:r>
      <w:r w:rsidR="006C3D41" w:rsidRPr="00FE5F9C">
        <w:rPr>
          <w:rFonts w:asciiTheme="minorBidi" w:hAnsiTheme="minorBidi" w:cstheme="minorBidi"/>
        </w:rPr>
        <w:lastRenderedPageBreak/>
        <w:t>PRÉAMBULE</w:t>
      </w:r>
    </w:p>
    <w:p w14:paraId="06A7BCDD" w14:textId="77777777" w:rsidR="00A6228A" w:rsidRPr="00FE5F9C" w:rsidRDefault="00A6228A" w:rsidP="00A6228A">
      <w:pPr>
        <w:pStyle w:val="Titre1"/>
        <w:ind w:left="0" w:firstLine="0"/>
        <w:rPr>
          <w:rFonts w:asciiTheme="minorBidi" w:hAnsiTheme="minorBidi" w:cstheme="minorBidi"/>
          <w:b w:val="0"/>
        </w:rPr>
      </w:pPr>
    </w:p>
    <w:p w14:paraId="6C052FAB" w14:textId="77777777" w:rsidR="00A6228A" w:rsidRPr="00FE5F9C" w:rsidRDefault="006C3D41" w:rsidP="00A6228A">
      <w:pPr>
        <w:pStyle w:val="Titre1"/>
        <w:ind w:left="0" w:firstLine="0"/>
        <w:rPr>
          <w:rFonts w:asciiTheme="minorBidi" w:hAnsiTheme="minorBidi" w:cstheme="minorBidi"/>
          <w:b w:val="0"/>
        </w:rPr>
      </w:pPr>
      <w:r w:rsidRPr="00FE5F9C">
        <w:rPr>
          <w:rFonts w:asciiTheme="minorBidi" w:hAnsiTheme="minorBidi" w:cstheme="minorBidi"/>
          <w:bCs w:val="0"/>
        </w:rPr>
        <w:t>CONSIDÉRANT</w:t>
      </w:r>
      <w:r w:rsidR="00A6228A" w:rsidRPr="00FE5F9C">
        <w:rPr>
          <w:rFonts w:asciiTheme="minorBidi" w:hAnsiTheme="minorBidi" w:cstheme="minorBidi"/>
          <w:b w:val="0"/>
        </w:rPr>
        <w:t xml:space="preserve"> que le mandant souhaite passer un contrat avec un transporteur en vue d'assurer l'achemi</w:t>
      </w:r>
      <w:r w:rsidRPr="00FE5F9C">
        <w:rPr>
          <w:rFonts w:asciiTheme="minorBidi" w:hAnsiTheme="minorBidi" w:cstheme="minorBidi"/>
          <w:b w:val="0"/>
        </w:rPr>
        <w:softHyphen/>
      </w:r>
      <w:r w:rsidR="00A6228A" w:rsidRPr="00FE5F9C">
        <w:rPr>
          <w:rFonts w:asciiTheme="minorBidi" w:hAnsiTheme="minorBidi" w:cstheme="minorBidi"/>
          <w:b w:val="0"/>
        </w:rPr>
        <w:t>nement des envo</w:t>
      </w:r>
      <w:r w:rsidRPr="00FE5F9C">
        <w:rPr>
          <w:rFonts w:asciiTheme="minorBidi" w:hAnsiTheme="minorBidi" w:cstheme="minorBidi"/>
          <w:b w:val="0"/>
        </w:rPr>
        <w:t>is postaux par la voie aérienne;</w:t>
      </w:r>
    </w:p>
    <w:p w14:paraId="1E02949B" w14:textId="77777777" w:rsidR="00A6228A" w:rsidRPr="00FE5F9C" w:rsidRDefault="00A6228A" w:rsidP="00A6228A">
      <w:pPr>
        <w:pStyle w:val="Titre1"/>
        <w:ind w:left="0" w:firstLine="0"/>
        <w:rPr>
          <w:rFonts w:asciiTheme="minorBidi" w:hAnsiTheme="minorBidi" w:cstheme="minorBidi"/>
          <w:b w:val="0"/>
        </w:rPr>
      </w:pPr>
    </w:p>
    <w:p w14:paraId="640BBDEC" w14:textId="77777777" w:rsidR="00A6228A" w:rsidRPr="00FE5F9C" w:rsidRDefault="006C3D41" w:rsidP="00A6228A">
      <w:pPr>
        <w:pStyle w:val="Titre1"/>
        <w:ind w:left="0" w:firstLine="0"/>
        <w:rPr>
          <w:rFonts w:asciiTheme="minorBidi" w:hAnsiTheme="minorBidi" w:cstheme="minorBidi"/>
          <w:b w:val="0"/>
        </w:rPr>
      </w:pPr>
      <w:r w:rsidRPr="00FE5F9C">
        <w:rPr>
          <w:rFonts w:asciiTheme="minorBidi" w:hAnsiTheme="minorBidi" w:cstheme="minorBidi"/>
          <w:bCs w:val="0"/>
        </w:rPr>
        <w:t>CONSIDÉRANT</w:t>
      </w:r>
      <w:r w:rsidR="00A6228A" w:rsidRPr="00FE5F9C">
        <w:rPr>
          <w:rFonts w:asciiTheme="minorBidi" w:hAnsiTheme="minorBidi" w:cstheme="minorBidi"/>
          <w:b w:val="0"/>
        </w:rPr>
        <w:t xml:space="preserve"> que le transporteur accepte d'assurer l'acheminement des envois postaux pour le compte du mandant, selon les conditions spécifiées dans le présent Contrat,</w:t>
      </w:r>
    </w:p>
    <w:p w14:paraId="3181E8BE" w14:textId="77777777" w:rsidR="00A6228A" w:rsidRPr="00FE5F9C" w:rsidRDefault="00A6228A" w:rsidP="00A6228A">
      <w:pPr>
        <w:pStyle w:val="Titre1"/>
        <w:ind w:left="0" w:firstLine="0"/>
        <w:rPr>
          <w:rFonts w:asciiTheme="minorBidi" w:hAnsiTheme="minorBidi" w:cstheme="minorBidi"/>
          <w:b w:val="0"/>
        </w:rPr>
      </w:pPr>
    </w:p>
    <w:p w14:paraId="5FCA8AFA" w14:textId="77777777" w:rsidR="00A6228A" w:rsidRPr="00FE5F9C" w:rsidRDefault="006C3D41" w:rsidP="00A6228A">
      <w:pPr>
        <w:pStyle w:val="Titre1"/>
        <w:ind w:left="0" w:firstLine="0"/>
        <w:rPr>
          <w:rFonts w:asciiTheme="minorBidi" w:hAnsiTheme="minorBidi" w:cstheme="minorBidi"/>
          <w:b w:val="0"/>
        </w:rPr>
      </w:pPr>
      <w:r w:rsidRPr="00FE5F9C">
        <w:rPr>
          <w:rFonts w:asciiTheme="minorBidi" w:hAnsiTheme="minorBidi" w:cstheme="minorBidi"/>
          <w:b w:val="0"/>
        </w:rPr>
        <w:t>l</w:t>
      </w:r>
      <w:r w:rsidR="00A6228A" w:rsidRPr="00FE5F9C">
        <w:rPr>
          <w:rFonts w:asciiTheme="minorBidi" w:hAnsiTheme="minorBidi" w:cstheme="minorBidi"/>
          <w:b w:val="0"/>
        </w:rPr>
        <w:t>es Parties conviennent de ce qui suit.</w:t>
      </w:r>
    </w:p>
    <w:p w14:paraId="78427D5F" w14:textId="77777777" w:rsidR="00A6228A" w:rsidRPr="00FE5F9C" w:rsidRDefault="00A6228A" w:rsidP="00A6228A">
      <w:pPr>
        <w:pStyle w:val="Textedebase"/>
        <w:rPr>
          <w:rFonts w:asciiTheme="minorBidi" w:hAnsiTheme="minorBidi" w:cstheme="minorBidi"/>
        </w:rPr>
      </w:pPr>
    </w:p>
    <w:p w14:paraId="29D09C93" w14:textId="77777777" w:rsidR="00A6228A" w:rsidRPr="00FE5F9C" w:rsidRDefault="00A6228A" w:rsidP="00A6228A">
      <w:pPr>
        <w:pStyle w:val="Titre1"/>
        <w:ind w:left="0" w:firstLine="0"/>
        <w:rPr>
          <w:rFonts w:asciiTheme="minorBidi" w:hAnsiTheme="minorBidi" w:cstheme="minorBidi"/>
          <w:b w:val="0"/>
        </w:rPr>
      </w:pPr>
    </w:p>
    <w:p w14:paraId="43137F01"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Partie A – Conditions générales</w:t>
      </w:r>
    </w:p>
    <w:p w14:paraId="5DFC2DC4" w14:textId="77777777" w:rsidR="00A6228A" w:rsidRPr="00FE5F9C" w:rsidRDefault="00A6228A" w:rsidP="00A6228A">
      <w:pPr>
        <w:pStyle w:val="Titre1"/>
        <w:rPr>
          <w:rFonts w:asciiTheme="minorBidi" w:hAnsiTheme="minorBidi" w:cstheme="minorBidi"/>
        </w:rPr>
      </w:pPr>
    </w:p>
    <w:p w14:paraId="2E74A154"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I.</w:t>
      </w:r>
      <w:r w:rsidRPr="00FE5F9C">
        <w:rPr>
          <w:rFonts w:asciiTheme="minorBidi" w:hAnsiTheme="minorBidi" w:cstheme="minorBidi"/>
        </w:rPr>
        <w:tab/>
        <w:t>Définitions</w:t>
      </w:r>
    </w:p>
    <w:p w14:paraId="4B5DE749" w14:textId="77777777" w:rsidR="00A6228A" w:rsidRPr="00FE5F9C" w:rsidRDefault="00A6228A" w:rsidP="00A6228A">
      <w:pPr>
        <w:pStyle w:val="Titre1"/>
        <w:rPr>
          <w:rFonts w:asciiTheme="minorBidi" w:hAnsiTheme="minorBidi" w:cstheme="minorBidi"/>
        </w:rPr>
      </w:pPr>
    </w:p>
    <w:p w14:paraId="6C7EB834"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premier</w:t>
      </w:r>
    </w:p>
    <w:p w14:paraId="546D972E"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Définitions</w:t>
      </w:r>
    </w:p>
    <w:p w14:paraId="0B4D95F5" w14:textId="77777777" w:rsidR="00A6228A" w:rsidRPr="00FE5F9C" w:rsidRDefault="00A6228A" w:rsidP="00A6228A">
      <w:pPr>
        <w:pStyle w:val="Titre1"/>
        <w:rPr>
          <w:rFonts w:asciiTheme="minorBidi" w:hAnsiTheme="minorBidi" w:cstheme="minorBidi"/>
          <w:b w:val="0"/>
        </w:rPr>
      </w:pPr>
    </w:p>
    <w:p w14:paraId="3A7E8E1A"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Aux fins du présent Contrat, les termes ci-après sont définis comme suit:</w:t>
      </w:r>
    </w:p>
    <w:p w14:paraId="241E5AD5"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1.1</w:t>
      </w:r>
      <w:r w:rsidRPr="00FE5F9C">
        <w:rPr>
          <w:rFonts w:asciiTheme="minorBidi" w:hAnsiTheme="minorBidi" w:cstheme="minorBidi"/>
          <w:b w:val="0"/>
        </w:rPr>
        <w:tab/>
        <w:t xml:space="preserve">Acceptation: moment auquel le transporteur accepte formellement de fournir le service, conformément aux dispositions du présent Contrat. Il fournit, à cet effet, une preuve d'acceptation au mandant ou à l'opérateur désigné d'origine. </w:t>
      </w:r>
    </w:p>
    <w:p w14:paraId="3B8F599F" w14:textId="77777777" w:rsidR="00A6228A" w:rsidRPr="00FE5F9C" w:rsidRDefault="00A6228A" w:rsidP="00A6228A">
      <w:pPr>
        <w:pStyle w:val="Titre1"/>
        <w:spacing w:before="120"/>
        <w:ind w:left="0" w:firstLine="0"/>
        <w:rPr>
          <w:rFonts w:asciiTheme="minorBidi" w:hAnsiTheme="minorBidi" w:cstheme="minorBidi"/>
          <w:b w:val="0"/>
        </w:rPr>
      </w:pPr>
      <w:r w:rsidRPr="00FE5F9C">
        <w:rPr>
          <w:rFonts w:asciiTheme="minorBidi" w:hAnsiTheme="minorBidi" w:cstheme="minorBidi"/>
          <w:b w:val="0"/>
        </w:rPr>
        <w:t>1.2</w:t>
      </w:r>
      <w:r w:rsidRPr="00FE5F9C">
        <w:rPr>
          <w:rFonts w:asciiTheme="minorBidi" w:hAnsiTheme="minorBidi" w:cstheme="minorBidi"/>
          <w:b w:val="0"/>
        </w:rPr>
        <w:tab/>
        <w:t>Agent:</w:t>
      </w:r>
    </w:p>
    <w:p w14:paraId="056E041A"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1.2.1</w:t>
      </w:r>
      <w:r w:rsidRPr="00FE5F9C">
        <w:rPr>
          <w:rFonts w:asciiTheme="minorBidi" w:hAnsiTheme="minorBidi" w:cstheme="minorBidi"/>
          <w:b w:val="0"/>
        </w:rPr>
        <w:tab/>
        <w:t>Représentant du transporteur, y compris l'agent de manutention au sol travaillant pour le compte du transporteur à l'aéroport de destination et, le cas échéant, à l'aéroport de transit.</w:t>
      </w:r>
    </w:p>
    <w:p w14:paraId="68A01D07"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1.2.2</w:t>
      </w:r>
      <w:r w:rsidRPr="00FE5F9C">
        <w:rPr>
          <w:rFonts w:asciiTheme="minorBidi" w:hAnsiTheme="minorBidi" w:cstheme="minorBidi"/>
          <w:b w:val="0"/>
        </w:rPr>
        <w:tab/>
        <w:t>Représentant du mandant à l'aéroport de destination, tel qu'indiqué par le mandant au transporteur.</w:t>
      </w:r>
    </w:p>
    <w:p w14:paraId="61868F99" w14:textId="77777777" w:rsidR="00A6228A" w:rsidRPr="00FE5F9C" w:rsidRDefault="00A6228A" w:rsidP="00A6228A">
      <w:pPr>
        <w:pStyle w:val="Titre1"/>
        <w:spacing w:before="120"/>
        <w:ind w:left="0" w:firstLine="0"/>
        <w:rPr>
          <w:rFonts w:asciiTheme="minorBidi" w:hAnsiTheme="minorBidi" w:cstheme="minorBidi"/>
          <w:b w:val="0"/>
        </w:rPr>
      </w:pPr>
      <w:r w:rsidRPr="00FE5F9C">
        <w:rPr>
          <w:rFonts w:asciiTheme="minorBidi" w:hAnsiTheme="minorBidi" w:cstheme="minorBidi"/>
          <w:b w:val="0"/>
        </w:rPr>
        <w:t>1.3</w:t>
      </w:r>
      <w:r w:rsidRPr="00FE5F9C">
        <w:rPr>
          <w:rFonts w:asciiTheme="minorBidi" w:hAnsiTheme="minorBidi" w:cstheme="minorBidi"/>
          <w:b w:val="0"/>
        </w:rPr>
        <w:tab/>
        <w:t>Courrier-avion: envois transportés par la voie aérienne avec priorité.</w:t>
      </w:r>
    </w:p>
    <w:p w14:paraId="023FDCAB"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1.4</w:t>
      </w:r>
      <w:r w:rsidRPr="00FE5F9C">
        <w:rPr>
          <w:rFonts w:asciiTheme="minorBidi" w:hAnsiTheme="minorBidi" w:cstheme="minorBidi"/>
          <w:b w:val="0"/>
        </w:rPr>
        <w:tab/>
        <w:t>Itinéraires d’acheminement du courrier-avion: ensemble des itinéraires et des horaires des vols pour le transport du courrier par le transporteur.</w:t>
      </w:r>
    </w:p>
    <w:p w14:paraId="670137CD"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1.5</w:t>
      </w:r>
      <w:r w:rsidRPr="00FE5F9C">
        <w:rPr>
          <w:rFonts w:asciiTheme="minorBidi" w:hAnsiTheme="minorBidi" w:cstheme="minorBidi"/>
          <w:b w:val="0"/>
        </w:rPr>
        <w:tab/>
        <w:t>Taux de base applicable au transport du courrier-avion: taux applicable au transport du courrier par les transporteurs agissant pour le compte d'opérateurs désignés, en l'absence de tout accord spécifique de ces derniers en matière de tarifs. Le taux de base applicable au transport du courrier-avion est déter</w:t>
      </w:r>
      <w:r w:rsidR="00990723">
        <w:rPr>
          <w:rFonts w:asciiTheme="minorBidi" w:hAnsiTheme="minorBidi" w:cstheme="minorBidi"/>
          <w:b w:val="0"/>
        </w:rPr>
        <w:softHyphen/>
      </w:r>
      <w:r w:rsidRPr="00FE5F9C">
        <w:rPr>
          <w:rFonts w:asciiTheme="minorBidi" w:hAnsiTheme="minorBidi" w:cstheme="minorBidi"/>
          <w:b w:val="0"/>
        </w:rPr>
        <w:t>miné chaque année par le Bureau international de l'UPU et approuvé par le Conseil d'exploitation pos</w:t>
      </w:r>
      <w:r w:rsidR="00990723">
        <w:rPr>
          <w:rFonts w:asciiTheme="minorBidi" w:hAnsiTheme="minorBidi" w:cstheme="minorBidi"/>
          <w:b w:val="0"/>
        </w:rPr>
        <w:softHyphen/>
      </w:r>
      <w:r w:rsidRPr="00FE5F9C">
        <w:rPr>
          <w:rFonts w:asciiTheme="minorBidi" w:hAnsiTheme="minorBidi" w:cstheme="minorBidi"/>
          <w:b w:val="0"/>
        </w:rPr>
        <w:t>tale de l'UPU. Il est fondé sur les statistiques financières internationales des compagnies aériennes, établies par l'Organisation de l'aviation civile internationale.</w:t>
      </w:r>
    </w:p>
    <w:p w14:paraId="34C6AFB5"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1.6</w:t>
      </w:r>
      <w:r w:rsidRPr="00FE5F9C">
        <w:rPr>
          <w:rFonts w:asciiTheme="minorBidi" w:hAnsiTheme="minorBidi" w:cstheme="minorBidi"/>
          <w:b w:val="0"/>
        </w:rPr>
        <w:tab/>
        <w:t xml:space="preserve">CARDIT: message EDI envoyé par un opérateur désigné qui remet une expédition à un transporteur chargé d'assurer son transport. </w:t>
      </w:r>
    </w:p>
    <w:p w14:paraId="454F8360"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1.7</w:t>
      </w:r>
      <w:r w:rsidRPr="00FE5F9C">
        <w:rPr>
          <w:rFonts w:asciiTheme="minorBidi" w:hAnsiTheme="minorBidi" w:cstheme="minorBidi"/>
          <w:b w:val="0"/>
        </w:rPr>
        <w:tab/>
        <w:t>Expédition: ensemble constitué par un ou plusieurs récipients d’une cat</w:t>
      </w:r>
      <w:r w:rsidR="006C3D41" w:rsidRPr="00FE5F9C">
        <w:rPr>
          <w:rFonts w:asciiTheme="minorBidi" w:hAnsiTheme="minorBidi" w:cstheme="minorBidi"/>
          <w:b w:val="0"/>
        </w:rPr>
        <w:t>égorie de courrier particulière</w:t>
      </w:r>
      <w:r w:rsidRPr="00FE5F9C">
        <w:rPr>
          <w:rFonts w:asciiTheme="minorBidi" w:hAnsiTheme="minorBidi" w:cstheme="minorBidi"/>
          <w:b w:val="0"/>
        </w:rPr>
        <w:t xml:space="preserve"> transporté en commun à un moment donné, d’un lieu de chargement spécifique vers un lieu de desti</w:t>
      </w:r>
      <w:r w:rsidR="00990723">
        <w:rPr>
          <w:rFonts w:asciiTheme="minorBidi" w:hAnsiTheme="minorBidi" w:cstheme="minorBidi"/>
          <w:b w:val="0"/>
        </w:rPr>
        <w:softHyphen/>
      </w:r>
      <w:r w:rsidRPr="00FE5F9C">
        <w:rPr>
          <w:rFonts w:asciiTheme="minorBidi" w:hAnsiTheme="minorBidi" w:cstheme="minorBidi"/>
          <w:b w:val="0"/>
        </w:rPr>
        <w:t xml:space="preserve">nation finale spécifique. </w:t>
      </w:r>
    </w:p>
    <w:p w14:paraId="166FE4CD"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1.8</w:t>
      </w:r>
      <w:r w:rsidRPr="00FE5F9C">
        <w:rPr>
          <w:rFonts w:asciiTheme="minorBidi" w:hAnsiTheme="minorBidi" w:cstheme="minorBidi"/>
          <w:b w:val="0"/>
        </w:rPr>
        <w:tab/>
        <w:t>Volumes prévus au contrat: volume de courrier d'une expédition remise par le mandant, conformément aux volumes estimés et/ou acceptés par le transporteur aux fins de la prestation du service.</w:t>
      </w:r>
    </w:p>
    <w:p w14:paraId="5DA947AA"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1.9</w:t>
      </w:r>
      <w:r w:rsidRPr="00FE5F9C">
        <w:rPr>
          <w:rFonts w:asciiTheme="minorBidi" w:hAnsiTheme="minorBidi" w:cstheme="minorBidi"/>
          <w:b w:val="0"/>
        </w:rPr>
        <w:tab/>
        <w:t>Heure critique de remise: heure limite pour la remise du courrier au transporteur au point d'origine, ou heure limite pour la remise du courrier au mandant au point de destination.</w:t>
      </w:r>
    </w:p>
    <w:p w14:paraId="422F31A1" w14:textId="77777777" w:rsidR="00A6228A" w:rsidRPr="00FE5F9C" w:rsidRDefault="00A6228A" w:rsidP="006C3D41">
      <w:pPr>
        <w:pStyle w:val="Textedebase"/>
        <w:spacing w:before="120"/>
        <w:ind w:left="567" w:hanging="567"/>
        <w:rPr>
          <w:rFonts w:asciiTheme="minorBidi" w:hAnsiTheme="minorBidi" w:cstheme="minorBidi"/>
        </w:rPr>
      </w:pPr>
      <w:r w:rsidRPr="00FE5F9C">
        <w:rPr>
          <w:rFonts w:asciiTheme="minorBidi" w:hAnsiTheme="minorBidi" w:cstheme="minorBidi"/>
        </w:rPr>
        <w:t>1.10</w:t>
      </w:r>
      <w:r w:rsidRPr="00FE5F9C">
        <w:rPr>
          <w:rFonts w:asciiTheme="minorBidi" w:hAnsiTheme="minorBidi" w:cstheme="minorBidi"/>
        </w:rPr>
        <w:tab/>
        <w:t>Marchandises dangereuses: les marchandises couvertes par les Recommandations de l'Orga</w:t>
      </w:r>
      <w:r w:rsidR="006C3D41" w:rsidRPr="00FE5F9C">
        <w:rPr>
          <w:rFonts w:asciiTheme="minorBidi" w:hAnsiTheme="minorBidi" w:cstheme="minorBidi"/>
        </w:rPr>
        <w:t>nisation des Nations Unies</w:t>
      </w:r>
      <w:r w:rsidRPr="00FE5F9C">
        <w:rPr>
          <w:rFonts w:asciiTheme="minorBidi" w:hAnsiTheme="minorBidi" w:cstheme="minorBidi"/>
        </w:rPr>
        <w:t xml:space="preserve"> relatives au transport des marchandises dangereuses, à l'exception de certaines marchandises dangereuses prévues dans les Règlements actuels de l'UPU, ainsi que par les Instruc</w:t>
      </w:r>
      <w:r w:rsidR="00990723">
        <w:rPr>
          <w:rFonts w:asciiTheme="minorBidi" w:hAnsiTheme="minorBidi" w:cstheme="minorBidi"/>
        </w:rPr>
        <w:softHyphen/>
      </w:r>
      <w:r w:rsidRPr="00FE5F9C">
        <w:rPr>
          <w:rFonts w:asciiTheme="minorBidi" w:hAnsiTheme="minorBidi" w:cstheme="minorBidi"/>
        </w:rPr>
        <w:t>tions techniques de l'Organisation de l'aviat</w:t>
      </w:r>
      <w:r w:rsidR="006C3D41" w:rsidRPr="00FE5F9C">
        <w:rPr>
          <w:rFonts w:asciiTheme="minorBidi" w:hAnsiTheme="minorBidi" w:cstheme="minorBidi"/>
        </w:rPr>
        <w:t>ion civile internationale</w:t>
      </w:r>
      <w:r w:rsidRPr="00FE5F9C">
        <w:rPr>
          <w:rFonts w:asciiTheme="minorBidi" w:hAnsiTheme="minorBidi" w:cstheme="minorBidi"/>
        </w:rPr>
        <w:t xml:space="preserve"> pour la sécurité du transport aérien des marchandises dangereuses et la R</w:t>
      </w:r>
      <w:r w:rsidR="006C3D41" w:rsidRPr="00FE5F9C">
        <w:rPr>
          <w:rFonts w:asciiTheme="minorBidi" w:hAnsiTheme="minorBidi" w:cstheme="minorBidi"/>
        </w:rPr>
        <w:t>é</w:t>
      </w:r>
      <w:r w:rsidRPr="00FE5F9C">
        <w:rPr>
          <w:rFonts w:asciiTheme="minorBidi" w:hAnsiTheme="minorBidi" w:cstheme="minorBidi"/>
        </w:rPr>
        <w:t>glementation pour le transport des marchandises dangereuses de</w:t>
      </w:r>
      <w:r w:rsidRPr="00B37FF9">
        <w:rPr>
          <w:rFonts w:asciiTheme="minorBidi" w:hAnsiTheme="minorBidi" w:cstheme="minorBidi"/>
        </w:rPr>
        <w:t xml:space="preserve"> </w:t>
      </w:r>
      <w:r w:rsidRPr="00FE5F9C">
        <w:rPr>
          <w:rFonts w:asciiTheme="minorBidi" w:hAnsiTheme="minorBidi" w:cstheme="minorBidi"/>
        </w:rPr>
        <w:t>l'Association</w:t>
      </w:r>
      <w:r w:rsidRPr="00B37FF9">
        <w:rPr>
          <w:rFonts w:asciiTheme="minorBidi" w:hAnsiTheme="minorBidi" w:cstheme="minorBidi"/>
        </w:rPr>
        <w:t xml:space="preserve"> </w:t>
      </w:r>
      <w:r w:rsidRPr="00FE5F9C">
        <w:rPr>
          <w:rFonts w:asciiTheme="minorBidi" w:hAnsiTheme="minorBidi" w:cstheme="minorBidi"/>
        </w:rPr>
        <w:t>du</w:t>
      </w:r>
      <w:r w:rsidRPr="00B37FF9">
        <w:rPr>
          <w:rFonts w:asciiTheme="minorBidi" w:hAnsiTheme="minorBidi" w:cstheme="minorBidi"/>
        </w:rPr>
        <w:t xml:space="preserve"> </w:t>
      </w:r>
      <w:r w:rsidRPr="00FE5F9C">
        <w:rPr>
          <w:rFonts w:asciiTheme="minorBidi" w:hAnsiTheme="minorBidi" w:cstheme="minorBidi"/>
        </w:rPr>
        <w:t>trans</w:t>
      </w:r>
      <w:r w:rsidR="006C3D41" w:rsidRPr="00FE5F9C">
        <w:rPr>
          <w:rFonts w:asciiTheme="minorBidi" w:hAnsiTheme="minorBidi" w:cstheme="minorBidi"/>
        </w:rPr>
        <w:t>port</w:t>
      </w:r>
      <w:r w:rsidR="006C3D41" w:rsidRPr="00B37FF9">
        <w:rPr>
          <w:rFonts w:asciiTheme="minorBidi" w:hAnsiTheme="minorBidi" w:cstheme="minorBidi"/>
        </w:rPr>
        <w:t xml:space="preserve"> </w:t>
      </w:r>
      <w:r w:rsidR="006C3D41" w:rsidRPr="00FE5F9C">
        <w:rPr>
          <w:rFonts w:asciiTheme="minorBidi" w:hAnsiTheme="minorBidi" w:cstheme="minorBidi"/>
        </w:rPr>
        <w:t>aérien</w:t>
      </w:r>
      <w:r w:rsidR="006C3D41" w:rsidRPr="00B37FF9">
        <w:rPr>
          <w:rFonts w:asciiTheme="minorBidi" w:hAnsiTheme="minorBidi" w:cstheme="minorBidi"/>
        </w:rPr>
        <w:t xml:space="preserve"> </w:t>
      </w:r>
      <w:r w:rsidR="006C3D41" w:rsidRPr="00FE5F9C">
        <w:rPr>
          <w:rFonts w:asciiTheme="minorBidi" w:hAnsiTheme="minorBidi" w:cstheme="minorBidi"/>
        </w:rPr>
        <w:t>international</w:t>
      </w:r>
      <w:r w:rsidRPr="00B37FF9">
        <w:rPr>
          <w:rFonts w:asciiTheme="minorBidi" w:hAnsiTheme="minorBidi" w:cstheme="minorBidi"/>
        </w:rPr>
        <w:t xml:space="preserve"> </w:t>
      </w:r>
      <w:r w:rsidRPr="00FE5F9C">
        <w:rPr>
          <w:rFonts w:asciiTheme="minorBidi" w:hAnsiTheme="minorBidi" w:cstheme="minorBidi"/>
        </w:rPr>
        <w:t>sont</w:t>
      </w:r>
      <w:r w:rsidRPr="00B37FF9">
        <w:rPr>
          <w:rFonts w:asciiTheme="minorBidi" w:hAnsiTheme="minorBidi" w:cstheme="minorBidi"/>
        </w:rPr>
        <w:t xml:space="preserve"> </w:t>
      </w:r>
      <w:r w:rsidRPr="00FE5F9C">
        <w:rPr>
          <w:rFonts w:asciiTheme="minorBidi" w:hAnsiTheme="minorBidi" w:cstheme="minorBidi"/>
        </w:rPr>
        <w:t>considérées</w:t>
      </w:r>
      <w:r w:rsidRPr="00B37FF9">
        <w:rPr>
          <w:rFonts w:asciiTheme="minorBidi" w:hAnsiTheme="minorBidi" w:cstheme="minorBidi"/>
        </w:rPr>
        <w:t xml:space="preserve"> </w:t>
      </w:r>
      <w:r w:rsidRPr="00FE5F9C">
        <w:rPr>
          <w:rFonts w:asciiTheme="minorBidi" w:hAnsiTheme="minorBidi" w:cstheme="minorBidi"/>
        </w:rPr>
        <w:t>comme</w:t>
      </w:r>
      <w:r w:rsidRPr="00B37FF9">
        <w:rPr>
          <w:rFonts w:asciiTheme="minorBidi" w:hAnsiTheme="minorBidi" w:cstheme="minorBidi"/>
        </w:rPr>
        <w:t xml:space="preserve"> </w:t>
      </w:r>
      <w:r w:rsidRPr="00FE5F9C">
        <w:rPr>
          <w:rFonts w:asciiTheme="minorBidi" w:hAnsiTheme="minorBidi" w:cstheme="minorBidi"/>
        </w:rPr>
        <w:t>des</w:t>
      </w:r>
      <w:r w:rsidRPr="00B37FF9">
        <w:rPr>
          <w:rFonts w:asciiTheme="minorBidi" w:hAnsiTheme="minorBidi" w:cstheme="minorBidi"/>
        </w:rPr>
        <w:t xml:space="preserve"> </w:t>
      </w:r>
      <w:r w:rsidRPr="00FE5F9C">
        <w:rPr>
          <w:rFonts w:asciiTheme="minorBidi" w:hAnsiTheme="minorBidi" w:cstheme="minorBidi"/>
        </w:rPr>
        <w:t>marchandises</w:t>
      </w:r>
      <w:r w:rsidRPr="00B37FF9">
        <w:rPr>
          <w:rFonts w:asciiTheme="minorBidi" w:hAnsiTheme="minorBidi" w:cstheme="minorBidi"/>
        </w:rPr>
        <w:t xml:space="preserve"> </w:t>
      </w:r>
      <w:r w:rsidRPr="00FE5F9C">
        <w:rPr>
          <w:rFonts w:asciiTheme="minorBidi" w:hAnsiTheme="minorBidi" w:cstheme="minorBidi"/>
        </w:rPr>
        <w:t>dangereuses.</w:t>
      </w:r>
    </w:p>
    <w:p w14:paraId="278FC468" w14:textId="77777777" w:rsidR="00A6228A" w:rsidRPr="00FE5F9C" w:rsidRDefault="00A6228A" w:rsidP="00A6228A">
      <w:pPr>
        <w:pStyle w:val="Titre1"/>
        <w:tabs>
          <w:tab w:val="left" w:pos="567"/>
        </w:tabs>
        <w:spacing w:before="120"/>
        <w:ind w:left="0" w:firstLine="0"/>
        <w:rPr>
          <w:rFonts w:asciiTheme="minorBidi" w:hAnsiTheme="minorBidi" w:cstheme="minorBidi"/>
          <w:b w:val="0"/>
        </w:rPr>
      </w:pPr>
      <w:r w:rsidRPr="00FE5F9C">
        <w:rPr>
          <w:rFonts w:asciiTheme="minorBidi" w:hAnsiTheme="minorBidi" w:cstheme="minorBidi"/>
          <w:b w:val="0"/>
        </w:rPr>
        <w:t>1.11</w:t>
      </w:r>
      <w:r w:rsidRPr="00FE5F9C">
        <w:rPr>
          <w:rFonts w:asciiTheme="minorBidi" w:hAnsiTheme="minorBidi" w:cstheme="minorBidi"/>
          <w:b w:val="0"/>
        </w:rPr>
        <w:tab/>
        <w:t>Jours: jours civils complets, y compris les jours de repos et les jours fériés officiels.</w:t>
      </w:r>
    </w:p>
    <w:p w14:paraId="516E983B" w14:textId="77777777" w:rsidR="00A6228A" w:rsidRPr="00FE5F9C" w:rsidRDefault="00A6228A" w:rsidP="00A6228A">
      <w:pPr>
        <w:pStyle w:val="Titre1"/>
        <w:tabs>
          <w:tab w:val="left" w:pos="567"/>
        </w:tabs>
        <w:spacing w:before="120"/>
        <w:rPr>
          <w:rFonts w:asciiTheme="minorBidi" w:hAnsiTheme="minorBidi" w:cstheme="minorBidi"/>
          <w:b w:val="0"/>
        </w:rPr>
      </w:pPr>
      <w:r w:rsidRPr="00FE5F9C">
        <w:rPr>
          <w:rFonts w:asciiTheme="minorBidi" w:hAnsiTheme="minorBidi" w:cstheme="minorBidi"/>
          <w:b w:val="0"/>
        </w:rPr>
        <w:t>1.12</w:t>
      </w:r>
      <w:r w:rsidRPr="00FE5F9C">
        <w:rPr>
          <w:rFonts w:asciiTheme="minorBidi" w:hAnsiTheme="minorBidi" w:cstheme="minorBidi"/>
          <w:b w:val="0"/>
        </w:rPr>
        <w:tab/>
        <w:t xml:space="preserve">Livraison: remise du courrier au point de destination, telle que confirmée par la preuve de remise. </w:t>
      </w:r>
    </w:p>
    <w:p w14:paraId="1AD2F018"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lastRenderedPageBreak/>
        <w:t>1.13</w:t>
      </w:r>
      <w:r w:rsidRPr="00FE5F9C">
        <w:rPr>
          <w:rFonts w:asciiTheme="minorBidi" w:hAnsiTheme="minorBidi" w:cstheme="minorBidi"/>
          <w:b w:val="0"/>
        </w:rPr>
        <w:tab/>
        <w:t>Opérateur désigné: toute entité gouvernementale ou non gouvernementale désignée officiellement par un Pays-membre pour assurer l’exploitation des services postaux et remplir les obligation y rela</w:t>
      </w:r>
      <w:r w:rsidR="00990723">
        <w:rPr>
          <w:rFonts w:asciiTheme="minorBidi" w:hAnsiTheme="minorBidi" w:cstheme="minorBidi"/>
          <w:b w:val="0"/>
        </w:rPr>
        <w:softHyphen/>
      </w:r>
      <w:r w:rsidRPr="00FE5F9C">
        <w:rPr>
          <w:rFonts w:asciiTheme="minorBidi" w:hAnsiTheme="minorBidi" w:cstheme="minorBidi"/>
          <w:b w:val="0"/>
        </w:rPr>
        <w:t xml:space="preserve">tives découlant des Actes de l’Union sur son territoire. </w:t>
      </w:r>
    </w:p>
    <w:p w14:paraId="29518856"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1.14</w:t>
      </w:r>
      <w:r w:rsidRPr="00FE5F9C">
        <w:rPr>
          <w:rFonts w:asciiTheme="minorBidi" w:hAnsiTheme="minorBidi" w:cstheme="minorBidi"/>
          <w:b w:val="0"/>
        </w:rPr>
        <w:tab/>
        <w:t>Destination: lieu, généralement situé à l'intérieur de l'aéroport, où le courrier est remis à l'opérateur désigné de destination par le transporteur.</w:t>
      </w:r>
    </w:p>
    <w:p w14:paraId="37E806E3"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1.15</w:t>
      </w:r>
      <w:r w:rsidRPr="00FE5F9C">
        <w:rPr>
          <w:rFonts w:asciiTheme="minorBidi" w:hAnsiTheme="minorBidi" w:cstheme="minorBidi"/>
          <w:b w:val="0"/>
        </w:rPr>
        <w:tab/>
        <w:t>Documents: documents, y compris les étiquettes des sacs, fournis par l'opérateur désigné conformé</w:t>
      </w:r>
      <w:r w:rsidR="00990723">
        <w:rPr>
          <w:rFonts w:asciiTheme="minorBidi" w:hAnsiTheme="minorBidi" w:cstheme="minorBidi"/>
          <w:b w:val="0"/>
        </w:rPr>
        <w:softHyphen/>
      </w:r>
      <w:r w:rsidRPr="00FE5F9C">
        <w:rPr>
          <w:rFonts w:asciiTheme="minorBidi" w:hAnsiTheme="minorBidi" w:cstheme="minorBidi"/>
          <w:b w:val="0"/>
        </w:rPr>
        <w:t>ment aux dispositions des Règlements de l'UPU (tels que le bordereau de livraison CN 38 pour les envois prioritaires et les envois EMS et le bordereau de livraison CN 41 pour le courrier de surface non prioritaire transporté par voie aérienne), prouvant l'existence du contrat relatif à la prestation de services entre l'opérateur désigné et le transporteur.</w:t>
      </w:r>
      <w:r w:rsidR="009468E0" w:rsidRPr="00FE5F9C">
        <w:rPr>
          <w:rFonts w:asciiTheme="minorBidi" w:hAnsiTheme="minorBidi" w:cstheme="minorBidi"/>
          <w:b w:val="0"/>
        </w:rPr>
        <w:t xml:space="preserve"> </w:t>
      </w:r>
      <w:r w:rsidRPr="00FE5F9C">
        <w:rPr>
          <w:rFonts w:asciiTheme="minorBidi" w:hAnsiTheme="minorBidi" w:cstheme="minorBidi"/>
          <w:b w:val="0"/>
        </w:rPr>
        <w:t>Les documents servent, entre autres, de preuve écrite d'acceptation et de remise et de preuve de transport ainsi que de base pour la facturation finale.</w:t>
      </w:r>
    </w:p>
    <w:p w14:paraId="5B5CFC6B" w14:textId="77777777" w:rsidR="00A6228A" w:rsidRPr="00FE5F9C" w:rsidRDefault="002233F3"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1.16</w:t>
      </w:r>
      <w:r w:rsidRPr="00FE5F9C">
        <w:rPr>
          <w:rFonts w:asciiTheme="minorBidi" w:hAnsiTheme="minorBidi" w:cstheme="minorBidi"/>
          <w:b w:val="0"/>
        </w:rPr>
        <w:tab/>
        <w:t>É</w:t>
      </w:r>
      <w:r w:rsidR="00A6228A" w:rsidRPr="00FE5F9C">
        <w:rPr>
          <w:rFonts w:asciiTheme="minorBidi" w:hAnsiTheme="minorBidi" w:cstheme="minorBidi"/>
          <w:b w:val="0"/>
        </w:rPr>
        <w:t>change de données informatisé (EDI): échange de messages d'inform</w:t>
      </w:r>
      <w:r w:rsidRPr="00FE5F9C">
        <w:rPr>
          <w:rFonts w:asciiTheme="minorBidi" w:hAnsiTheme="minorBidi" w:cstheme="minorBidi"/>
          <w:b w:val="0"/>
        </w:rPr>
        <w:t>ation (p. ex. CARDIT et RESDIT)</w:t>
      </w:r>
      <w:r w:rsidR="00A6228A" w:rsidRPr="00FE5F9C">
        <w:rPr>
          <w:rFonts w:asciiTheme="minorBidi" w:hAnsiTheme="minorBidi" w:cstheme="minorBidi"/>
          <w:b w:val="0"/>
        </w:rPr>
        <w:t xml:space="preserve"> tels que spécifiés dans la dernière version de la publication </w:t>
      </w:r>
      <w:r w:rsidR="00A6228A" w:rsidRPr="00FE5F9C">
        <w:rPr>
          <w:rFonts w:asciiTheme="minorBidi" w:hAnsiTheme="minorBidi" w:cstheme="minorBidi"/>
          <w:b w:val="0"/>
          <w:i/>
        </w:rPr>
        <w:t>UPU EDI Messaging Standards</w:t>
      </w:r>
      <w:r w:rsidR="00A6228A" w:rsidRPr="00FE5F9C">
        <w:rPr>
          <w:rFonts w:asciiTheme="minorBidi" w:hAnsiTheme="minorBidi" w:cstheme="minorBidi"/>
          <w:b w:val="0"/>
        </w:rPr>
        <w:t>.</w:t>
      </w:r>
    </w:p>
    <w:p w14:paraId="194C796D" w14:textId="77777777" w:rsidR="00A6228A" w:rsidRPr="00FE5F9C" w:rsidRDefault="00A6228A" w:rsidP="009468E0">
      <w:pPr>
        <w:pStyle w:val="Titre1"/>
        <w:spacing w:before="120"/>
        <w:ind w:left="709" w:hanging="709"/>
        <w:rPr>
          <w:rFonts w:asciiTheme="minorBidi" w:hAnsiTheme="minorBidi" w:cstheme="minorBidi"/>
          <w:b w:val="0"/>
          <w:bCs w:val="0"/>
        </w:rPr>
      </w:pPr>
      <w:r w:rsidRPr="00FE5F9C">
        <w:rPr>
          <w:rFonts w:asciiTheme="minorBidi" w:hAnsiTheme="minorBidi" w:cstheme="minorBidi"/>
          <w:b w:val="0"/>
          <w:bCs w:val="0"/>
        </w:rPr>
        <w:t>1.17</w:t>
      </w:r>
      <w:r w:rsidRPr="00FE5F9C">
        <w:rPr>
          <w:rFonts w:asciiTheme="minorBidi" w:hAnsiTheme="minorBidi" w:cstheme="minorBidi"/>
          <w:b w:val="0"/>
          <w:bCs w:val="0"/>
        </w:rPr>
        <w:tab/>
        <w:t>Express Mail Service (EMS): service postal express pour le</w:t>
      </w:r>
      <w:r w:rsidR="002233F3" w:rsidRPr="00FE5F9C">
        <w:rPr>
          <w:rFonts w:asciiTheme="minorBidi" w:hAnsiTheme="minorBidi" w:cstheme="minorBidi"/>
          <w:b w:val="0"/>
          <w:bCs w:val="0"/>
        </w:rPr>
        <w:t>s documents et les marchandises</w:t>
      </w:r>
      <w:r w:rsidRPr="00FE5F9C">
        <w:rPr>
          <w:rFonts w:asciiTheme="minorBidi" w:hAnsiTheme="minorBidi" w:cstheme="minorBidi"/>
          <w:b w:val="0"/>
          <w:bCs w:val="0"/>
        </w:rPr>
        <w:t xml:space="preserve"> et, autant que possible, le plus rapide des services postaux assuré par des moyens physiques. Ce service peut être proposé sur la base de l’Accord standard multilatéral de l’EMS ou d’un accord bilatéral. </w:t>
      </w:r>
    </w:p>
    <w:p w14:paraId="25DB1B4C"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1.18</w:t>
      </w:r>
      <w:r w:rsidRPr="00FE5F9C">
        <w:rPr>
          <w:rFonts w:asciiTheme="minorBidi" w:hAnsiTheme="minorBidi" w:cstheme="minorBidi"/>
          <w:b w:val="0"/>
        </w:rPr>
        <w:tab/>
        <w:t>Remise: transfert du contrôle/de la garde du courrier par une partie à l’autre partie.</w:t>
      </w:r>
    </w:p>
    <w:p w14:paraId="61B2FE23"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1.18.1</w:t>
      </w:r>
      <w:r w:rsidRPr="00FE5F9C">
        <w:rPr>
          <w:rFonts w:asciiTheme="minorBidi" w:hAnsiTheme="minorBidi" w:cstheme="minorBidi"/>
          <w:b w:val="0"/>
        </w:rPr>
        <w:tab/>
        <w:t>Accepté: acceptation du courrier par le transporteur en vue de son transport. Le transporteur prend en charge le courrier qui lui est remis par le mandant ou l'opérateur désigné de transit.</w:t>
      </w:r>
    </w:p>
    <w:p w14:paraId="2ACC6227"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1.18.2</w:t>
      </w:r>
      <w:r w:rsidRPr="00FE5F9C">
        <w:rPr>
          <w:rFonts w:asciiTheme="minorBidi" w:hAnsiTheme="minorBidi" w:cstheme="minorBidi"/>
          <w:b w:val="0"/>
        </w:rPr>
        <w:tab/>
        <w:t>Livré: livraison du courrier transporté par le transporteur à l'opérateur désigné de transit ou du pays de destination.</w:t>
      </w:r>
      <w:r w:rsidR="009468E0" w:rsidRPr="00FE5F9C">
        <w:rPr>
          <w:rFonts w:asciiTheme="minorBidi" w:hAnsiTheme="minorBidi" w:cstheme="minorBidi"/>
          <w:b w:val="0"/>
        </w:rPr>
        <w:t xml:space="preserve"> </w:t>
      </w:r>
    </w:p>
    <w:p w14:paraId="7DDE390C"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1.19</w:t>
      </w:r>
      <w:r w:rsidRPr="00FE5F9C">
        <w:rPr>
          <w:rFonts w:asciiTheme="minorBidi" w:hAnsiTheme="minorBidi" w:cstheme="minorBidi"/>
          <w:b w:val="0"/>
        </w:rPr>
        <w:tab/>
        <w:t xml:space="preserve">Association du transport aérien international (IATA): organisation commerciale internationale ayant pour mission de représenter, d'orienter et de servir l'industrie du transport aérien. </w:t>
      </w:r>
    </w:p>
    <w:p w14:paraId="513F7B1E"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1.20</w:t>
      </w:r>
      <w:r w:rsidRPr="00FE5F9C">
        <w:rPr>
          <w:rFonts w:asciiTheme="minorBidi" w:hAnsiTheme="minorBidi" w:cstheme="minorBidi"/>
          <w:b w:val="0"/>
        </w:rPr>
        <w:tab/>
        <w:t>Saison IATA:</w:t>
      </w:r>
    </w:p>
    <w:p w14:paraId="0B630E2F"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1.20.1</w:t>
      </w:r>
      <w:r w:rsidRPr="00FE5F9C">
        <w:rPr>
          <w:rFonts w:asciiTheme="minorBidi" w:hAnsiTheme="minorBidi" w:cstheme="minorBidi"/>
          <w:b w:val="0"/>
        </w:rPr>
        <w:tab/>
        <w:t>La saison d'été IATA débute le dernier dimanche de mars et prend fin le dernier samedi d'octobre.</w:t>
      </w:r>
    </w:p>
    <w:p w14:paraId="7223E435"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1.20.2</w:t>
      </w:r>
      <w:r w:rsidRPr="00FE5F9C">
        <w:rPr>
          <w:rFonts w:asciiTheme="minorBidi" w:hAnsiTheme="minorBidi" w:cstheme="minorBidi"/>
          <w:b w:val="0"/>
        </w:rPr>
        <w:tab/>
        <w:t>La saison d'hiver IATA débute le dernier dimanche d'octobre et prend fin le dernier samedi de mars.</w:t>
      </w:r>
    </w:p>
    <w:p w14:paraId="65F6BBDD"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1.21</w:t>
      </w:r>
      <w:r w:rsidRPr="00FE5F9C">
        <w:rPr>
          <w:rFonts w:asciiTheme="minorBidi" w:hAnsiTheme="minorBidi" w:cstheme="minorBidi"/>
          <w:b w:val="0"/>
        </w:rPr>
        <w:tab/>
        <w:t>Courrier:</w:t>
      </w:r>
      <w:r w:rsidR="009468E0" w:rsidRPr="00FE5F9C">
        <w:rPr>
          <w:rFonts w:asciiTheme="minorBidi" w:hAnsiTheme="minorBidi" w:cstheme="minorBidi"/>
          <w:b w:val="0"/>
        </w:rPr>
        <w:t xml:space="preserve"> </w:t>
      </w:r>
      <w:r w:rsidR="002233F3" w:rsidRPr="00FE5F9C">
        <w:rPr>
          <w:rFonts w:asciiTheme="minorBidi" w:hAnsiTheme="minorBidi" w:cstheme="minorBidi"/>
          <w:b w:val="0"/>
        </w:rPr>
        <w:t>ensemble des envois postaux</w:t>
      </w:r>
      <w:r w:rsidRPr="00FE5F9C">
        <w:rPr>
          <w:rFonts w:asciiTheme="minorBidi" w:hAnsiTheme="minorBidi" w:cstheme="minorBidi"/>
          <w:b w:val="0"/>
        </w:rPr>
        <w:t xml:space="preserve"> tels que définis dans la Convention postale universelle. Les dépêches sont classées de la manière suivante:</w:t>
      </w:r>
    </w:p>
    <w:p w14:paraId="4591FBCE" w14:textId="77777777" w:rsidR="00A6228A" w:rsidRPr="00FE5F9C" w:rsidRDefault="00A6228A" w:rsidP="002233F3">
      <w:pPr>
        <w:pStyle w:val="Titre1"/>
        <w:spacing w:before="120"/>
        <w:ind w:left="709" w:hanging="709"/>
        <w:rPr>
          <w:rFonts w:asciiTheme="minorBidi" w:hAnsiTheme="minorBidi" w:cstheme="minorBidi"/>
          <w:b w:val="0"/>
        </w:rPr>
      </w:pPr>
      <w:r w:rsidRPr="00FE5F9C">
        <w:rPr>
          <w:rFonts w:asciiTheme="minorBidi" w:hAnsiTheme="minorBidi" w:cstheme="minorBidi"/>
          <w:b w:val="0"/>
        </w:rPr>
        <w:t>1.21.1</w:t>
      </w:r>
      <w:r w:rsidRPr="00FE5F9C">
        <w:rPr>
          <w:rFonts w:asciiTheme="minorBidi" w:hAnsiTheme="minorBidi" w:cstheme="minorBidi"/>
          <w:b w:val="0"/>
        </w:rPr>
        <w:tab/>
        <w:t>«Dépêches-avion», acheminées par voie aérienne avec priorité. Les dépêches-avion peuvent contenir des envois-avion et des envois prioritaires.</w:t>
      </w:r>
    </w:p>
    <w:p w14:paraId="0C75E49B" w14:textId="77777777" w:rsidR="00A6228A" w:rsidRPr="00FE5F9C" w:rsidRDefault="009468E0"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1.21.2</w:t>
      </w:r>
      <w:r w:rsidRPr="00FE5F9C">
        <w:rPr>
          <w:rFonts w:asciiTheme="minorBidi" w:hAnsiTheme="minorBidi" w:cstheme="minorBidi"/>
          <w:b w:val="0"/>
        </w:rPr>
        <w:tab/>
      </w:r>
      <w:r w:rsidR="00A6228A" w:rsidRPr="00FE5F9C">
        <w:rPr>
          <w:rFonts w:asciiTheme="minorBidi" w:hAnsiTheme="minorBidi" w:cstheme="minorBidi"/>
          <w:b w:val="0"/>
        </w:rPr>
        <w:t>«Dépêches prioritaires», acheminées par voie de surface, mais avec la même priorité que les dépêches-avion.</w:t>
      </w:r>
      <w:r w:rsidRPr="00FE5F9C">
        <w:rPr>
          <w:rFonts w:asciiTheme="minorBidi" w:hAnsiTheme="minorBidi" w:cstheme="minorBidi"/>
          <w:b w:val="0"/>
        </w:rPr>
        <w:t xml:space="preserve"> </w:t>
      </w:r>
      <w:r w:rsidR="00A6228A" w:rsidRPr="00FE5F9C">
        <w:rPr>
          <w:rFonts w:asciiTheme="minorBidi" w:hAnsiTheme="minorBidi" w:cstheme="minorBidi"/>
          <w:b w:val="0"/>
        </w:rPr>
        <w:t>Les dépêches prioritaires peuvent contenir des envois prioritaires et des envois-avion.</w:t>
      </w:r>
    </w:p>
    <w:p w14:paraId="21CFCED3" w14:textId="77777777" w:rsidR="00A6228A" w:rsidRPr="00FE5F9C" w:rsidRDefault="00A6228A" w:rsidP="00B506FB">
      <w:pPr>
        <w:pStyle w:val="Titre1"/>
        <w:spacing w:before="120"/>
        <w:ind w:left="709" w:hanging="709"/>
        <w:rPr>
          <w:rFonts w:asciiTheme="minorBidi" w:hAnsiTheme="minorBidi" w:cstheme="minorBidi"/>
          <w:b w:val="0"/>
        </w:rPr>
      </w:pPr>
      <w:r w:rsidRPr="00FE5F9C">
        <w:rPr>
          <w:rFonts w:asciiTheme="minorBidi" w:hAnsiTheme="minorBidi" w:cstheme="minorBidi"/>
          <w:b w:val="0"/>
        </w:rPr>
        <w:t>1.21.3</w:t>
      </w:r>
      <w:r w:rsidRPr="00FE5F9C">
        <w:rPr>
          <w:rFonts w:asciiTheme="minorBidi" w:hAnsiTheme="minorBidi" w:cstheme="minorBidi"/>
          <w:b w:val="0"/>
        </w:rPr>
        <w:tab/>
        <w:t>«Dépêches de surface transportées par voie aérienne (S.A.L.)». Ces dépêches contiennent des envois S.A.L. et des envois non prioritaires.</w:t>
      </w:r>
    </w:p>
    <w:p w14:paraId="3C3E3730" w14:textId="77777777" w:rsidR="00A6228A" w:rsidRPr="00FE5F9C" w:rsidRDefault="009468E0"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1.21.4</w:t>
      </w:r>
      <w:r w:rsidRPr="00FE5F9C">
        <w:rPr>
          <w:rFonts w:asciiTheme="minorBidi" w:hAnsiTheme="minorBidi" w:cstheme="minorBidi"/>
          <w:b w:val="0"/>
        </w:rPr>
        <w:tab/>
      </w:r>
      <w:r w:rsidR="00A6228A" w:rsidRPr="00FE5F9C">
        <w:rPr>
          <w:rFonts w:asciiTheme="minorBidi" w:hAnsiTheme="minorBidi" w:cstheme="minorBidi"/>
          <w:b w:val="0"/>
        </w:rPr>
        <w:t>«Dépêches de surface». Ces dépêches contiennent du courrier de surface et des envois non prioritaires.</w:t>
      </w:r>
    </w:p>
    <w:p w14:paraId="39D811AB" w14:textId="77777777" w:rsidR="00A6228A" w:rsidRPr="00FE5F9C" w:rsidRDefault="00A6228A" w:rsidP="00B506FB">
      <w:pPr>
        <w:pStyle w:val="Titre1"/>
        <w:spacing w:before="120"/>
        <w:ind w:left="709" w:firstLine="0"/>
        <w:rPr>
          <w:rFonts w:asciiTheme="minorBidi" w:hAnsiTheme="minorBidi" w:cstheme="minorBidi"/>
          <w:b w:val="0"/>
        </w:rPr>
      </w:pPr>
      <w:r w:rsidRPr="00FE5F9C">
        <w:rPr>
          <w:rFonts w:asciiTheme="minorBidi" w:hAnsiTheme="minorBidi" w:cstheme="minorBidi"/>
          <w:b w:val="0"/>
        </w:rPr>
        <w:t>Le courrier transporté devrait être classé selon deux catégories: courrier prioritaire et courrier de sur</w:t>
      </w:r>
      <w:r w:rsidR="00990723">
        <w:rPr>
          <w:rFonts w:asciiTheme="minorBidi" w:hAnsiTheme="minorBidi" w:cstheme="minorBidi"/>
          <w:b w:val="0"/>
        </w:rPr>
        <w:softHyphen/>
      </w:r>
      <w:r w:rsidRPr="00FE5F9C">
        <w:rPr>
          <w:rFonts w:asciiTheme="minorBidi" w:hAnsiTheme="minorBidi" w:cstheme="minorBidi"/>
          <w:b w:val="0"/>
        </w:rPr>
        <w:t>face transporté par voie aérienne avec priorité réduite.</w:t>
      </w:r>
      <w:r w:rsidR="009468E0" w:rsidRPr="00FE5F9C">
        <w:rPr>
          <w:rFonts w:asciiTheme="minorBidi" w:hAnsiTheme="minorBidi" w:cstheme="minorBidi"/>
          <w:b w:val="0"/>
        </w:rPr>
        <w:t xml:space="preserve"> </w:t>
      </w:r>
      <w:r w:rsidRPr="00FE5F9C">
        <w:rPr>
          <w:rFonts w:asciiTheme="minorBidi" w:hAnsiTheme="minorBidi" w:cstheme="minorBidi"/>
          <w:b w:val="0"/>
        </w:rPr>
        <w:t>Tout objet indiqué dans les documents est considéré comme du courrier.</w:t>
      </w:r>
      <w:r w:rsidR="009468E0" w:rsidRPr="00FE5F9C">
        <w:rPr>
          <w:rFonts w:asciiTheme="minorBidi" w:hAnsiTheme="minorBidi" w:cstheme="minorBidi"/>
          <w:b w:val="0"/>
        </w:rPr>
        <w:t xml:space="preserve"> </w:t>
      </w:r>
      <w:r w:rsidRPr="00FE5F9C">
        <w:rPr>
          <w:rFonts w:asciiTheme="minorBidi" w:hAnsiTheme="minorBidi" w:cstheme="minorBidi"/>
          <w:b w:val="0"/>
        </w:rPr>
        <w:t xml:space="preserve">Le fret ou les marchandises mentionnés dans la Convention de Chicago de 1944, la Convention de Varsovie de 1929, la Convention de Montréal de 1999 ou tout protocole ou toute convention connexe, sont exclus. </w:t>
      </w:r>
    </w:p>
    <w:p w14:paraId="312A8FCF" w14:textId="77777777" w:rsidR="00A6228A" w:rsidRPr="00FE5F9C" w:rsidRDefault="00A6228A" w:rsidP="009468E0">
      <w:pPr>
        <w:pStyle w:val="Titre1"/>
        <w:spacing w:before="120"/>
        <w:ind w:left="709" w:hanging="709"/>
        <w:rPr>
          <w:rFonts w:asciiTheme="minorBidi" w:hAnsiTheme="minorBidi" w:cstheme="minorBidi"/>
          <w:b w:val="0"/>
        </w:rPr>
      </w:pPr>
      <w:r w:rsidRPr="00FE5F9C">
        <w:rPr>
          <w:rFonts w:asciiTheme="minorBidi" w:hAnsiTheme="minorBidi" w:cstheme="minorBidi"/>
          <w:b w:val="0"/>
        </w:rPr>
        <w:t>1.22</w:t>
      </w:r>
      <w:r w:rsidRPr="00FE5F9C">
        <w:rPr>
          <w:rFonts w:asciiTheme="minorBidi" w:hAnsiTheme="minorBidi" w:cstheme="minorBidi"/>
          <w:b w:val="0"/>
        </w:rPr>
        <w:tab/>
        <w:t>Envoi non prioritaire:</w:t>
      </w:r>
      <w:r w:rsidR="009468E0" w:rsidRPr="00FE5F9C">
        <w:rPr>
          <w:rFonts w:asciiTheme="minorBidi" w:hAnsiTheme="minorBidi" w:cstheme="minorBidi"/>
          <w:b w:val="0"/>
        </w:rPr>
        <w:t xml:space="preserve"> </w:t>
      </w:r>
      <w:r w:rsidRPr="00FE5F9C">
        <w:rPr>
          <w:rFonts w:asciiTheme="minorBidi" w:hAnsiTheme="minorBidi" w:cstheme="minorBidi"/>
          <w:b w:val="0"/>
        </w:rPr>
        <w:t>envoi pour lequel l'expéditeur a choisi un tarif moindre, d'où un délai de distribu</w:t>
      </w:r>
      <w:r w:rsidR="00990723">
        <w:rPr>
          <w:rFonts w:asciiTheme="minorBidi" w:hAnsiTheme="minorBidi" w:cstheme="minorBidi"/>
          <w:b w:val="0"/>
        </w:rPr>
        <w:softHyphen/>
      </w:r>
      <w:r w:rsidRPr="00FE5F9C">
        <w:rPr>
          <w:rFonts w:asciiTheme="minorBidi" w:hAnsiTheme="minorBidi" w:cstheme="minorBidi"/>
          <w:b w:val="0"/>
        </w:rPr>
        <w:t>tion plus long.</w:t>
      </w:r>
    </w:p>
    <w:p w14:paraId="48DBC500" w14:textId="77777777" w:rsidR="00A6228A" w:rsidRPr="00FE5F9C" w:rsidRDefault="00A6228A" w:rsidP="009468E0">
      <w:pPr>
        <w:pStyle w:val="Titre1"/>
        <w:tabs>
          <w:tab w:val="left" w:pos="709"/>
        </w:tabs>
        <w:spacing w:before="120"/>
        <w:ind w:left="709" w:hanging="709"/>
        <w:rPr>
          <w:rFonts w:asciiTheme="minorBidi" w:hAnsiTheme="minorBidi" w:cstheme="minorBidi"/>
          <w:b w:val="0"/>
        </w:rPr>
      </w:pPr>
      <w:r w:rsidRPr="00FE5F9C">
        <w:rPr>
          <w:rFonts w:asciiTheme="minorBidi" w:hAnsiTheme="minorBidi" w:cstheme="minorBidi"/>
          <w:b w:val="0"/>
        </w:rPr>
        <w:t>1.23</w:t>
      </w:r>
      <w:r w:rsidRPr="00FE5F9C">
        <w:rPr>
          <w:rFonts w:asciiTheme="minorBidi" w:hAnsiTheme="minorBidi" w:cstheme="minorBidi"/>
          <w:b w:val="0"/>
        </w:rPr>
        <w:tab/>
        <w:t xml:space="preserve">Point d’origine: lieu d'expédition du courrier où le transporteur accepte le courrier du mandant aux fins de la prestation des services convenus. </w:t>
      </w:r>
    </w:p>
    <w:p w14:paraId="322171CF" w14:textId="77777777" w:rsidR="00B506FB" w:rsidRPr="00FE5F9C" w:rsidRDefault="00A6228A" w:rsidP="00B506FB">
      <w:pPr>
        <w:pStyle w:val="Titre1"/>
        <w:tabs>
          <w:tab w:val="left" w:pos="709"/>
        </w:tabs>
        <w:spacing w:before="120"/>
        <w:ind w:left="709" w:hanging="709"/>
        <w:rPr>
          <w:rFonts w:asciiTheme="minorBidi" w:hAnsiTheme="minorBidi" w:cstheme="minorBidi"/>
          <w:b w:val="0"/>
        </w:rPr>
      </w:pPr>
      <w:r w:rsidRPr="00FE5F9C">
        <w:rPr>
          <w:rFonts w:asciiTheme="minorBidi" w:hAnsiTheme="minorBidi" w:cstheme="minorBidi"/>
          <w:b w:val="0"/>
        </w:rPr>
        <w:t>1.24</w:t>
      </w:r>
      <w:r w:rsidRPr="00FE5F9C">
        <w:rPr>
          <w:rFonts w:asciiTheme="minorBidi" w:hAnsiTheme="minorBidi" w:cstheme="minorBidi"/>
          <w:b w:val="0"/>
        </w:rPr>
        <w:tab/>
        <w:t>Envoi postal: terme générique désignant tout envoi expédié via les services de la poste (envoi de la poste aux lettres, colis postal, mandat de poste, etc.).</w:t>
      </w:r>
      <w:r w:rsidR="00B506FB" w:rsidRPr="00FE5F9C">
        <w:rPr>
          <w:rFonts w:asciiTheme="minorBidi" w:hAnsiTheme="minorBidi" w:cstheme="minorBidi"/>
          <w:b w:val="0"/>
        </w:rPr>
        <w:br w:type="page"/>
      </w:r>
    </w:p>
    <w:p w14:paraId="4817DFC0"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lastRenderedPageBreak/>
        <w:t>1.25</w:t>
      </w:r>
      <w:r w:rsidRPr="00FE5F9C">
        <w:rPr>
          <w:rFonts w:asciiTheme="minorBidi" w:hAnsiTheme="minorBidi" w:cstheme="minorBidi"/>
          <w:b w:val="0"/>
        </w:rPr>
        <w:tab/>
        <w:t>Envoi prioritaire: envoi transporté par la voie la plus rapide (voie aérienne ou voie de surface) avec priorité.</w:t>
      </w:r>
    </w:p>
    <w:p w14:paraId="56EFA283"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1.26</w:t>
      </w:r>
      <w:r w:rsidRPr="00FE5F9C">
        <w:rPr>
          <w:rFonts w:asciiTheme="minorBidi" w:hAnsiTheme="minorBidi" w:cstheme="minorBidi"/>
          <w:b w:val="0"/>
        </w:rPr>
        <w:tab/>
        <w:t>Preuve d'acceptation: contrôle formel de l'ensemble du courrier reçu par le transporteur au moyen de la saisie des données relatives aux identifiants des récipients figurant dans les messages EDI générés par le tra</w:t>
      </w:r>
      <w:r w:rsidR="00341C53" w:rsidRPr="00FE5F9C">
        <w:rPr>
          <w:rFonts w:asciiTheme="minorBidi" w:hAnsiTheme="minorBidi" w:cstheme="minorBidi"/>
          <w:b w:val="0"/>
        </w:rPr>
        <w:t>nsporteur</w:t>
      </w:r>
      <w:r w:rsidRPr="00FE5F9C">
        <w:rPr>
          <w:rFonts w:asciiTheme="minorBidi" w:hAnsiTheme="minorBidi" w:cstheme="minorBidi"/>
          <w:b w:val="0"/>
        </w:rPr>
        <w:t xml:space="preserve"> et/ou au moyen de la signature des documents ou d'un échange d'autres données convenu au préalable. La preuve d'acceptation est subordonnée au respect de l'heure critique de remise spécifiée par le transporteur pour un volume de courrier donné.</w:t>
      </w:r>
    </w:p>
    <w:p w14:paraId="423A6CA8" w14:textId="77777777" w:rsidR="00A6228A" w:rsidRPr="00FE5F9C" w:rsidRDefault="005A3AE9" w:rsidP="005A3AE9">
      <w:pPr>
        <w:pStyle w:val="Titre1"/>
        <w:spacing w:before="120"/>
        <w:rPr>
          <w:rFonts w:asciiTheme="minorBidi" w:hAnsiTheme="minorBidi" w:cstheme="minorBidi"/>
          <w:b w:val="0"/>
        </w:rPr>
      </w:pPr>
      <w:r w:rsidRPr="00FE5F9C">
        <w:rPr>
          <w:rFonts w:asciiTheme="minorBidi" w:hAnsiTheme="minorBidi" w:cstheme="minorBidi"/>
          <w:b w:val="0"/>
        </w:rPr>
        <w:t>1.27</w:t>
      </w:r>
      <w:r w:rsidRPr="00FE5F9C">
        <w:rPr>
          <w:rFonts w:asciiTheme="minorBidi" w:hAnsiTheme="minorBidi" w:cstheme="minorBidi"/>
          <w:b w:val="0"/>
        </w:rPr>
        <w:tab/>
      </w:r>
      <w:r w:rsidR="00A6228A" w:rsidRPr="00FE5F9C">
        <w:rPr>
          <w:rFonts w:asciiTheme="minorBidi" w:hAnsiTheme="minorBidi" w:cstheme="minorBidi"/>
          <w:b w:val="0"/>
        </w:rPr>
        <w:t>Preuve de livraison: contrôle formel de l'ensemble du courrier reçu par l'opérateur désigné au point de destination ou par son agent au moyen de la saisie des données relatives aux identifiants des récipients figurant dans les messages EDI générés par</w:t>
      </w:r>
      <w:r w:rsidR="00341C53" w:rsidRPr="00FE5F9C">
        <w:rPr>
          <w:rFonts w:asciiTheme="minorBidi" w:hAnsiTheme="minorBidi" w:cstheme="minorBidi"/>
          <w:b w:val="0"/>
        </w:rPr>
        <w:t xml:space="preserve"> le transporteur</w:t>
      </w:r>
      <w:r w:rsidR="00A6228A" w:rsidRPr="00FE5F9C">
        <w:rPr>
          <w:rFonts w:asciiTheme="minorBidi" w:hAnsiTheme="minorBidi" w:cstheme="minorBidi"/>
          <w:b w:val="0"/>
        </w:rPr>
        <w:t xml:space="preserve"> et/ou au moyen de la signature des docu</w:t>
      </w:r>
      <w:r w:rsidR="00990723">
        <w:rPr>
          <w:rFonts w:asciiTheme="minorBidi" w:hAnsiTheme="minorBidi" w:cstheme="minorBidi"/>
          <w:b w:val="0"/>
        </w:rPr>
        <w:softHyphen/>
      </w:r>
      <w:r w:rsidR="00A6228A" w:rsidRPr="00FE5F9C">
        <w:rPr>
          <w:rFonts w:asciiTheme="minorBidi" w:hAnsiTheme="minorBidi" w:cstheme="minorBidi"/>
          <w:b w:val="0"/>
        </w:rPr>
        <w:t>ments ou d'un échange d'autres données convenu au préalable. La preuve de livraison est subordonnée au respect de l'heure critique de remise spécifiée par le transporteur pour un volume de courrier donné ainsi qu'à la possibilité pour l'opérateur désigné local de signer ou de transmettre une preuve de livraison.</w:t>
      </w:r>
    </w:p>
    <w:p w14:paraId="5667468A" w14:textId="77777777" w:rsidR="00A6228A" w:rsidRPr="00FE5F9C" w:rsidRDefault="00A6228A" w:rsidP="005A3AE9">
      <w:pPr>
        <w:pStyle w:val="Titre1"/>
        <w:spacing w:before="120"/>
        <w:rPr>
          <w:rFonts w:asciiTheme="minorBidi" w:hAnsiTheme="minorBidi" w:cstheme="minorBidi"/>
          <w:b w:val="0"/>
          <w:bCs w:val="0"/>
        </w:rPr>
      </w:pPr>
      <w:r w:rsidRPr="00FE5F9C">
        <w:rPr>
          <w:rFonts w:asciiTheme="minorBidi" w:hAnsiTheme="minorBidi" w:cstheme="minorBidi"/>
          <w:b w:val="0"/>
          <w:bCs w:val="0"/>
        </w:rPr>
        <w:t>1.28</w:t>
      </w:r>
      <w:r w:rsidRPr="00FE5F9C">
        <w:rPr>
          <w:rFonts w:asciiTheme="minorBidi" w:hAnsiTheme="minorBidi" w:cstheme="minorBidi"/>
          <w:b w:val="0"/>
          <w:bCs w:val="0"/>
        </w:rPr>
        <w:tab/>
        <w:t>Récipient: unité d'une dépêche ou d’une expédition. Le récipient est habituellement un sac ou une cais</w:t>
      </w:r>
      <w:r w:rsidR="00990723">
        <w:rPr>
          <w:rFonts w:asciiTheme="minorBidi" w:hAnsiTheme="minorBidi" w:cstheme="minorBidi"/>
          <w:b w:val="0"/>
          <w:bCs w:val="0"/>
        </w:rPr>
        <w:softHyphen/>
      </w:r>
      <w:r w:rsidRPr="00FE5F9C">
        <w:rPr>
          <w:rFonts w:asciiTheme="minorBidi" w:hAnsiTheme="minorBidi" w:cstheme="minorBidi"/>
          <w:b w:val="0"/>
          <w:bCs w:val="0"/>
        </w:rPr>
        <w:t>sette contenant des envois postaux. Les récipients sont des entités physiques traitées par des trans</w:t>
      </w:r>
      <w:r w:rsidR="00990723">
        <w:rPr>
          <w:rFonts w:asciiTheme="minorBidi" w:hAnsiTheme="minorBidi" w:cstheme="minorBidi"/>
          <w:b w:val="0"/>
          <w:bCs w:val="0"/>
        </w:rPr>
        <w:softHyphen/>
      </w:r>
      <w:r w:rsidRPr="00FE5F9C">
        <w:rPr>
          <w:rFonts w:asciiTheme="minorBidi" w:hAnsiTheme="minorBidi" w:cstheme="minorBidi"/>
          <w:b w:val="0"/>
          <w:bCs w:val="0"/>
        </w:rPr>
        <w:t>porteurs tels que des compagnies aériennes.</w:t>
      </w:r>
      <w:r w:rsidR="009468E0" w:rsidRPr="00FE5F9C">
        <w:rPr>
          <w:rFonts w:asciiTheme="minorBidi" w:hAnsiTheme="minorBidi" w:cstheme="minorBidi"/>
          <w:b w:val="0"/>
          <w:bCs w:val="0"/>
        </w:rPr>
        <w:t xml:space="preserve"> </w:t>
      </w:r>
      <w:r w:rsidRPr="00FE5F9C">
        <w:rPr>
          <w:rFonts w:asciiTheme="minorBidi" w:hAnsiTheme="minorBidi" w:cstheme="minorBidi"/>
          <w:b w:val="0"/>
          <w:bCs w:val="0"/>
        </w:rPr>
        <w:t>En cas de transport aérien, un récipient peut aussi être un conteneur d’une compagnie aérienne contenant des colis chargés en vrac, ou une palette de courrier. Un colis isolé ou un envoi EMS trop grand pour entrer dans un sac postal peut aussi être un récipient. Chaque récipient porte un identifiant de récipient avec code à barres à 29 caractères standard.</w:t>
      </w:r>
      <w:r w:rsidR="009468E0" w:rsidRPr="00FE5F9C">
        <w:rPr>
          <w:rFonts w:asciiTheme="minorBidi" w:hAnsiTheme="minorBidi" w:cstheme="minorBidi"/>
          <w:b w:val="0"/>
          <w:bCs w:val="0"/>
        </w:rPr>
        <w:t xml:space="preserve"> </w:t>
      </w:r>
      <w:r w:rsidRPr="00FE5F9C">
        <w:rPr>
          <w:rFonts w:asciiTheme="minorBidi" w:hAnsiTheme="minorBidi" w:cstheme="minorBidi"/>
          <w:b w:val="0"/>
          <w:bCs w:val="0"/>
        </w:rPr>
        <w:t>Cet identifiant est utilisé par les transporteurs ainsi que par les postes. La norme de l’UPU applicable pour les identifiants de récipient est la norme S9.</w:t>
      </w:r>
    </w:p>
    <w:p w14:paraId="530A1059"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1.29</w:t>
      </w:r>
      <w:r w:rsidRPr="00FE5F9C">
        <w:rPr>
          <w:rFonts w:asciiTheme="minorBidi" w:hAnsiTheme="minorBidi" w:cstheme="minorBidi"/>
          <w:b w:val="0"/>
        </w:rPr>
        <w:tab/>
        <w:t>Tarifs: rémunération des services, comme indiqué en annexe 2.</w:t>
      </w:r>
    </w:p>
    <w:p w14:paraId="4421F59B"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1.30</w:t>
      </w:r>
      <w:r w:rsidRPr="00FE5F9C">
        <w:rPr>
          <w:rFonts w:asciiTheme="minorBidi" w:hAnsiTheme="minorBidi" w:cstheme="minorBidi"/>
          <w:b w:val="0"/>
        </w:rPr>
        <w:tab/>
        <w:t>RESDIT: message envoyé à l'opérateur désigné par le transporteur d'une expédition (tel qu’une com</w:t>
      </w:r>
      <w:r w:rsidR="00990723">
        <w:rPr>
          <w:rFonts w:asciiTheme="minorBidi" w:hAnsiTheme="minorBidi" w:cstheme="minorBidi"/>
          <w:b w:val="0"/>
        </w:rPr>
        <w:softHyphen/>
      </w:r>
      <w:r w:rsidRPr="00FE5F9C">
        <w:rPr>
          <w:rFonts w:asciiTheme="minorBidi" w:hAnsiTheme="minorBidi" w:cstheme="minorBidi"/>
          <w:b w:val="0"/>
        </w:rPr>
        <w:t>pagnie aérienne).</w:t>
      </w:r>
      <w:r w:rsidR="009468E0" w:rsidRPr="00FE5F9C">
        <w:rPr>
          <w:rFonts w:asciiTheme="minorBidi" w:hAnsiTheme="minorBidi" w:cstheme="minorBidi"/>
          <w:b w:val="0"/>
        </w:rPr>
        <w:t xml:space="preserve"> </w:t>
      </w:r>
      <w:r w:rsidRPr="00FE5F9C">
        <w:rPr>
          <w:rFonts w:asciiTheme="minorBidi" w:hAnsiTheme="minorBidi" w:cstheme="minorBidi"/>
          <w:b w:val="0"/>
        </w:rPr>
        <w:t>Un message RESDIT est généralement envoyé en réponse à un message CARDIT. Toutefois, en l'absence de message CARDIT, un message RESDIT peut être envoyé si l'opérateur désigné et le transporteur appliquent tous deux une norme appropriée en matière d'échange de mes</w:t>
      </w:r>
      <w:r w:rsidR="00990723">
        <w:rPr>
          <w:rFonts w:asciiTheme="minorBidi" w:hAnsiTheme="minorBidi" w:cstheme="minorBidi"/>
          <w:b w:val="0"/>
        </w:rPr>
        <w:softHyphen/>
      </w:r>
      <w:r w:rsidRPr="00FE5F9C">
        <w:rPr>
          <w:rFonts w:asciiTheme="minorBidi" w:hAnsiTheme="minorBidi" w:cstheme="minorBidi"/>
          <w:b w:val="0"/>
        </w:rPr>
        <w:t>sages. Plusieurs messages RESDIT peuvent corres</w:t>
      </w:r>
      <w:r w:rsidR="007365F7" w:rsidRPr="00FE5F9C">
        <w:rPr>
          <w:rFonts w:asciiTheme="minorBidi" w:hAnsiTheme="minorBidi" w:cstheme="minorBidi"/>
          <w:b w:val="0"/>
        </w:rPr>
        <w:t>pondre à un même message CARDIT</w:t>
      </w:r>
      <w:r w:rsidRPr="00FE5F9C">
        <w:rPr>
          <w:rFonts w:asciiTheme="minorBidi" w:hAnsiTheme="minorBidi" w:cstheme="minorBidi"/>
          <w:b w:val="0"/>
        </w:rPr>
        <w:t xml:space="preserve"> puisque le transport des récipients d'une expédition est assuré tout au long de la chaîne logistique, à partir du point d'origine jusqu'au point de destination.</w:t>
      </w:r>
    </w:p>
    <w:p w14:paraId="65D81BE4"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1.31</w:t>
      </w:r>
      <w:r w:rsidRPr="00FE5F9C">
        <w:rPr>
          <w:rFonts w:asciiTheme="minorBidi" w:hAnsiTheme="minorBidi" w:cstheme="minorBidi"/>
          <w:b w:val="0"/>
        </w:rPr>
        <w:tab/>
        <w:t>Plan d'acheminement: liste des itinéraires d'acheminement du courrier-avion convenus entre le trans</w:t>
      </w:r>
      <w:r w:rsidR="00990723">
        <w:rPr>
          <w:rFonts w:asciiTheme="minorBidi" w:hAnsiTheme="minorBidi" w:cstheme="minorBidi"/>
          <w:b w:val="0"/>
        </w:rPr>
        <w:softHyphen/>
      </w:r>
      <w:r w:rsidRPr="00FE5F9C">
        <w:rPr>
          <w:rFonts w:asciiTheme="minorBidi" w:hAnsiTheme="minorBidi" w:cstheme="minorBidi"/>
          <w:b w:val="0"/>
        </w:rPr>
        <w:t>porteur et le mandant pour la prestation du service, comme spécifiée en annexe 1.</w:t>
      </w:r>
    </w:p>
    <w:p w14:paraId="2EB2D8D7"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1.32</w:t>
      </w:r>
      <w:r w:rsidRPr="00FE5F9C">
        <w:rPr>
          <w:rFonts w:asciiTheme="minorBidi" w:hAnsiTheme="minorBidi" w:cstheme="minorBidi"/>
          <w:b w:val="0"/>
        </w:rPr>
        <w:tab/>
        <w:t>Envoi S.A.L. (envoi de surface transporté par voie aérienne):</w:t>
      </w:r>
      <w:r w:rsidR="009468E0" w:rsidRPr="00FE5F9C">
        <w:rPr>
          <w:rFonts w:asciiTheme="minorBidi" w:hAnsiTheme="minorBidi" w:cstheme="minorBidi"/>
          <w:b w:val="0"/>
        </w:rPr>
        <w:t xml:space="preserve"> </w:t>
      </w:r>
      <w:r w:rsidRPr="00FE5F9C">
        <w:rPr>
          <w:rFonts w:asciiTheme="minorBidi" w:hAnsiTheme="minorBidi" w:cstheme="minorBidi"/>
          <w:b w:val="0"/>
        </w:rPr>
        <w:t>tout envoi de surface transporté par voie aérienne avec priorité réduite.</w:t>
      </w:r>
    </w:p>
    <w:p w14:paraId="1E356FDF"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1.33</w:t>
      </w:r>
      <w:r w:rsidRPr="00FE5F9C">
        <w:rPr>
          <w:rFonts w:asciiTheme="minorBidi" w:hAnsiTheme="minorBidi" w:cstheme="minorBidi"/>
          <w:b w:val="0"/>
        </w:rPr>
        <w:tab/>
        <w:t>Droit de tirage spécial (DTS): actif de réserve international</w:t>
      </w:r>
      <w:r w:rsidR="007365F7" w:rsidRPr="00FE5F9C">
        <w:rPr>
          <w:rFonts w:asciiTheme="minorBidi" w:hAnsiTheme="minorBidi" w:cstheme="minorBidi"/>
          <w:b w:val="0"/>
        </w:rPr>
        <w:t>,</w:t>
      </w:r>
      <w:r w:rsidRPr="00FE5F9C">
        <w:rPr>
          <w:rFonts w:asciiTheme="minorBidi" w:hAnsiTheme="minorBidi" w:cstheme="minorBidi"/>
          <w:b w:val="0"/>
        </w:rPr>
        <w:t xml:space="preserve"> créé en 1969 par le Fonds monétaire inter</w:t>
      </w:r>
      <w:r w:rsidR="00990723">
        <w:rPr>
          <w:rFonts w:asciiTheme="minorBidi" w:hAnsiTheme="minorBidi" w:cstheme="minorBidi"/>
          <w:b w:val="0"/>
        </w:rPr>
        <w:softHyphen/>
      </w:r>
      <w:r w:rsidRPr="00FE5F9C">
        <w:rPr>
          <w:rFonts w:asciiTheme="minorBidi" w:hAnsiTheme="minorBidi" w:cstheme="minorBidi"/>
          <w:b w:val="0"/>
        </w:rPr>
        <w:t>national pour compléter les réserves de change existantes.</w:t>
      </w:r>
      <w:r w:rsidR="009468E0" w:rsidRPr="00FE5F9C">
        <w:rPr>
          <w:rFonts w:asciiTheme="minorBidi" w:hAnsiTheme="minorBidi" w:cstheme="minorBidi"/>
          <w:b w:val="0"/>
        </w:rPr>
        <w:t xml:space="preserve"> </w:t>
      </w:r>
      <w:r w:rsidRPr="00FE5F9C">
        <w:rPr>
          <w:rFonts w:asciiTheme="minorBidi" w:hAnsiTheme="minorBidi" w:cstheme="minorBidi"/>
          <w:b w:val="0"/>
        </w:rPr>
        <w:t>Sa valeur est déterminée sur la base d'un panier de devises dont les pondérations sont ajustées à intervalles réguliers. Le DTS est utilisé par l'UPU et plusieurs autres organisations internationales comme unité de compte.</w:t>
      </w:r>
    </w:p>
    <w:p w14:paraId="03118798"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1.34</w:t>
      </w:r>
      <w:r w:rsidRPr="00FE5F9C">
        <w:rPr>
          <w:rFonts w:asciiTheme="minorBidi" w:hAnsiTheme="minorBidi" w:cstheme="minorBidi"/>
          <w:b w:val="0"/>
        </w:rPr>
        <w:tab/>
        <w:t>Services</w:t>
      </w:r>
      <w:r w:rsidR="007365F7" w:rsidRPr="00FE5F9C">
        <w:rPr>
          <w:rFonts w:asciiTheme="minorBidi" w:hAnsiTheme="minorBidi" w:cstheme="minorBidi"/>
          <w:b w:val="0"/>
        </w:rPr>
        <w:t>:</w:t>
      </w:r>
      <w:r w:rsidRPr="00FE5F9C">
        <w:rPr>
          <w:rFonts w:asciiTheme="minorBidi" w:hAnsiTheme="minorBidi" w:cstheme="minorBidi"/>
          <w:b w:val="0"/>
        </w:rPr>
        <w:t xml:space="preserve"> tous les services liés au transport du courrier, tels que le chargement, le déchargement, la manutention au sol, la sécurité, le transport, la distribution et la documentation.</w:t>
      </w:r>
    </w:p>
    <w:p w14:paraId="528B93EE"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1.35</w:t>
      </w:r>
      <w:r w:rsidRPr="00FE5F9C">
        <w:rPr>
          <w:rFonts w:asciiTheme="minorBidi" w:hAnsiTheme="minorBidi" w:cstheme="minorBidi"/>
          <w:b w:val="0"/>
        </w:rPr>
        <w:tab/>
        <w:t>Transport: transport physique par voie aérienne, maritime ou terrestre, selon le cas.</w:t>
      </w:r>
      <w:r w:rsidR="009468E0" w:rsidRPr="00FE5F9C">
        <w:rPr>
          <w:rFonts w:asciiTheme="minorBidi" w:hAnsiTheme="minorBidi" w:cstheme="minorBidi"/>
          <w:b w:val="0"/>
        </w:rPr>
        <w:t xml:space="preserve"> </w:t>
      </w:r>
    </w:p>
    <w:p w14:paraId="4FB6F6C4"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1.36</w:t>
      </w:r>
      <w:r w:rsidRPr="00FE5F9C">
        <w:rPr>
          <w:rFonts w:asciiTheme="minorBidi" w:hAnsiTheme="minorBidi" w:cstheme="minorBidi"/>
          <w:b w:val="0"/>
        </w:rPr>
        <w:tab/>
        <w:t xml:space="preserve">Union </w:t>
      </w:r>
      <w:r w:rsidR="007365F7" w:rsidRPr="00FE5F9C">
        <w:rPr>
          <w:rFonts w:asciiTheme="minorBidi" w:hAnsiTheme="minorBidi" w:cstheme="minorBidi"/>
          <w:b w:val="0"/>
        </w:rPr>
        <w:t>p</w:t>
      </w:r>
      <w:r w:rsidRPr="00FE5F9C">
        <w:rPr>
          <w:rFonts w:asciiTheme="minorBidi" w:hAnsiTheme="minorBidi" w:cstheme="minorBidi"/>
          <w:b w:val="0"/>
        </w:rPr>
        <w:t xml:space="preserve">ostale </w:t>
      </w:r>
      <w:r w:rsidR="007365F7" w:rsidRPr="00FE5F9C">
        <w:rPr>
          <w:rFonts w:asciiTheme="minorBidi" w:hAnsiTheme="minorBidi" w:cstheme="minorBidi"/>
          <w:b w:val="0"/>
        </w:rPr>
        <w:t>u</w:t>
      </w:r>
      <w:r w:rsidRPr="00FE5F9C">
        <w:rPr>
          <w:rFonts w:asciiTheme="minorBidi" w:hAnsiTheme="minorBidi" w:cstheme="minorBidi"/>
          <w:b w:val="0"/>
        </w:rPr>
        <w:t>niverselle (UPU): institution spécialisée des Nations Unies ayant pour mission d'assurer l'organisation et le perfectionnement des services postaux et de favoriser, dans ce domaine, le déve</w:t>
      </w:r>
      <w:r w:rsidR="00990723">
        <w:rPr>
          <w:rFonts w:asciiTheme="minorBidi" w:hAnsiTheme="minorBidi" w:cstheme="minorBidi"/>
          <w:b w:val="0"/>
        </w:rPr>
        <w:softHyphen/>
      </w:r>
      <w:r w:rsidRPr="00FE5F9C">
        <w:rPr>
          <w:rFonts w:asciiTheme="minorBidi" w:hAnsiTheme="minorBidi" w:cstheme="minorBidi"/>
          <w:b w:val="0"/>
        </w:rPr>
        <w:t>loppement de la collaboration internationale.</w:t>
      </w:r>
      <w:r w:rsidR="009468E0" w:rsidRPr="00FE5F9C">
        <w:rPr>
          <w:rFonts w:asciiTheme="minorBidi" w:hAnsiTheme="minorBidi" w:cstheme="minorBidi"/>
          <w:b w:val="0"/>
        </w:rPr>
        <w:t xml:space="preserve"> </w:t>
      </w:r>
    </w:p>
    <w:p w14:paraId="39259DDD" w14:textId="77777777" w:rsidR="005A3AE9" w:rsidRPr="00B37FF9" w:rsidRDefault="00A6228A" w:rsidP="00B37FF9">
      <w:pPr>
        <w:pStyle w:val="Titre1"/>
        <w:spacing w:before="120"/>
        <w:rPr>
          <w:rFonts w:asciiTheme="minorBidi" w:hAnsiTheme="minorBidi" w:cstheme="minorBidi"/>
          <w:b w:val="0"/>
        </w:rPr>
      </w:pPr>
      <w:r w:rsidRPr="00FE5F9C">
        <w:rPr>
          <w:rFonts w:asciiTheme="minorBidi" w:hAnsiTheme="minorBidi" w:cstheme="minorBidi"/>
          <w:b w:val="0"/>
        </w:rPr>
        <w:t>1.37</w:t>
      </w:r>
      <w:r w:rsidRPr="00FE5F9C">
        <w:rPr>
          <w:rFonts w:asciiTheme="minorBidi" w:hAnsiTheme="minorBidi" w:cstheme="minorBidi"/>
          <w:b w:val="0"/>
        </w:rPr>
        <w:tab/>
        <w:t>Convention postale universelle: traité international énonçant les règles applicables à l'ensemble du ser</w:t>
      </w:r>
      <w:r w:rsidR="00990723">
        <w:rPr>
          <w:rFonts w:asciiTheme="minorBidi" w:hAnsiTheme="minorBidi" w:cstheme="minorBidi"/>
          <w:b w:val="0"/>
        </w:rPr>
        <w:softHyphen/>
      </w:r>
      <w:r w:rsidR="00B37FF9">
        <w:rPr>
          <w:rFonts w:asciiTheme="minorBidi" w:hAnsiTheme="minorBidi" w:cstheme="minorBidi"/>
          <w:b w:val="0"/>
        </w:rPr>
        <w:t>vice postal international.</w:t>
      </w:r>
      <w:r w:rsidR="005A3AE9" w:rsidRPr="00FE5F9C">
        <w:rPr>
          <w:rFonts w:asciiTheme="minorBidi" w:hAnsiTheme="minorBidi" w:cstheme="minorBidi"/>
        </w:rPr>
        <w:br w:type="page"/>
      </w:r>
    </w:p>
    <w:p w14:paraId="7325E6E5"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lastRenderedPageBreak/>
        <w:t>II.</w:t>
      </w:r>
      <w:r w:rsidRPr="00FE5F9C">
        <w:rPr>
          <w:rFonts w:asciiTheme="minorBidi" w:hAnsiTheme="minorBidi" w:cstheme="minorBidi"/>
        </w:rPr>
        <w:tab/>
        <w:t>Objectifs et champ d'application du Contrat</w:t>
      </w:r>
    </w:p>
    <w:p w14:paraId="1017E790" w14:textId="77777777" w:rsidR="00A6228A" w:rsidRPr="00FE5F9C" w:rsidRDefault="00A6228A" w:rsidP="00A6228A">
      <w:pPr>
        <w:pStyle w:val="Titre1"/>
        <w:ind w:left="0" w:firstLine="0"/>
        <w:rPr>
          <w:rFonts w:asciiTheme="minorBidi" w:hAnsiTheme="minorBidi" w:cstheme="minorBidi"/>
        </w:rPr>
      </w:pPr>
    </w:p>
    <w:p w14:paraId="001B4945"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t>Article 2</w:t>
      </w:r>
    </w:p>
    <w:p w14:paraId="31D69A42"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rPr>
        <w:t>Objectifs et champ d'application du Contrat</w:t>
      </w:r>
    </w:p>
    <w:p w14:paraId="10E8A6AE" w14:textId="77777777" w:rsidR="00A6228A" w:rsidRPr="00FE5F9C" w:rsidRDefault="00A6228A" w:rsidP="00A6228A">
      <w:pPr>
        <w:pStyle w:val="Titre1"/>
        <w:ind w:left="709" w:hanging="709"/>
        <w:rPr>
          <w:rFonts w:asciiTheme="minorBidi" w:hAnsiTheme="minorBidi" w:cstheme="minorBidi"/>
          <w:b w:val="0"/>
        </w:rPr>
      </w:pPr>
    </w:p>
    <w:p w14:paraId="484F14C3" w14:textId="77777777" w:rsidR="00A6228A" w:rsidRPr="00FE5F9C" w:rsidRDefault="00A6228A" w:rsidP="007365F7">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Le présent Contrat décrit les conditions selon lesquelles le transporteur fournit les services au mandant du point d'origine au(x) point(s) de destination, ou au point de transit, conformément aux tarifs applicables, au plan d'acheminement et aux volumes estimés, comme indiqué </w:t>
      </w:r>
      <w:r w:rsidR="007365F7" w:rsidRPr="00FE5F9C">
        <w:rPr>
          <w:rFonts w:asciiTheme="minorBidi" w:hAnsiTheme="minorBidi" w:cstheme="minorBidi"/>
          <w:b w:val="0"/>
        </w:rPr>
        <w:t>en</w:t>
      </w:r>
      <w:r w:rsidRPr="00FE5F9C">
        <w:rPr>
          <w:rFonts w:asciiTheme="minorBidi" w:hAnsiTheme="minorBidi" w:cstheme="minorBidi"/>
          <w:b w:val="0"/>
        </w:rPr>
        <w:t xml:space="preserve"> annexes. </w:t>
      </w:r>
    </w:p>
    <w:p w14:paraId="1CDC557C" w14:textId="77777777" w:rsidR="00A6228A" w:rsidRPr="00FE5F9C" w:rsidRDefault="00A6228A" w:rsidP="00A6228A">
      <w:pPr>
        <w:pStyle w:val="Textedebase"/>
        <w:tabs>
          <w:tab w:val="left" w:pos="709"/>
        </w:tabs>
        <w:rPr>
          <w:rFonts w:asciiTheme="minorBidi" w:hAnsiTheme="minorBidi" w:cstheme="minorBidi"/>
        </w:rPr>
      </w:pPr>
    </w:p>
    <w:p w14:paraId="4BC824F4" w14:textId="77777777" w:rsidR="00A6228A" w:rsidRPr="00FE5F9C" w:rsidRDefault="00A6228A" w:rsidP="005A3AE9">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présent Contrat s'applique à la fourniture des services concernant les catégories de courrier ci-après</w:t>
      </w:r>
      <w:r w:rsidR="007365F7" w:rsidRPr="00FE5F9C">
        <w:rPr>
          <w:rFonts w:asciiTheme="minorBidi" w:hAnsiTheme="minorBidi" w:cstheme="minorBidi"/>
          <w:b w:val="0"/>
        </w:rPr>
        <w:t>,</w:t>
      </w:r>
      <w:r w:rsidRPr="00FE5F9C">
        <w:rPr>
          <w:rFonts w:asciiTheme="minorBidi" w:hAnsiTheme="minorBidi" w:cstheme="minorBidi"/>
          <w:b w:val="0"/>
        </w:rPr>
        <w:t xml:space="preserve"> mentionnées dans la Convention postale universelle: </w:t>
      </w:r>
    </w:p>
    <w:p w14:paraId="583E733D"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2.1</w:t>
      </w:r>
      <w:r w:rsidRPr="00FE5F9C">
        <w:rPr>
          <w:rFonts w:asciiTheme="minorBidi" w:hAnsiTheme="minorBidi" w:cstheme="minorBidi"/>
          <w:b w:val="0"/>
        </w:rPr>
        <w:tab/>
        <w:t>Envois EMS</w:t>
      </w:r>
      <w:r w:rsidR="007365F7" w:rsidRPr="00FE5F9C">
        <w:rPr>
          <w:rFonts w:asciiTheme="minorBidi" w:hAnsiTheme="minorBidi" w:cstheme="minorBidi"/>
          <w:b w:val="0"/>
        </w:rPr>
        <w:t>.</w:t>
      </w:r>
    </w:p>
    <w:p w14:paraId="6ED7D9C0" w14:textId="77777777" w:rsidR="00A6228A" w:rsidRPr="00FE5F9C" w:rsidRDefault="007365F7" w:rsidP="005A3AE9">
      <w:pPr>
        <w:pStyle w:val="Titre1"/>
        <w:spacing w:before="120"/>
        <w:rPr>
          <w:rFonts w:asciiTheme="minorBidi" w:hAnsiTheme="minorBidi" w:cstheme="minorBidi"/>
          <w:b w:val="0"/>
        </w:rPr>
      </w:pPr>
      <w:r w:rsidRPr="00FE5F9C">
        <w:rPr>
          <w:rFonts w:asciiTheme="minorBidi" w:hAnsiTheme="minorBidi" w:cstheme="minorBidi"/>
          <w:b w:val="0"/>
        </w:rPr>
        <w:t>2.2</w:t>
      </w:r>
      <w:r w:rsidR="00A6228A" w:rsidRPr="00FE5F9C">
        <w:rPr>
          <w:rFonts w:asciiTheme="minorBidi" w:hAnsiTheme="minorBidi" w:cstheme="minorBidi"/>
          <w:b w:val="0"/>
        </w:rPr>
        <w:tab/>
        <w:t>Courrier prioritaire: courrier-avion (envois de la poste aux lettres, colis postaux, mandats de poste).</w:t>
      </w:r>
    </w:p>
    <w:p w14:paraId="69C99ED9"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2.3</w:t>
      </w:r>
      <w:r w:rsidRPr="00FE5F9C">
        <w:rPr>
          <w:rFonts w:asciiTheme="minorBidi" w:hAnsiTheme="minorBidi" w:cstheme="minorBidi"/>
          <w:b w:val="0"/>
        </w:rPr>
        <w:tab/>
        <w:t>Courrier non prioritaire: envois S.A.L. (envois de la poste aux lettres et colis postaux).</w:t>
      </w:r>
    </w:p>
    <w:p w14:paraId="76DFCDA9" w14:textId="77777777" w:rsidR="00A6228A" w:rsidRPr="00FE5F9C" w:rsidRDefault="00A6228A" w:rsidP="005A3AE9">
      <w:pPr>
        <w:pStyle w:val="Titre1"/>
        <w:spacing w:before="120"/>
        <w:rPr>
          <w:rFonts w:asciiTheme="minorBidi" w:hAnsiTheme="minorBidi" w:cstheme="minorBidi"/>
          <w:b w:val="0"/>
        </w:rPr>
      </w:pPr>
      <w:r w:rsidRPr="00FE5F9C">
        <w:rPr>
          <w:rFonts w:asciiTheme="minorBidi" w:hAnsiTheme="minorBidi" w:cstheme="minorBidi"/>
          <w:b w:val="0"/>
        </w:rPr>
        <w:t>2.4</w:t>
      </w:r>
      <w:r w:rsidRPr="00FE5F9C">
        <w:rPr>
          <w:rFonts w:asciiTheme="minorBidi" w:hAnsiTheme="minorBidi" w:cstheme="minorBidi"/>
          <w:b w:val="0"/>
        </w:rPr>
        <w:tab/>
        <w:t xml:space="preserve">Sacs vides (SV). </w:t>
      </w:r>
    </w:p>
    <w:p w14:paraId="02E1BCA4" w14:textId="77777777" w:rsidR="00A6228A" w:rsidRPr="00FE5F9C" w:rsidRDefault="00A6228A" w:rsidP="00A6228A">
      <w:pPr>
        <w:pStyle w:val="Textedebase"/>
        <w:tabs>
          <w:tab w:val="left" w:pos="709"/>
          <w:tab w:val="left" w:pos="2440"/>
        </w:tabs>
        <w:rPr>
          <w:rFonts w:asciiTheme="minorBidi" w:hAnsiTheme="minorBidi" w:cstheme="minorBidi"/>
        </w:rPr>
      </w:pPr>
    </w:p>
    <w:p w14:paraId="290E96F4" w14:textId="77777777" w:rsidR="00A6228A" w:rsidRPr="00FE5F9C" w:rsidRDefault="00A6228A" w:rsidP="00A6228A">
      <w:pPr>
        <w:pStyle w:val="Textedebase"/>
        <w:tabs>
          <w:tab w:val="left" w:pos="709"/>
          <w:tab w:val="left" w:pos="2440"/>
        </w:tabs>
        <w:rPr>
          <w:rFonts w:asciiTheme="minorBidi" w:hAnsiTheme="minorBidi" w:cstheme="minorBidi"/>
        </w:rPr>
      </w:pPr>
    </w:p>
    <w:p w14:paraId="2FC1CB09"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III.</w:t>
      </w:r>
      <w:r w:rsidRPr="00FE5F9C">
        <w:rPr>
          <w:rFonts w:asciiTheme="minorBidi" w:hAnsiTheme="minorBidi" w:cstheme="minorBidi"/>
        </w:rPr>
        <w:tab/>
        <w:t>Obligations du transporteur</w:t>
      </w:r>
    </w:p>
    <w:p w14:paraId="3896F22F" w14:textId="77777777" w:rsidR="00A6228A" w:rsidRPr="00FE5F9C" w:rsidRDefault="00A6228A" w:rsidP="00A6228A">
      <w:pPr>
        <w:pStyle w:val="Titre1"/>
        <w:rPr>
          <w:rFonts w:asciiTheme="minorBidi" w:hAnsiTheme="minorBidi" w:cstheme="minorBidi"/>
        </w:rPr>
      </w:pPr>
    </w:p>
    <w:p w14:paraId="11D5CDB8"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3</w:t>
      </w:r>
    </w:p>
    <w:p w14:paraId="5241BAC0"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Service</w:t>
      </w:r>
    </w:p>
    <w:p w14:paraId="3EA6265A" w14:textId="77777777" w:rsidR="00A6228A" w:rsidRPr="00FE5F9C" w:rsidRDefault="00A6228A" w:rsidP="00A6228A">
      <w:pPr>
        <w:pStyle w:val="Textedebase"/>
        <w:ind w:left="567" w:hanging="567"/>
        <w:rPr>
          <w:rFonts w:asciiTheme="minorBidi" w:hAnsiTheme="minorBidi" w:cstheme="minorBidi"/>
        </w:rPr>
      </w:pPr>
    </w:p>
    <w:p w14:paraId="071A12EE"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transporteur fournit les services au mandant conformément aux dispositions du présent Contrat.</w:t>
      </w:r>
    </w:p>
    <w:p w14:paraId="0E54EBD6" w14:textId="77777777" w:rsidR="005A3AE9" w:rsidRPr="00FE5F9C" w:rsidRDefault="005A3AE9" w:rsidP="00A6228A">
      <w:pPr>
        <w:pStyle w:val="Titre1"/>
        <w:rPr>
          <w:rFonts w:asciiTheme="minorBidi" w:hAnsiTheme="minorBidi" w:cstheme="minorBidi"/>
        </w:rPr>
      </w:pPr>
    </w:p>
    <w:p w14:paraId="6AE82D22" w14:textId="77777777" w:rsidR="005A3AE9" w:rsidRPr="00FE5F9C" w:rsidRDefault="005A3AE9" w:rsidP="00A6228A">
      <w:pPr>
        <w:pStyle w:val="Titre1"/>
        <w:rPr>
          <w:rFonts w:asciiTheme="minorBidi" w:hAnsiTheme="minorBidi" w:cstheme="minorBidi"/>
        </w:rPr>
      </w:pPr>
    </w:p>
    <w:p w14:paraId="68185AA0"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4</w:t>
      </w:r>
    </w:p>
    <w:p w14:paraId="09598DE9"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Intégrité du courrier</w:t>
      </w:r>
    </w:p>
    <w:p w14:paraId="4BA5D8B2" w14:textId="77777777" w:rsidR="00A6228A" w:rsidRPr="00FE5F9C" w:rsidRDefault="00A6228A" w:rsidP="00A6228A">
      <w:pPr>
        <w:pStyle w:val="Textedebase"/>
        <w:ind w:left="567" w:hanging="567"/>
        <w:rPr>
          <w:rFonts w:asciiTheme="minorBidi" w:hAnsiTheme="minorBidi" w:cstheme="minorBidi"/>
        </w:rPr>
      </w:pPr>
    </w:p>
    <w:p w14:paraId="3476EF38"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transporteur traite le courrier de la manière spécifiée dans le présent Contrat et conformément aux niveaux de performance indiqués en annexe 4.</w:t>
      </w:r>
      <w:r w:rsidR="009468E0" w:rsidRPr="00FE5F9C">
        <w:rPr>
          <w:rFonts w:asciiTheme="minorBidi" w:hAnsiTheme="minorBidi" w:cstheme="minorBidi"/>
          <w:b w:val="0"/>
        </w:rPr>
        <w:t xml:space="preserve"> </w:t>
      </w:r>
    </w:p>
    <w:p w14:paraId="51C406EB" w14:textId="77777777" w:rsidR="00A6228A" w:rsidRPr="00FE5F9C" w:rsidRDefault="00A6228A" w:rsidP="00A6228A">
      <w:pPr>
        <w:pStyle w:val="Textedebase"/>
        <w:rPr>
          <w:rFonts w:asciiTheme="minorBidi" w:hAnsiTheme="minorBidi" w:cstheme="minorBidi"/>
        </w:rPr>
      </w:pPr>
    </w:p>
    <w:p w14:paraId="684A3B76"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transporteur prend toutes les mesures que l'on peut raisonnablement attendre de lui pour assurer, au mieux de ses capacités, la protection de l'ensemble du courrier contre les intempéries, la poussière, les avaries, la perte ou le vol pendant qu'il en a la garde.</w:t>
      </w:r>
    </w:p>
    <w:p w14:paraId="02D812C2" w14:textId="77777777" w:rsidR="00A6228A" w:rsidRPr="00FE5F9C" w:rsidRDefault="00A6228A" w:rsidP="00A6228A">
      <w:pPr>
        <w:pStyle w:val="Titre1"/>
        <w:rPr>
          <w:rFonts w:asciiTheme="minorBidi" w:hAnsiTheme="minorBidi" w:cstheme="minorBidi"/>
          <w:b w:val="0"/>
        </w:rPr>
      </w:pPr>
    </w:p>
    <w:p w14:paraId="36545DBD" w14:textId="77777777" w:rsidR="00A6228A" w:rsidRPr="00FE5F9C" w:rsidRDefault="00A6228A" w:rsidP="00A6228A">
      <w:pPr>
        <w:pStyle w:val="Textedebase"/>
        <w:ind w:left="567" w:hanging="567"/>
        <w:rPr>
          <w:rFonts w:asciiTheme="minorBidi" w:hAnsiTheme="minorBidi" w:cstheme="minorBidi"/>
        </w:rPr>
      </w:pPr>
    </w:p>
    <w:p w14:paraId="5D9CFD84"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5</w:t>
      </w:r>
    </w:p>
    <w:p w14:paraId="6AB6AA56" w14:textId="77777777" w:rsidR="00A6228A" w:rsidRPr="00FE5F9C" w:rsidRDefault="00A6228A" w:rsidP="007365F7">
      <w:pPr>
        <w:pStyle w:val="Titre1"/>
        <w:rPr>
          <w:rFonts w:asciiTheme="minorBidi" w:hAnsiTheme="minorBidi" w:cstheme="minorBidi"/>
          <w:b w:val="0"/>
        </w:rPr>
      </w:pPr>
      <w:r w:rsidRPr="00FE5F9C">
        <w:rPr>
          <w:rFonts w:asciiTheme="minorBidi" w:hAnsiTheme="minorBidi" w:cstheme="minorBidi"/>
        </w:rPr>
        <w:t xml:space="preserve">Refus de </w:t>
      </w:r>
      <w:r w:rsidR="007365F7" w:rsidRPr="00FE5F9C">
        <w:rPr>
          <w:rFonts w:asciiTheme="minorBidi" w:hAnsiTheme="minorBidi" w:cstheme="minorBidi"/>
        </w:rPr>
        <w:t>remise</w:t>
      </w:r>
    </w:p>
    <w:p w14:paraId="7CB188F8" w14:textId="77777777" w:rsidR="00A6228A" w:rsidRPr="00FE5F9C" w:rsidRDefault="00A6228A" w:rsidP="00A6228A">
      <w:pPr>
        <w:pStyle w:val="Textedebase"/>
        <w:ind w:left="567" w:hanging="567"/>
        <w:rPr>
          <w:rFonts w:asciiTheme="minorBidi" w:hAnsiTheme="minorBidi" w:cstheme="minorBidi"/>
        </w:rPr>
      </w:pPr>
    </w:p>
    <w:p w14:paraId="41E0893B"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b w:val="0"/>
        </w:rPr>
        <w:t>1.</w:t>
      </w:r>
      <w:r w:rsidRPr="00FE5F9C">
        <w:rPr>
          <w:rFonts w:asciiTheme="minorBidi" w:hAnsiTheme="minorBidi" w:cstheme="minorBidi"/>
          <w:b w:val="0"/>
        </w:rPr>
        <w:tab/>
        <w:t>Le transporteur peut refuser d'accepter la remise du courrier (défaut de remise), notamment dans les cas suivants:</w:t>
      </w:r>
    </w:p>
    <w:p w14:paraId="5DFD6F14"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1.1</w:t>
      </w:r>
      <w:r w:rsidRPr="00FE5F9C">
        <w:rPr>
          <w:rFonts w:asciiTheme="minorBidi" w:hAnsiTheme="minorBidi" w:cstheme="minorBidi"/>
          <w:b w:val="0"/>
        </w:rPr>
        <w:tab/>
        <w:t>Le courrier est contenu dans des sacs ou des récipients endommagés.</w:t>
      </w:r>
    </w:p>
    <w:p w14:paraId="5E9B3984"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1.2</w:t>
      </w:r>
      <w:r w:rsidRPr="00FE5F9C">
        <w:rPr>
          <w:rFonts w:asciiTheme="minorBidi" w:hAnsiTheme="minorBidi" w:cstheme="minorBidi"/>
          <w:b w:val="0"/>
        </w:rPr>
        <w:tab/>
        <w:t>Le poids des sacs postaux ou des récipients individuels, avant leur remise au transporteur, est supérieur à la limite de poids prescrite dans les Actes de l'Union.</w:t>
      </w:r>
    </w:p>
    <w:p w14:paraId="03FA6256"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1.3</w:t>
      </w:r>
      <w:r w:rsidRPr="00FE5F9C">
        <w:rPr>
          <w:rFonts w:asciiTheme="minorBidi" w:hAnsiTheme="minorBidi" w:cstheme="minorBidi"/>
          <w:b w:val="0"/>
        </w:rPr>
        <w:tab/>
        <w:t>Des colis hors récipient dépassent la limite de poids prescrite dans les Actes de l'Union et/ou les dimen</w:t>
      </w:r>
      <w:r w:rsidR="00990723">
        <w:rPr>
          <w:rFonts w:asciiTheme="minorBidi" w:hAnsiTheme="minorBidi" w:cstheme="minorBidi"/>
          <w:b w:val="0"/>
        </w:rPr>
        <w:softHyphen/>
      </w:r>
      <w:r w:rsidRPr="00FE5F9C">
        <w:rPr>
          <w:rFonts w:asciiTheme="minorBidi" w:hAnsiTheme="minorBidi" w:cstheme="minorBidi"/>
          <w:b w:val="0"/>
        </w:rPr>
        <w:t>sions standard UPU–IATA ou (________) mètres pour la somme de la longueur et de la plus grande circonférence mesurée dans un sens autre que celui de la longueur.</w:t>
      </w:r>
    </w:p>
    <w:p w14:paraId="379B2781"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1.4</w:t>
      </w:r>
      <w:r w:rsidRPr="00FE5F9C">
        <w:rPr>
          <w:rFonts w:asciiTheme="minorBidi" w:hAnsiTheme="minorBidi" w:cstheme="minorBidi"/>
          <w:b w:val="0"/>
        </w:rPr>
        <w:tab/>
        <w:t>Les étiquettes sont illisibles ou mal fixées sur certains récipients.</w:t>
      </w:r>
    </w:p>
    <w:p w14:paraId="5647446C" w14:textId="77777777" w:rsidR="00A6228A" w:rsidRPr="00FE5F9C" w:rsidRDefault="00A6228A" w:rsidP="00A6228A">
      <w:pPr>
        <w:pStyle w:val="Textedebase"/>
        <w:spacing w:before="120"/>
        <w:ind w:left="567" w:hanging="567"/>
        <w:rPr>
          <w:rFonts w:asciiTheme="minorBidi" w:hAnsiTheme="minorBidi" w:cstheme="minorBidi"/>
        </w:rPr>
      </w:pPr>
      <w:r w:rsidRPr="00FE5F9C">
        <w:rPr>
          <w:rFonts w:asciiTheme="minorBidi" w:hAnsiTheme="minorBidi" w:cstheme="minorBidi"/>
        </w:rPr>
        <w:t>1.5</w:t>
      </w:r>
      <w:r w:rsidRPr="00FE5F9C">
        <w:rPr>
          <w:rFonts w:asciiTheme="minorBidi" w:hAnsiTheme="minorBidi" w:cstheme="minorBidi"/>
        </w:rPr>
        <w:tab/>
        <w:t>Le courrier est remis après l'heure convenue et/ou dans un lieu différent de celui prévu (sous réserve des dispositions de l'art. 11.1).</w:t>
      </w:r>
    </w:p>
    <w:p w14:paraId="0718C4CB" w14:textId="77777777" w:rsidR="005E46A3" w:rsidRPr="00FE5F9C" w:rsidRDefault="00A6228A" w:rsidP="005E46A3">
      <w:pPr>
        <w:pStyle w:val="Textedebase"/>
        <w:spacing w:before="120"/>
        <w:ind w:left="567" w:hanging="567"/>
        <w:rPr>
          <w:rFonts w:asciiTheme="minorBidi" w:hAnsiTheme="minorBidi" w:cstheme="minorBidi"/>
        </w:rPr>
      </w:pPr>
      <w:r w:rsidRPr="00FE5F9C">
        <w:rPr>
          <w:rFonts w:asciiTheme="minorBidi" w:hAnsiTheme="minorBidi" w:cstheme="minorBidi"/>
        </w:rPr>
        <w:t>1.6</w:t>
      </w:r>
      <w:r w:rsidRPr="00FE5F9C">
        <w:rPr>
          <w:rFonts w:asciiTheme="minorBidi" w:hAnsiTheme="minorBidi" w:cstheme="minorBidi"/>
        </w:rPr>
        <w:tab/>
        <w:t>Les quantités de courrier remises dépassent le volume convenu (sous réserve des dispositions de l'art. 23.1).</w:t>
      </w:r>
      <w:r w:rsidR="005E46A3" w:rsidRPr="00FE5F9C">
        <w:rPr>
          <w:rFonts w:asciiTheme="minorBidi" w:hAnsiTheme="minorBidi" w:cstheme="minorBidi"/>
        </w:rPr>
        <w:br w:type="page"/>
      </w:r>
    </w:p>
    <w:p w14:paraId="5C426641"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lastRenderedPageBreak/>
        <w:t>2.</w:t>
      </w:r>
      <w:r w:rsidRPr="00FE5F9C">
        <w:rPr>
          <w:rFonts w:asciiTheme="minorBidi" w:hAnsiTheme="minorBidi" w:cstheme="minorBidi"/>
          <w:b w:val="0"/>
        </w:rPr>
        <w:tab/>
        <w:t>Le transporteur peut refuser la prise en charge du courrier au point d'origine ou sa remise au point de destination et le renvoyer aux frais du mandant ou le retenir, à sa discrétion, à toute étape du processus, dans les cas suivants:</w:t>
      </w:r>
    </w:p>
    <w:p w14:paraId="7A59A287"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2.1</w:t>
      </w:r>
      <w:r w:rsidRPr="00FE5F9C">
        <w:rPr>
          <w:rFonts w:asciiTheme="minorBidi" w:hAnsiTheme="minorBidi" w:cstheme="minorBidi"/>
          <w:b w:val="0"/>
        </w:rPr>
        <w:tab/>
        <w:t>Le transporteur a des raisons objectives et valables de considérer le contenu du courrier comme étant illicite, dangereux ou autre, et d'estimer, selon son propre jugement, qu'il risque d'endommager ou d'al</w:t>
      </w:r>
      <w:r w:rsidR="00990723">
        <w:rPr>
          <w:rFonts w:asciiTheme="minorBidi" w:hAnsiTheme="minorBidi" w:cstheme="minorBidi"/>
          <w:b w:val="0"/>
        </w:rPr>
        <w:softHyphen/>
      </w:r>
      <w:r w:rsidRPr="00FE5F9C">
        <w:rPr>
          <w:rFonts w:asciiTheme="minorBidi" w:hAnsiTheme="minorBidi" w:cstheme="minorBidi"/>
          <w:b w:val="0"/>
        </w:rPr>
        <w:t>térer d'autres envois, des marchandises ou du matériel lui appartenant, ou de porter préjudice à ses employés ou à des tiers.</w:t>
      </w:r>
    </w:p>
    <w:p w14:paraId="5BBD09DB"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2.2</w:t>
      </w:r>
      <w:r w:rsidRPr="00FE5F9C">
        <w:rPr>
          <w:rFonts w:asciiTheme="minorBidi" w:hAnsiTheme="minorBidi" w:cstheme="minorBidi"/>
          <w:b w:val="0"/>
        </w:rPr>
        <w:tab/>
        <w:t>Une inspection visuelle permet de constater que le conditionnement, l'emballage ou l'étiquetage des envois semble inadéquat ou que ceux-ci sont, au moment de la remise et avant la transmission de la preuve d'acceptation par le transporteur, dans un état donnant à penser qu'ils ont peut-être été endom</w:t>
      </w:r>
      <w:r w:rsidR="00990723">
        <w:rPr>
          <w:rFonts w:asciiTheme="minorBidi" w:hAnsiTheme="minorBidi" w:cstheme="minorBidi"/>
          <w:b w:val="0"/>
        </w:rPr>
        <w:softHyphen/>
      </w:r>
      <w:r w:rsidRPr="00FE5F9C">
        <w:rPr>
          <w:rFonts w:asciiTheme="minorBidi" w:hAnsiTheme="minorBidi" w:cstheme="minorBidi"/>
          <w:b w:val="0"/>
        </w:rPr>
        <w:t>magés ou spoliés. Dans ce cas, le transporteur notifie au mandant les motifs du refus. Il donne au mandant la possibilité de corriger les anomalies constatées lorsque les délais de remise et de traitement le permettent.</w:t>
      </w:r>
    </w:p>
    <w:p w14:paraId="7E2FF74A" w14:textId="77777777" w:rsidR="00A6228A" w:rsidRPr="00FE5F9C" w:rsidRDefault="005E46A3" w:rsidP="00A6228A">
      <w:pPr>
        <w:pStyle w:val="Titre1"/>
        <w:spacing w:before="120"/>
        <w:rPr>
          <w:rFonts w:asciiTheme="minorBidi" w:hAnsiTheme="minorBidi" w:cstheme="minorBidi"/>
          <w:b w:val="0"/>
        </w:rPr>
      </w:pPr>
      <w:r w:rsidRPr="00FE5F9C">
        <w:rPr>
          <w:rFonts w:asciiTheme="minorBidi" w:hAnsiTheme="minorBidi" w:cstheme="minorBidi"/>
          <w:b w:val="0"/>
        </w:rPr>
        <w:t>2.3</w:t>
      </w:r>
      <w:r w:rsidR="00A6228A" w:rsidRPr="00FE5F9C">
        <w:rPr>
          <w:rFonts w:asciiTheme="minorBidi" w:hAnsiTheme="minorBidi" w:cstheme="minorBidi"/>
          <w:b w:val="0"/>
        </w:rPr>
        <w:tab/>
        <w:t>Le mandant manque à ses obligations financières, telles que stipulées dans le présent Contrat, ou risque fortement de ne pas pouvoir les remplir.</w:t>
      </w:r>
    </w:p>
    <w:p w14:paraId="112EBED5" w14:textId="77777777" w:rsidR="00A6228A" w:rsidRPr="00FE5F9C" w:rsidRDefault="00A6228A" w:rsidP="00A6228A">
      <w:pPr>
        <w:pStyle w:val="Textedebase"/>
        <w:ind w:left="567" w:hanging="567"/>
        <w:rPr>
          <w:rFonts w:asciiTheme="minorBidi" w:hAnsiTheme="minorBidi" w:cstheme="minorBidi"/>
        </w:rPr>
      </w:pPr>
    </w:p>
    <w:p w14:paraId="495BA90D"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3.</w:t>
      </w:r>
      <w:r w:rsidRPr="00FE5F9C">
        <w:rPr>
          <w:rFonts w:asciiTheme="minorBidi" w:hAnsiTheme="minorBidi" w:cstheme="minorBidi"/>
        </w:rPr>
        <w:tab/>
        <w:t>Le transporteur ne doit pas refuser de remettre le courrier au point de destination en raison d'un différend de nature comptable ou de tout autre type de différend entre le mandant et lui-même.</w:t>
      </w:r>
    </w:p>
    <w:p w14:paraId="5C712FFD" w14:textId="77777777" w:rsidR="00A6228A" w:rsidRPr="00FE5F9C" w:rsidRDefault="00A6228A" w:rsidP="00A6228A">
      <w:pPr>
        <w:pStyle w:val="Titre1"/>
        <w:rPr>
          <w:rFonts w:asciiTheme="minorBidi" w:hAnsiTheme="minorBidi" w:cstheme="minorBidi"/>
          <w:b w:val="0"/>
        </w:rPr>
      </w:pPr>
    </w:p>
    <w:p w14:paraId="7D4AD5B2" w14:textId="77777777" w:rsidR="00A6228A" w:rsidRPr="00FE5F9C" w:rsidRDefault="00A6228A" w:rsidP="00A6228A">
      <w:pPr>
        <w:spacing w:line="240" w:lineRule="auto"/>
        <w:rPr>
          <w:rFonts w:asciiTheme="minorBidi" w:hAnsiTheme="minorBidi" w:cstheme="minorBidi"/>
        </w:rPr>
      </w:pPr>
    </w:p>
    <w:p w14:paraId="3AF5173C"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6</w:t>
      </w:r>
    </w:p>
    <w:p w14:paraId="67891F27"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Garde du courrier</w:t>
      </w:r>
    </w:p>
    <w:p w14:paraId="127D0A84" w14:textId="77777777" w:rsidR="00A6228A" w:rsidRPr="00FE5F9C" w:rsidRDefault="00A6228A" w:rsidP="00A6228A">
      <w:pPr>
        <w:pStyle w:val="Textedebase"/>
        <w:ind w:left="567" w:hanging="567"/>
        <w:rPr>
          <w:rFonts w:asciiTheme="minorBidi" w:hAnsiTheme="minorBidi" w:cstheme="minorBidi"/>
        </w:rPr>
      </w:pPr>
    </w:p>
    <w:p w14:paraId="62091A48"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courrier est considéré comme étant sous la garde du transporteur depuis la transmission de la preuve d'acceptation jusqu'à l'établissement de la preuve de livraison.</w:t>
      </w:r>
      <w:r w:rsidR="009468E0" w:rsidRPr="00FE5F9C">
        <w:rPr>
          <w:rFonts w:asciiTheme="minorBidi" w:hAnsiTheme="minorBidi" w:cstheme="minorBidi"/>
          <w:b w:val="0"/>
        </w:rPr>
        <w:t xml:space="preserve"> </w:t>
      </w:r>
    </w:p>
    <w:p w14:paraId="12421C11" w14:textId="77777777" w:rsidR="00A6228A" w:rsidRPr="00FE5F9C" w:rsidRDefault="00A6228A" w:rsidP="00A6228A">
      <w:pPr>
        <w:pStyle w:val="Textedebase"/>
        <w:rPr>
          <w:rFonts w:asciiTheme="minorBidi" w:hAnsiTheme="minorBidi" w:cstheme="minorBidi"/>
        </w:rPr>
      </w:pPr>
    </w:p>
    <w:p w14:paraId="0D3B7ED6"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b w:val="0"/>
        </w:rPr>
        <w:t>2.</w:t>
      </w:r>
      <w:r w:rsidRPr="00FE5F9C">
        <w:rPr>
          <w:rFonts w:asciiTheme="minorBidi" w:hAnsiTheme="minorBidi" w:cstheme="minorBidi"/>
          <w:b w:val="0"/>
        </w:rPr>
        <w:tab/>
        <w:t>La preuve d'acceptation et la preuve de livraison peuvent être fournies, sans restriction, soit par écrit (signature des documents), soit au moyen d'un accusé de réception transmis par voie électronique.</w:t>
      </w:r>
      <w:r w:rsidR="009468E0" w:rsidRPr="00FE5F9C">
        <w:rPr>
          <w:rFonts w:asciiTheme="minorBidi" w:hAnsiTheme="minorBidi" w:cstheme="minorBidi"/>
          <w:b w:val="0"/>
        </w:rPr>
        <w:t xml:space="preserve"> </w:t>
      </w:r>
      <w:r w:rsidRPr="00FE5F9C">
        <w:rPr>
          <w:rFonts w:asciiTheme="minorBidi" w:hAnsiTheme="minorBidi" w:cstheme="minorBidi"/>
          <w:b w:val="0"/>
        </w:rPr>
        <w:t>La possi</w:t>
      </w:r>
      <w:r w:rsidR="00990723">
        <w:rPr>
          <w:rFonts w:asciiTheme="minorBidi" w:hAnsiTheme="minorBidi" w:cstheme="minorBidi"/>
          <w:b w:val="0"/>
        </w:rPr>
        <w:softHyphen/>
      </w:r>
      <w:r w:rsidRPr="00FE5F9C">
        <w:rPr>
          <w:rFonts w:asciiTheme="minorBidi" w:hAnsiTheme="minorBidi" w:cstheme="minorBidi"/>
          <w:b w:val="0"/>
        </w:rPr>
        <w:t>bilité de fournir une preuve d'acceptation ou de livraison par écrit dépend des conditions locales applicables au transporteur et/ou au mandant.</w:t>
      </w:r>
      <w:r w:rsidR="009468E0" w:rsidRPr="00FE5F9C">
        <w:rPr>
          <w:rFonts w:asciiTheme="minorBidi" w:hAnsiTheme="minorBidi" w:cstheme="minorBidi"/>
          <w:b w:val="0"/>
        </w:rPr>
        <w:t xml:space="preserve"> </w:t>
      </w:r>
      <w:r w:rsidRPr="00FE5F9C">
        <w:rPr>
          <w:rFonts w:asciiTheme="minorBidi" w:hAnsiTheme="minorBidi" w:cstheme="minorBidi"/>
          <w:b w:val="0"/>
        </w:rPr>
        <w:t xml:space="preserve">En cas d'utilisation de messages EDI, le mandant et le transporteur conviennent du champ d'application, des délais de transmission des messages ainsi que de la localisation des événements conformément à l’article 18 du présent Contrat. </w:t>
      </w:r>
    </w:p>
    <w:p w14:paraId="3E7D963C" w14:textId="77777777" w:rsidR="005E46A3" w:rsidRPr="00FE5F9C" w:rsidRDefault="005E46A3" w:rsidP="00A6228A">
      <w:pPr>
        <w:pStyle w:val="Titre1"/>
        <w:rPr>
          <w:rFonts w:asciiTheme="minorBidi" w:hAnsiTheme="minorBidi" w:cstheme="minorBidi"/>
        </w:rPr>
      </w:pPr>
    </w:p>
    <w:p w14:paraId="72F94200" w14:textId="77777777" w:rsidR="005E46A3" w:rsidRPr="00FE5F9C" w:rsidRDefault="005E46A3" w:rsidP="00A6228A">
      <w:pPr>
        <w:pStyle w:val="Titre1"/>
        <w:rPr>
          <w:rFonts w:asciiTheme="minorBidi" w:hAnsiTheme="minorBidi" w:cstheme="minorBidi"/>
        </w:rPr>
      </w:pPr>
    </w:p>
    <w:p w14:paraId="5F6601C5"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7</w:t>
      </w:r>
    </w:p>
    <w:p w14:paraId="675EC180"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Performance</w:t>
      </w:r>
      <w:r w:rsidRPr="00FE5F9C">
        <w:rPr>
          <w:rFonts w:asciiTheme="minorBidi" w:hAnsiTheme="minorBidi" w:cstheme="minorBidi"/>
          <w:b w:val="0"/>
        </w:rPr>
        <w:t xml:space="preserve"> </w:t>
      </w:r>
    </w:p>
    <w:p w14:paraId="39322AA9" w14:textId="77777777" w:rsidR="00A6228A" w:rsidRPr="00FE5F9C" w:rsidRDefault="00A6228A" w:rsidP="00A6228A">
      <w:pPr>
        <w:pStyle w:val="Titre1"/>
        <w:rPr>
          <w:rFonts w:asciiTheme="minorBidi" w:hAnsiTheme="minorBidi" w:cstheme="minorBidi"/>
          <w:b w:val="0"/>
        </w:rPr>
      </w:pPr>
    </w:p>
    <w:p w14:paraId="549B6318"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Le transporteur met tout en œuvre pour embarquer sans retard inutile le courrier dont il a accepté d'assurer le transport jusqu'à la destination prévue. </w:t>
      </w:r>
    </w:p>
    <w:p w14:paraId="6835776B" w14:textId="77777777" w:rsidR="00A6228A" w:rsidRPr="00FE5F9C" w:rsidRDefault="00A6228A" w:rsidP="00A6228A">
      <w:pPr>
        <w:pStyle w:val="Textedebase"/>
        <w:rPr>
          <w:rFonts w:asciiTheme="minorBidi" w:hAnsiTheme="minorBidi" w:cstheme="minorBidi"/>
        </w:rPr>
      </w:pPr>
    </w:p>
    <w:p w14:paraId="66332CB2"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Si la chaîne de transport est interrompue en raison d'une défaillance du transporteur, celui-ci est res</w:t>
      </w:r>
      <w:r w:rsidR="00990723">
        <w:rPr>
          <w:rFonts w:asciiTheme="minorBidi" w:hAnsiTheme="minorBidi" w:cstheme="minorBidi"/>
          <w:b w:val="0"/>
        </w:rPr>
        <w:softHyphen/>
      </w:r>
      <w:r w:rsidRPr="00FE5F9C">
        <w:rPr>
          <w:rFonts w:asciiTheme="minorBidi" w:hAnsiTheme="minorBidi" w:cstheme="minorBidi"/>
          <w:b w:val="0"/>
        </w:rPr>
        <w:t>ponsable du renvoi du courrier au point d'origine ou de son entreposage jusqu'à la reprise des opérations de transport.</w:t>
      </w:r>
      <w:r w:rsidR="009468E0" w:rsidRPr="00FE5F9C">
        <w:rPr>
          <w:rFonts w:asciiTheme="minorBidi" w:hAnsiTheme="minorBidi" w:cstheme="minorBidi"/>
          <w:b w:val="0"/>
        </w:rPr>
        <w:t xml:space="preserve"> </w:t>
      </w:r>
      <w:r w:rsidRPr="00FE5F9C">
        <w:rPr>
          <w:rFonts w:asciiTheme="minorBidi" w:hAnsiTheme="minorBidi" w:cstheme="minorBidi"/>
          <w:b w:val="0"/>
        </w:rPr>
        <w:t>Si la chaîne de transport est interrompue de manière fortuite, le transporteur en informe immédiate</w:t>
      </w:r>
      <w:r w:rsidR="00990723">
        <w:rPr>
          <w:rFonts w:asciiTheme="minorBidi" w:hAnsiTheme="minorBidi" w:cstheme="minorBidi"/>
          <w:b w:val="0"/>
        </w:rPr>
        <w:softHyphen/>
      </w:r>
      <w:r w:rsidRPr="00FE5F9C">
        <w:rPr>
          <w:rFonts w:asciiTheme="minorBidi" w:hAnsiTheme="minorBidi" w:cstheme="minorBidi"/>
          <w:b w:val="0"/>
        </w:rPr>
        <w:t>ment le mandant en vue d'obtenir des instructions sur la marche à suivre.</w:t>
      </w:r>
    </w:p>
    <w:p w14:paraId="544686EC" w14:textId="77777777" w:rsidR="00A6228A" w:rsidRPr="00FE5F9C" w:rsidRDefault="00A6228A" w:rsidP="00A6228A">
      <w:pPr>
        <w:pStyle w:val="Textedebase"/>
        <w:rPr>
          <w:rFonts w:asciiTheme="minorBidi" w:hAnsiTheme="minorBidi" w:cstheme="minorBidi"/>
        </w:rPr>
      </w:pPr>
    </w:p>
    <w:p w14:paraId="30B2F8E8"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Le transporteur assure les services prévus pour le courrier du mandant sur la base des quantités convenues, telles qu'indiquées en annexe 3.</w:t>
      </w:r>
    </w:p>
    <w:p w14:paraId="5D03A8B5" w14:textId="77777777" w:rsidR="00A6228A" w:rsidRPr="00FE5F9C" w:rsidRDefault="00A6228A" w:rsidP="00A6228A">
      <w:pPr>
        <w:pStyle w:val="Textedebase"/>
        <w:ind w:left="567" w:hanging="567"/>
        <w:rPr>
          <w:rFonts w:asciiTheme="minorBidi" w:hAnsiTheme="minorBidi" w:cstheme="minorBidi"/>
        </w:rPr>
      </w:pPr>
    </w:p>
    <w:p w14:paraId="706C0C15" w14:textId="77777777" w:rsidR="00A6228A" w:rsidRPr="00FE5F9C" w:rsidRDefault="00A6228A" w:rsidP="0097115D">
      <w:pPr>
        <w:pStyle w:val="Titre1"/>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Le transporteur veille à ce que la prestation des services corresponde au niveau de performance décrit ci-après:</w:t>
      </w:r>
    </w:p>
    <w:p w14:paraId="7C1863C8"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4.1</w:t>
      </w:r>
      <w:r w:rsidRPr="00FE5F9C">
        <w:rPr>
          <w:rFonts w:asciiTheme="minorBidi" w:hAnsiTheme="minorBidi" w:cstheme="minorBidi"/>
          <w:b w:val="0"/>
        </w:rPr>
        <w:tab/>
        <w:t xml:space="preserve">Le transporteur doit atteindre le niveau de performance convenu et spécifié pour chaque catégorie de courrier en annexe 4. Ce niveau est défini comme le pourcentage du volume spécifié dans le Contrat pour chaque expédition accepté par le transporteur au point d'origine et remis avant l'heure critique de remise au point de destination, sur une période de six mois ou toute autre période convenue entre les Parties. </w:t>
      </w:r>
    </w:p>
    <w:p w14:paraId="4EB8EE0F" w14:textId="77777777" w:rsidR="005E46A3" w:rsidRPr="00FE5F9C" w:rsidRDefault="005E46A3">
      <w:pPr>
        <w:spacing w:line="240" w:lineRule="auto"/>
        <w:rPr>
          <w:rFonts w:asciiTheme="minorBidi" w:hAnsiTheme="minorBidi" w:cstheme="minorBidi"/>
        </w:rPr>
      </w:pPr>
      <w:r w:rsidRPr="00FE5F9C">
        <w:rPr>
          <w:rFonts w:asciiTheme="minorBidi" w:hAnsiTheme="minorBidi" w:cstheme="minorBidi"/>
        </w:rPr>
        <w:br w:type="page"/>
      </w:r>
    </w:p>
    <w:p w14:paraId="27919FC6"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lastRenderedPageBreak/>
        <w:t>5.</w:t>
      </w:r>
      <w:r w:rsidRPr="00FE5F9C">
        <w:rPr>
          <w:rFonts w:asciiTheme="minorBidi" w:hAnsiTheme="minorBidi" w:cstheme="minorBidi"/>
          <w:b w:val="0"/>
        </w:rPr>
        <w:tab/>
        <w:t>Le mandant et le transporteur se réunissent selon une périodicité convenue entre eux pour examiner toutes les questions liées à la mise en œuvre du présent Contrat. Chaque Partie fournit à l'autre Partie, sous la forme et dans les délais demandés, des informations/données concernant le transport du courrier au titre du présent Contrat, aux fins de l'évaluation de la performance de chaque Partie.</w:t>
      </w:r>
      <w:r w:rsidR="009468E0" w:rsidRPr="00FE5F9C">
        <w:rPr>
          <w:rFonts w:asciiTheme="minorBidi" w:hAnsiTheme="minorBidi" w:cstheme="minorBidi"/>
          <w:b w:val="0"/>
        </w:rPr>
        <w:t xml:space="preserve"> </w:t>
      </w:r>
      <w:r w:rsidRPr="00FE5F9C">
        <w:rPr>
          <w:rFonts w:asciiTheme="minorBidi" w:hAnsiTheme="minorBidi" w:cstheme="minorBidi"/>
          <w:b w:val="0"/>
        </w:rPr>
        <w:t>Lorsque l'une des Parties informe l'autre Partie du fait que son niveau de performance n'est pas conforme aux niveaux de performance convenus, la Partie défaillante transmet à l'autre Partie un plan d'action visant à remédier à la situation dans un délai spécifié.</w:t>
      </w:r>
    </w:p>
    <w:p w14:paraId="18AB3F1B" w14:textId="77777777" w:rsidR="00A6228A" w:rsidRPr="00FE5F9C" w:rsidRDefault="00A6228A" w:rsidP="00A6228A">
      <w:pPr>
        <w:pStyle w:val="Titre1"/>
        <w:rPr>
          <w:rFonts w:asciiTheme="minorBidi" w:hAnsiTheme="minorBidi" w:cstheme="minorBidi"/>
          <w:b w:val="0"/>
          <w:bCs w:val="0"/>
        </w:rPr>
      </w:pPr>
    </w:p>
    <w:p w14:paraId="7CA0AFEB" w14:textId="77777777" w:rsidR="00A6228A" w:rsidRPr="00FE5F9C" w:rsidRDefault="00A6228A" w:rsidP="00DD131C">
      <w:pPr>
        <w:pStyle w:val="Textedebase"/>
        <w:rPr>
          <w:rFonts w:asciiTheme="minorBidi" w:hAnsiTheme="minorBidi" w:cstheme="minorBidi"/>
        </w:rPr>
      </w:pPr>
      <w:r w:rsidRPr="00FE5F9C">
        <w:rPr>
          <w:rFonts w:asciiTheme="minorBidi" w:hAnsiTheme="minorBidi" w:cstheme="minorBidi"/>
        </w:rPr>
        <w:t>6.</w:t>
      </w:r>
      <w:r w:rsidRPr="00FE5F9C">
        <w:rPr>
          <w:rFonts w:asciiTheme="minorBidi" w:hAnsiTheme="minorBidi" w:cstheme="minorBidi"/>
        </w:rPr>
        <w:tab/>
        <w:t xml:space="preserve">Le mandant et le transporteur établissent des plans d’urgence pour prendre en </w:t>
      </w:r>
      <w:r w:rsidR="00DD131C" w:rsidRPr="00FE5F9C">
        <w:rPr>
          <w:rFonts w:asciiTheme="minorBidi" w:hAnsiTheme="minorBidi" w:cstheme="minorBidi"/>
        </w:rPr>
        <w:t>considération</w:t>
      </w:r>
      <w:r w:rsidRPr="00FE5F9C">
        <w:rPr>
          <w:rFonts w:asciiTheme="minorBidi" w:hAnsiTheme="minorBidi" w:cstheme="minorBidi"/>
        </w:rPr>
        <w:t xml:space="preserve"> des évé</w:t>
      </w:r>
      <w:r w:rsidR="00990723">
        <w:rPr>
          <w:rFonts w:asciiTheme="minorBidi" w:hAnsiTheme="minorBidi" w:cstheme="minorBidi"/>
        </w:rPr>
        <w:softHyphen/>
      </w:r>
      <w:r w:rsidRPr="00FE5F9C">
        <w:rPr>
          <w:rFonts w:asciiTheme="minorBidi" w:hAnsiTheme="minorBidi" w:cstheme="minorBidi"/>
        </w:rPr>
        <w:t xml:space="preserve">nements ou circonstances imprévus, </w:t>
      </w:r>
      <w:r w:rsidR="00DD131C" w:rsidRPr="00FE5F9C">
        <w:rPr>
          <w:rFonts w:asciiTheme="minorBidi" w:hAnsiTheme="minorBidi" w:cstheme="minorBidi"/>
        </w:rPr>
        <w:t xml:space="preserve">tels que ceux répertoriés en </w:t>
      </w:r>
      <w:r w:rsidRPr="00FE5F9C">
        <w:rPr>
          <w:rFonts w:asciiTheme="minorBidi" w:hAnsiTheme="minorBidi" w:cstheme="minorBidi"/>
        </w:rPr>
        <w:t>annexe 9.</w:t>
      </w:r>
    </w:p>
    <w:p w14:paraId="3B89C4A8" w14:textId="77777777" w:rsidR="00A6228A" w:rsidRPr="00FE5F9C" w:rsidRDefault="00A6228A" w:rsidP="00A6228A">
      <w:pPr>
        <w:pStyle w:val="Titre1"/>
        <w:rPr>
          <w:rFonts w:asciiTheme="minorBidi" w:hAnsiTheme="minorBidi" w:cstheme="minorBidi"/>
        </w:rPr>
      </w:pPr>
    </w:p>
    <w:p w14:paraId="2F4A254B" w14:textId="77777777" w:rsidR="00A6228A" w:rsidRPr="00FE5F9C" w:rsidRDefault="00A6228A" w:rsidP="00A6228A">
      <w:pPr>
        <w:pStyle w:val="Textedebase"/>
        <w:rPr>
          <w:rFonts w:asciiTheme="minorBidi" w:hAnsiTheme="minorBidi" w:cstheme="minorBidi"/>
        </w:rPr>
      </w:pPr>
    </w:p>
    <w:p w14:paraId="4A8573EE"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Article 8</w:t>
      </w:r>
    </w:p>
    <w:p w14:paraId="7CBD4873" w14:textId="77777777" w:rsidR="00A6228A" w:rsidRPr="00FE5F9C" w:rsidRDefault="00A6228A" w:rsidP="00A6228A">
      <w:pPr>
        <w:pStyle w:val="Titre1"/>
        <w:widowControl w:val="0"/>
        <w:rPr>
          <w:rFonts w:asciiTheme="minorBidi" w:hAnsiTheme="minorBidi" w:cstheme="minorBidi"/>
          <w:b w:val="0"/>
        </w:rPr>
      </w:pPr>
      <w:r w:rsidRPr="00FE5F9C">
        <w:rPr>
          <w:rFonts w:asciiTheme="minorBidi" w:hAnsiTheme="minorBidi" w:cstheme="minorBidi"/>
        </w:rPr>
        <w:t>Sous-traitants</w:t>
      </w:r>
    </w:p>
    <w:p w14:paraId="04915F90" w14:textId="77777777" w:rsidR="00A6228A" w:rsidRPr="00FE5F9C" w:rsidRDefault="00A6228A" w:rsidP="00A6228A">
      <w:pPr>
        <w:pStyle w:val="Textedebase"/>
        <w:widowControl w:val="0"/>
        <w:ind w:left="567" w:hanging="567"/>
        <w:outlineLvl w:val="0"/>
        <w:rPr>
          <w:rFonts w:asciiTheme="minorBidi" w:hAnsiTheme="minorBidi" w:cstheme="minorBidi"/>
        </w:rPr>
      </w:pPr>
    </w:p>
    <w:p w14:paraId="580BCD7C" w14:textId="77777777" w:rsidR="00A6228A" w:rsidRPr="00FE5F9C" w:rsidRDefault="00A6228A" w:rsidP="00A6228A">
      <w:pPr>
        <w:pStyle w:val="Titre1"/>
        <w:widowControl w:val="0"/>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En cas de besoin, le transporteur est autorisé à utiliser les services d'autres transporteurs ou de sous-traitants autres que des entreprises de transport pour fournir les services convenus et garantir la réalisation des niveaux de performance prévus au titre du présent Contrat. Il incombe au transporteur d'informer le man</w:t>
      </w:r>
      <w:r w:rsidR="00990723">
        <w:rPr>
          <w:rFonts w:asciiTheme="minorBidi" w:hAnsiTheme="minorBidi" w:cstheme="minorBidi"/>
          <w:b w:val="0"/>
        </w:rPr>
        <w:softHyphen/>
      </w:r>
      <w:r w:rsidRPr="00FE5F9C">
        <w:rPr>
          <w:rFonts w:asciiTheme="minorBidi" w:hAnsiTheme="minorBidi" w:cstheme="minorBidi"/>
          <w:b w:val="0"/>
        </w:rPr>
        <w:t>dant de toute disposition prise à cet égard et de gérer la performance des sous-traitants conformément aux niveaux de performance stipulés dans le présent Contrat.</w:t>
      </w:r>
    </w:p>
    <w:p w14:paraId="57D6F466" w14:textId="77777777" w:rsidR="00A6228A" w:rsidRPr="00FE5F9C" w:rsidRDefault="00A6228A" w:rsidP="00A6228A">
      <w:pPr>
        <w:pStyle w:val="Titre1"/>
        <w:rPr>
          <w:rFonts w:asciiTheme="minorBidi" w:hAnsiTheme="minorBidi" w:cstheme="minorBidi"/>
          <w:b w:val="0"/>
        </w:rPr>
      </w:pPr>
    </w:p>
    <w:p w14:paraId="6C6ACB89" w14:textId="77777777" w:rsidR="00A6228A" w:rsidRPr="00FE5F9C" w:rsidRDefault="00A6228A" w:rsidP="00A6228A">
      <w:pPr>
        <w:pStyle w:val="Textedebase"/>
        <w:ind w:left="567" w:hanging="567"/>
        <w:rPr>
          <w:rFonts w:asciiTheme="minorBidi" w:hAnsiTheme="minorBidi" w:cstheme="minorBidi"/>
        </w:rPr>
      </w:pPr>
    </w:p>
    <w:p w14:paraId="580F48D8"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9</w:t>
      </w:r>
    </w:p>
    <w:p w14:paraId="5D6A6CE5"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Acheminement</w:t>
      </w:r>
    </w:p>
    <w:p w14:paraId="56E072A5" w14:textId="77777777" w:rsidR="00A6228A" w:rsidRPr="00FE5F9C" w:rsidRDefault="00A6228A" w:rsidP="00A6228A">
      <w:pPr>
        <w:pStyle w:val="Textedebase"/>
        <w:ind w:left="567" w:hanging="567"/>
        <w:rPr>
          <w:rFonts w:asciiTheme="minorBidi" w:hAnsiTheme="minorBidi" w:cstheme="minorBidi"/>
        </w:rPr>
      </w:pPr>
    </w:p>
    <w:p w14:paraId="7B9AFB87" w14:textId="77777777" w:rsidR="00A6228A" w:rsidRPr="00FE5F9C" w:rsidRDefault="00A6228A" w:rsidP="00DD131C">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transporteur fournit au mandant les nouveaux itinéraires d'acheminement du courrier-avion, y com-pris, pour chaque vol, la spécification des restrictions concernant le volume de courrier pouvant être chargé, au moins (__________) avant le début de la nouvelle saison IATA, de manière que le mandant puisse trans</w:t>
      </w:r>
      <w:r w:rsidR="00990723">
        <w:rPr>
          <w:rFonts w:asciiTheme="minorBidi" w:hAnsiTheme="minorBidi" w:cstheme="minorBidi"/>
          <w:b w:val="0"/>
        </w:rPr>
        <w:softHyphen/>
      </w:r>
      <w:r w:rsidRPr="00FE5F9C">
        <w:rPr>
          <w:rFonts w:asciiTheme="minorBidi" w:hAnsiTheme="minorBidi" w:cstheme="minorBidi"/>
          <w:b w:val="0"/>
        </w:rPr>
        <w:t>mettre au transporteur un plan d'acheminement et lui indiquer les vo</w:t>
      </w:r>
      <w:r w:rsidR="00A83C0A" w:rsidRPr="00FE5F9C">
        <w:rPr>
          <w:rFonts w:asciiTheme="minorBidi" w:hAnsiTheme="minorBidi" w:cstheme="minorBidi"/>
          <w:b w:val="0"/>
        </w:rPr>
        <w:t>lumes estimés par vol, conformé</w:t>
      </w:r>
      <w:r w:rsidRPr="00FE5F9C">
        <w:rPr>
          <w:rFonts w:asciiTheme="minorBidi" w:hAnsiTheme="minorBidi" w:cstheme="minorBidi"/>
          <w:b w:val="0"/>
        </w:rPr>
        <w:t>ment aux dispositions de l'article 15.</w:t>
      </w:r>
    </w:p>
    <w:p w14:paraId="03B07736" w14:textId="77777777" w:rsidR="00A6228A" w:rsidRPr="00FE5F9C" w:rsidRDefault="00A6228A" w:rsidP="00A6228A">
      <w:pPr>
        <w:pStyle w:val="Titre1"/>
        <w:ind w:left="0" w:firstLine="0"/>
        <w:rPr>
          <w:rFonts w:asciiTheme="minorBidi" w:hAnsiTheme="minorBidi" w:cstheme="minorBidi"/>
          <w:b w:val="0"/>
        </w:rPr>
      </w:pPr>
    </w:p>
    <w:p w14:paraId="23DA0E30"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transporteur informe le mandant, dans les meilleurs délais et, si possible, une semaine avant la date de prestation des services convenus, de toute modification des horaire</w:t>
      </w:r>
      <w:r w:rsidR="00DD131C" w:rsidRPr="00FE5F9C">
        <w:rPr>
          <w:rFonts w:asciiTheme="minorBidi" w:hAnsiTheme="minorBidi" w:cstheme="minorBidi"/>
          <w:b w:val="0"/>
        </w:rPr>
        <w:t>s de vol ou de toute autre ques</w:t>
      </w:r>
      <w:r w:rsidRPr="00FE5F9C">
        <w:rPr>
          <w:rFonts w:asciiTheme="minorBidi" w:hAnsiTheme="minorBidi" w:cstheme="minorBidi"/>
          <w:b w:val="0"/>
        </w:rPr>
        <w:t xml:space="preserve">tion pertinente aux fins du bon déroulement des opérations. Si possible, les nouveaux horaires de vol devraient être fournis au mandant trente jours avant la publication des horaires saisonniers. </w:t>
      </w:r>
    </w:p>
    <w:p w14:paraId="7F5F0A6B" w14:textId="77777777" w:rsidR="00A6228A" w:rsidRPr="00FE5F9C" w:rsidRDefault="00A6228A" w:rsidP="00A6228A">
      <w:pPr>
        <w:pStyle w:val="Titre1"/>
        <w:rPr>
          <w:rFonts w:asciiTheme="minorBidi" w:hAnsiTheme="minorBidi" w:cstheme="minorBidi"/>
          <w:b w:val="0"/>
        </w:rPr>
      </w:pPr>
    </w:p>
    <w:p w14:paraId="7C1FB9E8" w14:textId="77777777" w:rsidR="00A6228A" w:rsidRPr="00FE5F9C" w:rsidRDefault="00A6228A" w:rsidP="00A6228A">
      <w:pPr>
        <w:pStyle w:val="Textedebase"/>
        <w:ind w:left="567" w:hanging="567"/>
        <w:rPr>
          <w:rFonts w:asciiTheme="minorBidi" w:hAnsiTheme="minorBidi" w:cstheme="minorBidi"/>
        </w:rPr>
      </w:pPr>
    </w:p>
    <w:p w14:paraId="682BF00A"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10</w:t>
      </w:r>
    </w:p>
    <w:p w14:paraId="78A4AC16"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Heures critiques de remise</w:t>
      </w:r>
    </w:p>
    <w:p w14:paraId="606ABCE1" w14:textId="77777777" w:rsidR="00A6228A" w:rsidRPr="00FE5F9C" w:rsidRDefault="00A6228A" w:rsidP="00A6228A">
      <w:pPr>
        <w:pStyle w:val="Textedebase"/>
        <w:ind w:left="567" w:hanging="567"/>
        <w:rPr>
          <w:rFonts w:asciiTheme="minorBidi" w:hAnsiTheme="minorBidi" w:cstheme="minorBidi"/>
        </w:rPr>
      </w:pPr>
    </w:p>
    <w:p w14:paraId="79DCEB5C"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L'heure critique de remise aux points d'origine et de destination conv</w:t>
      </w:r>
      <w:r w:rsidR="00DD131C" w:rsidRPr="00FE5F9C">
        <w:rPr>
          <w:rFonts w:asciiTheme="minorBidi" w:hAnsiTheme="minorBidi" w:cstheme="minorBidi"/>
          <w:b w:val="0"/>
        </w:rPr>
        <w:t>enue entre les Parties est indi</w:t>
      </w:r>
      <w:r w:rsidRPr="00FE5F9C">
        <w:rPr>
          <w:rFonts w:asciiTheme="minorBidi" w:hAnsiTheme="minorBidi" w:cstheme="minorBidi"/>
          <w:b w:val="0"/>
        </w:rPr>
        <w:t>quée en annexe 4.</w:t>
      </w:r>
    </w:p>
    <w:p w14:paraId="2B3E30A5" w14:textId="77777777" w:rsidR="00A83C0A" w:rsidRPr="00FE5F9C" w:rsidRDefault="00A83C0A" w:rsidP="00A6228A">
      <w:pPr>
        <w:pStyle w:val="Textedebase"/>
        <w:rPr>
          <w:rFonts w:asciiTheme="minorBidi" w:hAnsiTheme="minorBidi" w:cstheme="minorBidi"/>
        </w:rPr>
      </w:pPr>
    </w:p>
    <w:p w14:paraId="0BDCE61D"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2.</w:t>
      </w:r>
      <w:r w:rsidRPr="00FE5F9C">
        <w:rPr>
          <w:rFonts w:asciiTheme="minorBidi" w:hAnsiTheme="minorBidi" w:cstheme="minorBidi"/>
        </w:rPr>
        <w:tab/>
        <w:t>Si l'opérateur désigné de destination n'est pas en mesure d'accepter la remise du courrier du mandant au moment où le transporteur arrive dans les installations de l'opérateur désigné de destination pour effectuer la remise, le transporteur peut, aux fins de l'évaluation de la performance, enregistrer l'heure de livraison du courrier et signaler cette heure comme étant celle à laquelle il était prêt à effectuer la remise, indépendamment de tout retard dû à l'incapacité de l'opérateur désigné de destination d'accepter le courrier lors de la première tentative de remise par le transporteur.</w:t>
      </w:r>
    </w:p>
    <w:p w14:paraId="3474948B" w14:textId="77777777" w:rsidR="00A6228A" w:rsidRPr="00FE5F9C" w:rsidRDefault="00A6228A" w:rsidP="00A6228A">
      <w:pPr>
        <w:pStyle w:val="Textedebase"/>
        <w:tabs>
          <w:tab w:val="left" w:pos="720"/>
        </w:tabs>
        <w:ind w:left="567" w:hanging="567"/>
        <w:rPr>
          <w:rFonts w:asciiTheme="minorBidi" w:hAnsiTheme="minorBidi" w:cstheme="minorBidi"/>
        </w:rPr>
      </w:pPr>
    </w:p>
    <w:p w14:paraId="77736033" w14:textId="77777777" w:rsidR="00A6228A" w:rsidRPr="00FE5F9C" w:rsidRDefault="00A6228A" w:rsidP="00A6228A">
      <w:pPr>
        <w:pStyle w:val="Titre1"/>
        <w:tabs>
          <w:tab w:val="left" w:pos="709"/>
        </w:tabs>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La performance du transporteur est évaluée sur la base des critères de service susmentionnés.</w:t>
      </w:r>
    </w:p>
    <w:p w14:paraId="203E7E37" w14:textId="77777777" w:rsidR="00A6228A" w:rsidRPr="00FE5F9C" w:rsidRDefault="00A6228A" w:rsidP="00A6228A">
      <w:pPr>
        <w:pStyle w:val="Titre1"/>
        <w:rPr>
          <w:rFonts w:asciiTheme="minorBidi" w:hAnsiTheme="minorBidi" w:cstheme="minorBidi"/>
          <w:b w:val="0"/>
        </w:rPr>
      </w:pPr>
    </w:p>
    <w:p w14:paraId="187CB6DC" w14:textId="77777777" w:rsidR="00A6228A" w:rsidRPr="00FE5F9C" w:rsidRDefault="00A6228A" w:rsidP="00A6228A">
      <w:pPr>
        <w:pStyle w:val="Textedebase"/>
        <w:ind w:left="567" w:hanging="567"/>
        <w:rPr>
          <w:rFonts w:asciiTheme="minorBidi" w:hAnsiTheme="minorBidi" w:cstheme="minorBidi"/>
        </w:rPr>
      </w:pPr>
    </w:p>
    <w:p w14:paraId="037FD637"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11</w:t>
      </w:r>
    </w:p>
    <w:p w14:paraId="5A49A99C"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Défaut de remise</w:t>
      </w:r>
    </w:p>
    <w:p w14:paraId="56FCB743" w14:textId="77777777" w:rsidR="00A6228A" w:rsidRPr="00FE5F9C" w:rsidRDefault="00A6228A" w:rsidP="00A6228A">
      <w:pPr>
        <w:pStyle w:val="Textedebase"/>
        <w:ind w:left="567" w:hanging="567"/>
        <w:rPr>
          <w:rFonts w:asciiTheme="minorBidi" w:hAnsiTheme="minorBidi" w:cstheme="minorBidi"/>
        </w:rPr>
      </w:pPr>
    </w:p>
    <w:p w14:paraId="380F6D44" w14:textId="77777777" w:rsidR="00A83C0A" w:rsidRPr="00FE5F9C" w:rsidRDefault="00A6228A" w:rsidP="00A83C0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En cas de défaut de remise du mandant, le transporteur déploie des efforts raisonnables pour embar</w:t>
      </w:r>
      <w:r w:rsidR="00990723">
        <w:rPr>
          <w:rFonts w:asciiTheme="minorBidi" w:hAnsiTheme="minorBidi" w:cstheme="minorBidi"/>
          <w:b w:val="0"/>
        </w:rPr>
        <w:softHyphen/>
      </w:r>
      <w:r w:rsidRPr="00FE5F9C">
        <w:rPr>
          <w:rFonts w:asciiTheme="minorBidi" w:hAnsiTheme="minorBidi" w:cstheme="minorBidi"/>
          <w:b w:val="0"/>
        </w:rPr>
        <w:t>quer le courrier, en tout ou en partie, sur le vol prévu, sans pouvoir en garantir le transport dans les délais fixés. Si le courrier ne peut pas être embarqué, le transporteur prend contact avec le mandant dès que possible pour obtenir des instructions sur la marche à suivre.</w:t>
      </w:r>
      <w:r w:rsidR="009468E0" w:rsidRPr="00FE5F9C">
        <w:rPr>
          <w:rFonts w:asciiTheme="minorBidi" w:hAnsiTheme="minorBidi" w:cstheme="minorBidi"/>
          <w:b w:val="0"/>
        </w:rPr>
        <w:t xml:space="preserve"> </w:t>
      </w:r>
      <w:r w:rsidR="00A83C0A" w:rsidRPr="00FE5F9C">
        <w:rPr>
          <w:rFonts w:asciiTheme="minorBidi" w:hAnsiTheme="minorBidi" w:cstheme="minorBidi"/>
          <w:b w:val="0"/>
        </w:rPr>
        <w:br w:type="page"/>
      </w:r>
    </w:p>
    <w:p w14:paraId="42DFA112"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lastRenderedPageBreak/>
        <w:t>Article 12</w:t>
      </w:r>
    </w:p>
    <w:p w14:paraId="18330170"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Accès du mandant aux locaux du transporteur</w:t>
      </w:r>
    </w:p>
    <w:p w14:paraId="77CAED9E" w14:textId="77777777" w:rsidR="00A6228A" w:rsidRPr="00FE5F9C" w:rsidRDefault="00A6228A" w:rsidP="00A6228A">
      <w:pPr>
        <w:pStyle w:val="Textedebase"/>
        <w:ind w:left="567" w:hanging="567"/>
        <w:rPr>
          <w:rFonts w:asciiTheme="minorBidi" w:hAnsiTheme="minorBidi" w:cstheme="minorBidi"/>
        </w:rPr>
      </w:pPr>
    </w:p>
    <w:p w14:paraId="3F0AAEA0"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Sous réserve de la politique générale du transporteur et des prescriptions en matière de sûreté de l'aviation, le transporteur ou son agent peut donner au mandant l’accès aux locaux et aux aéronefs du trans</w:t>
      </w:r>
      <w:r w:rsidR="00990723">
        <w:rPr>
          <w:rFonts w:asciiTheme="minorBidi" w:hAnsiTheme="minorBidi" w:cstheme="minorBidi"/>
          <w:b w:val="0"/>
        </w:rPr>
        <w:softHyphen/>
      </w:r>
      <w:r w:rsidRPr="00FE5F9C">
        <w:rPr>
          <w:rFonts w:asciiTheme="minorBidi" w:hAnsiTheme="minorBidi" w:cstheme="minorBidi"/>
          <w:b w:val="0"/>
        </w:rPr>
        <w:t>porteur afin de vérifier les conditions de sûreté des dépêches durant leur transport.</w:t>
      </w:r>
      <w:r w:rsidR="009468E0" w:rsidRPr="00FE5F9C">
        <w:rPr>
          <w:rFonts w:asciiTheme="minorBidi" w:hAnsiTheme="minorBidi" w:cstheme="minorBidi"/>
          <w:b w:val="0"/>
        </w:rPr>
        <w:t xml:space="preserve"> </w:t>
      </w:r>
      <w:r w:rsidRPr="00FE5F9C">
        <w:rPr>
          <w:rFonts w:asciiTheme="minorBidi" w:hAnsiTheme="minorBidi" w:cstheme="minorBidi"/>
          <w:b w:val="0"/>
        </w:rPr>
        <w:t>Le transporteur doit être informé à l'avance et dès que possible du nombre et de l'identité des membres du personnel de l'opérateur désigné souhaitant accéder à ses locaux et à ses aéronefs.</w:t>
      </w:r>
      <w:r w:rsidR="009468E0" w:rsidRPr="00FE5F9C">
        <w:rPr>
          <w:rFonts w:asciiTheme="minorBidi" w:hAnsiTheme="minorBidi" w:cstheme="minorBidi"/>
          <w:b w:val="0"/>
        </w:rPr>
        <w:t xml:space="preserve"> </w:t>
      </w:r>
      <w:r w:rsidRPr="00FE5F9C">
        <w:rPr>
          <w:rFonts w:asciiTheme="minorBidi" w:hAnsiTheme="minorBidi" w:cstheme="minorBidi"/>
          <w:b w:val="0"/>
        </w:rPr>
        <w:t>Il peut être nécessaire pour les membres du personnel du mandant d'être accompagnés par des membres du personnel du transporteur.</w:t>
      </w:r>
    </w:p>
    <w:p w14:paraId="17D9FD14" w14:textId="77777777" w:rsidR="00A6228A" w:rsidRPr="00FE5F9C" w:rsidRDefault="00A6228A" w:rsidP="00A6228A">
      <w:pPr>
        <w:pStyle w:val="Textedebase"/>
        <w:ind w:left="567" w:hanging="567"/>
        <w:rPr>
          <w:rFonts w:asciiTheme="minorBidi" w:hAnsiTheme="minorBidi" w:cstheme="minorBidi"/>
        </w:rPr>
      </w:pPr>
    </w:p>
    <w:p w14:paraId="20CEB0A6" w14:textId="77777777" w:rsidR="00A6228A" w:rsidRPr="00FE5F9C" w:rsidRDefault="00A6228A" w:rsidP="00A6228A">
      <w:pPr>
        <w:pStyle w:val="Textedebase"/>
        <w:ind w:left="567" w:hanging="567"/>
        <w:rPr>
          <w:rFonts w:asciiTheme="minorBidi" w:hAnsiTheme="minorBidi" w:cstheme="minorBidi"/>
        </w:rPr>
      </w:pPr>
    </w:p>
    <w:p w14:paraId="345B959D"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Article 13</w:t>
      </w:r>
    </w:p>
    <w:p w14:paraId="3887828D" w14:textId="77777777" w:rsidR="00A6228A" w:rsidRPr="00FE5F9C" w:rsidRDefault="00A6228A" w:rsidP="00A6228A">
      <w:pPr>
        <w:pStyle w:val="Titre1"/>
        <w:widowControl w:val="0"/>
        <w:rPr>
          <w:rFonts w:asciiTheme="minorBidi" w:hAnsiTheme="minorBidi" w:cstheme="minorBidi"/>
          <w:b w:val="0"/>
        </w:rPr>
      </w:pPr>
      <w:r w:rsidRPr="00FE5F9C">
        <w:rPr>
          <w:rFonts w:asciiTheme="minorBidi" w:hAnsiTheme="minorBidi" w:cstheme="minorBidi"/>
        </w:rPr>
        <w:t>Défaut de livraison et solutions possibles</w:t>
      </w:r>
    </w:p>
    <w:p w14:paraId="41A81EE2" w14:textId="77777777" w:rsidR="00A6228A" w:rsidRPr="00FE5F9C" w:rsidRDefault="00A6228A" w:rsidP="00A6228A">
      <w:pPr>
        <w:pStyle w:val="Textedebase"/>
        <w:widowControl w:val="0"/>
        <w:ind w:left="567" w:hanging="567"/>
        <w:rPr>
          <w:rFonts w:asciiTheme="minorBidi" w:hAnsiTheme="minorBidi" w:cstheme="minorBidi"/>
        </w:rPr>
      </w:pPr>
    </w:p>
    <w:p w14:paraId="69B59EC3" w14:textId="77777777" w:rsidR="00A6228A" w:rsidRPr="00FE5F9C" w:rsidRDefault="00A6228A" w:rsidP="00A6228A">
      <w:pPr>
        <w:pStyle w:val="Titre1"/>
        <w:widowControl w:val="0"/>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Si le courrier ne peut pas être livré au lieu de destination convenu, il est entreposé, sous réserve de la réglementation locale, au centre de traitement du courrier du transporteur, et un autre lieu de remise est fixé d'entente avec l'opérateur désigné de destination.</w:t>
      </w:r>
      <w:r w:rsidR="009468E0" w:rsidRPr="00FE5F9C">
        <w:rPr>
          <w:rFonts w:asciiTheme="minorBidi" w:hAnsiTheme="minorBidi" w:cstheme="minorBidi"/>
          <w:b w:val="0"/>
        </w:rPr>
        <w:t xml:space="preserve"> </w:t>
      </w:r>
      <w:r w:rsidRPr="00FE5F9C">
        <w:rPr>
          <w:rFonts w:asciiTheme="minorBidi" w:hAnsiTheme="minorBidi" w:cstheme="minorBidi"/>
          <w:b w:val="0"/>
        </w:rPr>
        <w:t>Le mandant est informé des mesures prises à cet égard dans un délai de vingt-quatre heures et il supporte les coûts additionnels encourus par le transporteur, sauf si le défaut de livraison est imputable au transporteur.</w:t>
      </w:r>
      <w:r w:rsidR="009468E0" w:rsidRPr="00FE5F9C">
        <w:rPr>
          <w:rFonts w:asciiTheme="minorBidi" w:hAnsiTheme="minorBidi" w:cstheme="minorBidi"/>
          <w:b w:val="0"/>
        </w:rPr>
        <w:t xml:space="preserve"> </w:t>
      </w:r>
    </w:p>
    <w:p w14:paraId="779896CC" w14:textId="77777777" w:rsidR="00A6228A" w:rsidRPr="00FE5F9C" w:rsidRDefault="00A6228A" w:rsidP="00A6228A">
      <w:pPr>
        <w:pStyle w:val="Textedebase"/>
        <w:ind w:left="567" w:hanging="567"/>
        <w:rPr>
          <w:rFonts w:asciiTheme="minorBidi" w:hAnsiTheme="minorBidi" w:cstheme="minorBidi"/>
        </w:rPr>
      </w:pPr>
    </w:p>
    <w:p w14:paraId="33DE08E5"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transporteur informe le mandant de la situation dans un délai de vingt-quatre heures et suit toute instruction raisonnable donnée par ce dernier, dans le cas où l'opérateur désigné de destination:</w:t>
      </w:r>
    </w:p>
    <w:p w14:paraId="68080B89"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2.1</w:t>
      </w:r>
      <w:r w:rsidRPr="00FE5F9C">
        <w:rPr>
          <w:rFonts w:asciiTheme="minorBidi" w:hAnsiTheme="minorBidi" w:cstheme="minorBidi"/>
          <w:b w:val="0"/>
        </w:rPr>
        <w:tab/>
        <w:t>refuse de prendre en charge le courrier ou omet de le faire;</w:t>
      </w:r>
    </w:p>
    <w:p w14:paraId="17AF7883"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2.2</w:t>
      </w:r>
      <w:r w:rsidRPr="00FE5F9C">
        <w:rPr>
          <w:rFonts w:asciiTheme="minorBidi" w:hAnsiTheme="minorBidi" w:cstheme="minorBidi"/>
          <w:b w:val="0"/>
        </w:rPr>
        <w:tab/>
        <w:t>refuse de fournir une preuve de livraison, ou omet de le faire, après l'arrivée du courrier au point de livraison.</w:t>
      </w:r>
    </w:p>
    <w:p w14:paraId="41AF0917" w14:textId="77777777" w:rsidR="00A6228A" w:rsidRPr="00FE5F9C" w:rsidRDefault="00A6228A" w:rsidP="00A6228A">
      <w:pPr>
        <w:pStyle w:val="Textedebase"/>
        <w:ind w:left="567" w:hanging="567"/>
        <w:rPr>
          <w:rFonts w:asciiTheme="minorBidi" w:hAnsiTheme="minorBidi" w:cstheme="minorBidi"/>
        </w:rPr>
      </w:pPr>
    </w:p>
    <w:p w14:paraId="72FC867A"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En l'absence d'instructions de l'opérateur désigné de destination ou si les instructions de ce dernier ne peuvent être raisonnablement suivies, le transporteur en informe le mandant et peut renvoyer le courrier au mandant aux frais de celui-ci, après en avoir informé le mandant dans un délai de ____ jours ouvrables.</w:t>
      </w:r>
    </w:p>
    <w:p w14:paraId="5CBFEF54" w14:textId="77777777" w:rsidR="00A6228A" w:rsidRPr="00FE5F9C" w:rsidRDefault="00A6228A" w:rsidP="00A6228A">
      <w:pPr>
        <w:pStyle w:val="Textedebase"/>
        <w:ind w:left="567" w:hanging="567"/>
        <w:rPr>
          <w:rFonts w:asciiTheme="minorBidi" w:hAnsiTheme="minorBidi" w:cstheme="minorBidi"/>
          <w:bCs/>
        </w:rPr>
      </w:pPr>
    </w:p>
    <w:p w14:paraId="4A4D50D7" w14:textId="77777777" w:rsidR="00A6228A" w:rsidRPr="00FE5F9C" w:rsidRDefault="00A6228A" w:rsidP="00A6228A">
      <w:pPr>
        <w:pStyle w:val="Textedebase"/>
        <w:ind w:left="567" w:hanging="567"/>
        <w:rPr>
          <w:rFonts w:asciiTheme="minorBidi" w:hAnsiTheme="minorBidi" w:cstheme="minorBidi"/>
        </w:rPr>
      </w:pPr>
    </w:p>
    <w:p w14:paraId="13233474"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14</w:t>
      </w:r>
    </w:p>
    <w:p w14:paraId="48A012A4" w14:textId="77777777" w:rsidR="00A6228A" w:rsidRPr="00FE5F9C" w:rsidRDefault="00A6228A" w:rsidP="00A6228A">
      <w:pPr>
        <w:pStyle w:val="Titre1"/>
        <w:rPr>
          <w:rFonts w:asciiTheme="minorBidi" w:hAnsiTheme="minorBidi" w:cstheme="minorBidi"/>
          <w:b w:val="0"/>
          <w:bCs w:val="0"/>
        </w:rPr>
      </w:pPr>
      <w:r w:rsidRPr="00FE5F9C">
        <w:rPr>
          <w:rFonts w:asciiTheme="minorBidi" w:hAnsiTheme="minorBidi" w:cstheme="minorBidi"/>
        </w:rPr>
        <w:t>Remise</w:t>
      </w:r>
      <w:r w:rsidRPr="00FE5F9C">
        <w:rPr>
          <w:rStyle w:val="Appelnotedebasdep"/>
          <w:rFonts w:asciiTheme="minorBidi" w:hAnsiTheme="minorBidi" w:cstheme="minorBidi"/>
          <w:b w:val="0"/>
          <w:bCs w:val="0"/>
        </w:rPr>
        <w:footnoteReference w:id="2"/>
      </w:r>
    </w:p>
    <w:p w14:paraId="2F1B2F69" w14:textId="77777777" w:rsidR="00A6228A" w:rsidRPr="00FE5F9C" w:rsidRDefault="00A6228A" w:rsidP="00A6228A">
      <w:pPr>
        <w:pStyle w:val="Titre1"/>
        <w:rPr>
          <w:rFonts w:asciiTheme="minorBidi" w:hAnsiTheme="minorBidi" w:cstheme="minorBidi"/>
          <w:b w:val="0"/>
        </w:rPr>
      </w:pPr>
    </w:p>
    <w:p w14:paraId="40F6A7EF"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Sous réserve des dispositions de l'article 5, le transporteur accepte de transporter tout envoi dont le contenu est admissible au titre des Actes de l'Union et dont l'emballage et l'étiquetage sont conformes aux prescriptions qui y sont énoncées. </w:t>
      </w:r>
    </w:p>
    <w:p w14:paraId="51955F07" w14:textId="77777777" w:rsidR="00A6228A" w:rsidRPr="00FE5F9C" w:rsidRDefault="00A6228A" w:rsidP="00A6228A">
      <w:pPr>
        <w:pStyle w:val="Titre1"/>
        <w:ind w:left="0" w:firstLine="0"/>
        <w:rPr>
          <w:rFonts w:asciiTheme="minorBidi" w:hAnsiTheme="minorBidi" w:cstheme="minorBidi"/>
          <w:b w:val="0"/>
        </w:rPr>
      </w:pPr>
    </w:p>
    <w:p w14:paraId="6A6B7C43" w14:textId="77777777" w:rsidR="00A83C0A" w:rsidRPr="00FE5F9C" w:rsidRDefault="00A6228A" w:rsidP="00A83C0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transporteur vérifie les envois et les documents lors de la remise.</w:t>
      </w:r>
      <w:r w:rsidR="009468E0" w:rsidRPr="00FE5F9C">
        <w:rPr>
          <w:rFonts w:asciiTheme="minorBidi" w:hAnsiTheme="minorBidi" w:cstheme="minorBidi"/>
          <w:b w:val="0"/>
        </w:rPr>
        <w:t xml:space="preserve"> </w:t>
      </w:r>
      <w:r w:rsidR="00DD131C" w:rsidRPr="00FE5F9C">
        <w:rPr>
          <w:rFonts w:asciiTheme="minorBidi" w:hAnsiTheme="minorBidi" w:cstheme="minorBidi"/>
          <w:b w:val="0"/>
        </w:rPr>
        <w:t>À</w:t>
      </w:r>
      <w:r w:rsidRPr="00FE5F9C">
        <w:rPr>
          <w:rFonts w:asciiTheme="minorBidi" w:hAnsiTheme="minorBidi" w:cstheme="minorBidi"/>
          <w:b w:val="0"/>
        </w:rPr>
        <w:t xml:space="preserve"> partir du moment où le transpor</w:t>
      </w:r>
      <w:r w:rsidR="00990723">
        <w:rPr>
          <w:rFonts w:asciiTheme="minorBidi" w:hAnsiTheme="minorBidi" w:cstheme="minorBidi"/>
          <w:b w:val="0"/>
        </w:rPr>
        <w:softHyphen/>
      </w:r>
      <w:r w:rsidRPr="00FE5F9C">
        <w:rPr>
          <w:rFonts w:asciiTheme="minorBidi" w:hAnsiTheme="minorBidi" w:cstheme="minorBidi"/>
          <w:b w:val="0"/>
        </w:rPr>
        <w:t xml:space="preserve">teur accepte l'expédition, les envois sont considérés comme étant sous sa garde jusqu'à leur remise au point de destination ou à l'aéroport de transbordement. </w:t>
      </w:r>
    </w:p>
    <w:p w14:paraId="388B05AF" w14:textId="77777777" w:rsidR="00A83C0A" w:rsidRPr="00FE5F9C" w:rsidRDefault="00A83C0A" w:rsidP="00A83C0A">
      <w:pPr>
        <w:pStyle w:val="Titre1"/>
        <w:ind w:left="0" w:firstLine="0"/>
        <w:rPr>
          <w:rFonts w:asciiTheme="minorBidi" w:hAnsiTheme="minorBidi" w:cstheme="minorBidi"/>
          <w:b w:val="0"/>
        </w:rPr>
      </w:pPr>
    </w:p>
    <w:p w14:paraId="4865E144" w14:textId="77777777" w:rsidR="00A6228A" w:rsidRPr="00FE5F9C" w:rsidRDefault="00A6228A" w:rsidP="00A83C0A">
      <w:pPr>
        <w:pStyle w:val="Titre1"/>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Une fois que le transporteur a accepté les envois dans les délais convenus, il contrôle les envois sur la base des documents fournis ou des messages EDI échangés à cet égard. En cas d'incohérence, le personnel du mandant ou du transporteur établit les documents nécessaires et/ou corrige les messages EDI pour rectifier les erreurs constatées.</w:t>
      </w:r>
      <w:r w:rsidR="009468E0" w:rsidRPr="00FE5F9C">
        <w:rPr>
          <w:rFonts w:asciiTheme="minorBidi" w:hAnsiTheme="minorBidi" w:cstheme="minorBidi"/>
          <w:b w:val="0"/>
        </w:rPr>
        <w:t xml:space="preserve"> </w:t>
      </w:r>
      <w:r w:rsidRPr="00FE5F9C">
        <w:rPr>
          <w:rFonts w:asciiTheme="minorBidi" w:hAnsiTheme="minorBidi" w:cstheme="minorBidi"/>
          <w:b w:val="0"/>
        </w:rPr>
        <w:t>Les Parties se mettent d'accord et signent les nouveaux documents et/ou confirment la teneur du message EDI actualisé.</w:t>
      </w:r>
    </w:p>
    <w:p w14:paraId="077FCD9D" w14:textId="77777777" w:rsidR="00A6228A" w:rsidRPr="00FE5F9C" w:rsidRDefault="00A6228A" w:rsidP="00A6228A">
      <w:pPr>
        <w:pStyle w:val="Titre1"/>
        <w:rPr>
          <w:rFonts w:asciiTheme="minorBidi" w:hAnsiTheme="minorBidi" w:cstheme="minorBidi"/>
          <w:b w:val="0"/>
        </w:rPr>
      </w:pPr>
    </w:p>
    <w:p w14:paraId="4CFFC6B1" w14:textId="77777777" w:rsidR="00A83C0A" w:rsidRPr="00FE5F9C" w:rsidRDefault="00A6228A" w:rsidP="00A83C0A">
      <w:pPr>
        <w:pStyle w:val="Titre1"/>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Le transporteur est autorisé à examiner (inspecter) les récipients postaux, sans les ouvrir, visuellement ou au moyen d'appareils prévus à cet effet (détecteurs à rayons X, dispositifs de détection d'explosifs), en vue de leur embarquement, conformément à la réglementation en matière de sûreté aérienne et si la législation nationale le permet.</w:t>
      </w:r>
      <w:r w:rsidR="00A83C0A" w:rsidRPr="00FE5F9C">
        <w:rPr>
          <w:rFonts w:asciiTheme="minorBidi" w:hAnsiTheme="minorBidi" w:cstheme="minorBidi"/>
          <w:b w:val="0"/>
        </w:rPr>
        <w:br w:type="page"/>
      </w:r>
    </w:p>
    <w:p w14:paraId="0B765928"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b w:val="0"/>
        </w:rPr>
        <w:lastRenderedPageBreak/>
        <w:t>5.</w:t>
      </w:r>
      <w:r w:rsidRPr="00FE5F9C">
        <w:rPr>
          <w:rFonts w:asciiTheme="minorBidi" w:hAnsiTheme="minorBidi" w:cstheme="minorBidi"/>
          <w:b w:val="0"/>
        </w:rPr>
        <w:tab/>
        <w:t>Après avoir accepté le courrier et avant de l'acheminer, le transporteur peut, à ses propres frais, corri-ger toute anomalie concernant l'emballage ou l'étiquetage des envois constatée dans ses locaux.</w:t>
      </w:r>
      <w:r w:rsidR="009468E0" w:rsidRPr="00FE5F9C">
        <w:rPr>
          <w:rFonts w:asciiTheme="minorBidi" w:hAnsiTheme="minorBidi" w:cstheme="minorBidi"/>
          <w:b w:val="0"/>
        </w:rPr>
        <w:t xml:space="preserve"> </w:t>
      </w:r>
      <w:r w:rsidRPr="00FE5F9C">
        <w:rPr>
          <w:rFonts w:asciiTheme="minorBidi" w:hAnsiTheme="minorBidi" w:cstheme="minorBidi"/>
          <w:b w:val="0"/>
        </w:rPr>
        <w:t>Il peut aussi informer le mandant dès que possible pour obtenir des instructions relatives aux envois considérés.</w:t>
      </w:r>
    </w:p>
    <w:p w14:paraId="564719BD" w14:textId="77777777" w:rsidR="00A6228A" w:rsidRPr="00FE5F9C" w:rsidRDefault="00A6228A" w:rsidP="00A6228A">
      <w:pPr>
        <w:pStyle w:val="Textedebase"/>
        <w:ind w:left="567" w:hanging="567"/>
        <w:rPr>
          <w:rFonts w:asciiTheme="minorBidi" w:hAnsiTheme="minorBidi" w:cstheme="minorBidi"/>
        </w:rPr>
      </w:pPr>
    </w:p>
    <w:p w14:paraId="00B34912"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6.</w:t>
      </w:r>
      <w:r w:rsidRPr="00FE5F9C">
        <w:rPr>
          <w:rFonts w:asciiTheme="minorBidi" w:hAnsiTheme="minorBidi" w:cstheme="minorBidi"/>
          <w:b w:val="0"/>
        </w:rPr>
        <w:tab/>
        <w:t>Si le transporteur choisit de retenir des envois dont il soupçonne qu'ils ont été endommagés ou spoliés, il achemine le reste de l'expédition et modifie les documents en conséquence.</w:t>
      </w:r>
      <w:r w:rsidR="009468E0" w:rsidRPr="00FE5F9C">
        <w:rPr>
          <w:rFonts w:asciiTheme="minorBidi" w:hAnsiTheme="minorBidi" w:cstheme="minorBidi"/>
          <w:b w:val="0"/>
        </w:rPr>
        <w:t xml:space="preserve"> </w:t>
      </w:r>
      <w:r w:rsidRPr="00FE5F9C">
        <w:rPr>
          <w:rFonts w:asciiTheme="minorBidi" w:hAnsiTheme="minorBidi" w:cstheme="minorBidi"/>
          <w:b w:val="0"/>
        </w:rPr>
        <w:t>Le transporteur informe le mandant dès que possible afin d'obtenir des instructions au sujet des envois dont il soupçonne qu'ils ont été spoliés ou endommagés et il autorise, sur demande, l'inspection du courrier dans ses locaux. Le transporteur enregistre les envois concernés dans un document dont il remet une copie au mandant.</w:t>
      </w:r>
    </w:p>
    <w:p w14:paraId="7906F01B" w14:textId="77777777" w:rsidR="00A6228A" w:rsidRPr="00FE5F9C" w:rsidRDefault="00A6228A" w:rsidP="00A6228A">
      <w:pPr>
        <w:pStyle w:val="Textedebase"/>
        <w:ind w:left="567" w:hanging="567"/>
        <w:rPr>
          <w:rFonts w:asciiTheme="minorBidi" w:hAnsiTheme="minorBidi" w:cstheme="minorBidi"/>
        </w:rPr>
      </w:pPr>
    </w:p>
    <w:p w14:paraId="1A364156"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7.</w:t>
      </w:r>
      <w:r w:rsidRPr="00FE5F9C">
        <w:rPr>
          <w:rFonts w:asciiTheme="minorBidi" w:hAnsiTheme="minorBidi" w:cstheme="minorBidi"/>
          <w:b w:val="0"/>
        </w:rPr>
        <w:tab/>
        <w:t>Au cas où des envois seraient renvoyés ou retenus par le transporteur, celui-ci en informe le mandant dans les vingt-quatre heures.</w:t>
      </w:r>
    </w:p>
    <w:p w14:paraId="2E75331F" w14:textId="77777777" w:rsidR="00A6228A" w:rsidRPr="00FE5F9C" w:rsidRDefault="00A6228A" w:rsidP="00A6228A">
      <w:pPr>
        <w:pStyle w:val="Textedebase"/>
        <w:ind w:left="567" w:hanging="567"/>
        <w:rPr>
          <w:rFonts w:asciiTheme="minorBidi" w:hAnsiTheme="minorBidi" w:cstheme="minorBidi"/>
        </w:rPr>
      </w:pPr>
    </w:p>
    <w:p w14:paraId="6136EC8C"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8.</w:t>
      </w:r>
      <w:r w:rsidRPr="00FE5F9C">
        <w:rPr>
          <w:rFonts w:asciiTheme="minorBidi" w:hAnsiTheme="minorBidi" w:cstheme="minorBidi"/>
          <w:b w:val="0"/>
        </w:rPr>
        <w:tab/>
        <w:t>Sous réserve des dispositions des paragraphes précédents du présent article, le transporteur retient les envois dont le transport risque de porter atteinte à d'autres envois, à des marchandises ou à du matériel appartenant au transporteur, à ses employés ou à des tiers. Les coûts résultant de la rétention de ces envois sont à la charge du mandant.</w:t>
      </w:r>
      <w:r w:rsidR="009468E0" w:rsidRPr="00FE5F9C">
        <w:rPr>
          <w:rFonts w:asciiTheme="minorBidi" w:hAnsiTheme="minorBidi" w:cstheme="minorBidi"/>
          <w:b w:val="0"/>
        </w:rPr>
        <w:t xml:space="preserve"> </w:t>
      </w:r>
      <w:r w:rsidRPr="00FE5F9C">
        <w:rPr>
          <w:rFonts w:asciiTheme="minorBidi" w:hAnsiTheme="minorBidi" w:cstheme="minorBidi"/>
          <w:b w:val="0"/>
        </w:rPr>
        <w:t>Le transporteur peut aussi remettre les envois considérés aux autorités compétentes.</w:t>
      </w:r>
    </w:p>
    <w:p w14:paraId="131DB138" w14:textId="77777777" w:rsidR="00A6228A" w:rsidRPr="00FE5F9C" w:rsidRDefault="00A6228A" w:rsidP="00A6228A">
      <w:pPr>
        <w:pStyle w:val="Textedebase"/>
        <w:ind w:left="567" w:hanging="567"/>
        <w:rPr>
          <w:rFonts w:asciiTheme="minorBidi" w:hAnsiTheme="minorBidi" w:cstheme="minorBidi"/>
        </w:rPr>
      </w:pPr>
    </w:p>
    <w:p w14:paraId="75247C92"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9.</w:t>
      </w:r>
      <w:r w:rsidRPr="00FE5F9C">
        <w:rPr>
          <w:rFonts w:asciiTheme="minorBidi" w:hAnsiTheme="minorBidi" w:cstheme="minorBidi"/>
        </w:rPr>
        <w:tab/>
        <w:t>Le mandant fournit au transporteur l’information sur la déclaration de sûreté des expéditions, conformé</w:t>
      </w:r>
      <w:r w:rsidR="00744BF8" w:rsidRPr="00FE5F9C">
        <w:rPr>
          <w:rFonts w:asciiTheme="minorBidi" w:hAnsiTheme="minorBidi" w:cstheme="minorBidi"/>
        </w:rPr>
        <w:softHyphen/>
      </w:r>
      <w:r w:rsidRPr="00FE5F9C">
        <w:rPr>
          <w:rFonts w:asciiTheme="minorBidi" w:hAnsiTheme="minorBidi" w:cstheme="minorBidi"/>
        </w:rPr>
        <w:t>ment au</w:t>
      </w:r>
      <w:r w:rsidR="0053082F">
        <w:rPr>
          <w:rFonts w:asciiTheme="minorBidi" w:hAnsiTheme="minorBidi" w:cstheme="minorBidi"/>
        </w:rPr>
        <w:t>x</w:t>
      </w:r>
      <w:r w:rsidRPr="00FE5F9C">
        <w:rPr>
          <w:rFonts w:asciiTheme="minorBidi" w:hAnsiTheme="minorBidi" w:cstheme="minorBidi"/>
        </w:rPr>
        <w:t xml:space="preserve"> normes et </w:t>
      </w:r>
      <w:r w:rsidR="00744BF8" w:rsidRPr="00FE5F9C">
        <w:rPr>
          <w:rFonts w:asciiTheme="minorBidi" w:hAnsiTheme="minorBidi" w:cstheme="minorBidi"/>
        </w:rPr>
        <w:t>R</w:t>
      </w:r>
      <w:r w:rsidRPr="00FE5F9C">
        <w:rPr>
          <w:rFonts w:asciiTheme="minorBidi" w:hAnsiTheme="minorBidi" w:cstheme="minorBidi"/>
        </w:rPr>
        <w:t>èglements de l’UPU.</w:t>
      </w:r>
    </w:p>
    <w:p w14:paraId="13CBD4F8" w14:textId="77777777" w:rsidR="00A6228A" w:rsidRPr="00FE5F9C" w:rsidRDefault="00A6228A" w:rsidP="00A6228A">
      <w:pPr>
        <w:pStyle w:val="Textedebase"/>
        <w:ind w:left="567" w:hanging="567"/>
        <w:rPr>
          <w:rFonts w:asciiTheme="minorBidi" w:hAnsiTheme="minorBidi" w:cstheme="minorBidi"/>
        </w:rPr>
      </w:pPr>
    </w:p>
    <w:p w14:paraId="0DB5DF2D" w14:textId="77777777" w:rsidR="00A6228A" w:rsidRPr="00FE5F9C" w:rsidRDefault="00A6228A" w:rsidP="00A6228A">
      <w:pPr>
        <w:pStyle w:val="Textedebase"/>
        <w:ind w:left="567" w:hanging="567"/>
        <w:rPr>
          <w:rFonts w:asciiTheme="minorBidi" w:hAnsiTheme="minorBidi" w:cstheme="minorBidi"/>
        </w:rPr>
      </w:pPr>
    </w:p>
    <w:p w14:paraId="153F73DA"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IV.</w:t>
      </w:r>
      <w:r w:rsidRPr="00FE5F9C">
        <w:rPr>
          <w:rFonts w:asciiTheme="minorBidi" w:hAnsiTheme="minorBidi" w:cstheme="minorBidi"/>
        </w:rPr>
        <w:tab/>
        <w:t>Obligations du mandant</w:t>
      </w:r>
    </w:p>
    <w:p w14:paraId="3E4C3601" w14:textId="77777777" w:rsidR="00A6228A" w:rsidRPr="00FE5F9C" w:rsidRDefault="00A6228A" w:rsidP="00A6228A">
      <w:pPr>
        <w:pStyle w:val="Titre1"/>
        <w:widowControl w:val="0"/>
        <w:rPr>
          <w:rFonts w:asciiTheme="minorBidi" w:hAnsiTheme="minorBidi" w:cstheme="minorBidi"/>
          <w:b w:val="0"/>
        </w:rPr>
      </w:pPr>
    </w:p>
    <w:p w14:paraId="0CC0ACF7"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Article 15</w:t>
      </w:r>
    </w:p>
    <w:p w14:paraId="56B84916" w14:textId="77777777" w:rsidR="00A6228A" w:rsidRPr="00FE5F9C" w:rsidRDefault="00A6228A" w:rsidP="00A6228A">
      <w:pPr>
        <w:pStyle w:val="Titre1"/>
        <w:widowControl w:val="0"/>
        <w:rPr>
          <w:rFonts w:asciiTheme="minorBidi" w:hAnsiTheme="minorBidi" w:cstheme="minorBidi"/>
          <w:b w:val="0"/>
        </w:rPr>
      </w:pPr>
      <w:r w:rsidRPr="00FE5F9C">
        <w:rPr>
          <w:rFonts w:asciiTheme="minorBidi" w:hAnsiTheme="minorBidi" w:cstheme="minorBidi"/>
        </w:rPr>
        <w:t>Aspects opérationnels</w:t>
      </w:r>
      <w:r w:rsidRPr="00FE5F9C">
        <w:rPr>
          <w:rFonts w:asciiTheme="minorBidi" w:hAnsiTheme="minorBidi" w:cstheme="minorBidi"/>
          <w:b w:val="0"/>
        </w:rPr>
        <w:t xml:space="preserve"> </w:t>
      </w:r>
    </w:p>
    <w:p w14:paraId="76D8A429" w14:textId="77777777" w:rsidR="00A6228A" w:rsidRPr="00FE5F9C" w:rsidRDefault="00A6228A" w:rsidP="00A6228A">
      <w:pPr>
        <w:pStyle w:val="Textedebase"/>
        <w:widowControl w:val="0"/>
        <w:ind w:left="567" w:hanging="567"/>
        <w:rPr>
          <w:rFonts w:asciiTheme="minorBidi" w:hAnsiTheme="minorBidi" w:cstheme="minorBidi"/>
        </w:rPr>
      </w:pPr>
    </w:p>
    <w:p w14:paraId="701EAA8F"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b w:val="0"/>
        </w:rPr>
        <w:t>1.</w:t>
      </w:r>
      <w:r w:rsidRPr="00FE5F9C">
        <w:rPr>
          <w:rFonts w:asciiTheme="minorBidi" w:hAnsiTheme="minorBidi" w:cstheme="minorBidi"/>
          <w:b w:val="0"/>
        </w:rPr>
        <w:tab/>
        <w:t>Le mandant fournit une estimation, pour chaque trajet, vol et jour de la semaine, du volume des envois qu'il souhaite remettre au transporteur. Cette estimation doit être fournie ____ jours/semaines au plus tard avant l'établissement des horaires et de la capacité de chargement nécessaires et être approuvée par les Parties.</w:t>
      </w:r>
    </w:p>
    <w:p w14:paraId="63821EEB" w14:textId="77777777" w:rsidR="00A6228A" w:rsidRPr="00FE5F9C" w:rsidRDefault="00A6228A" w:rsidP="00A6228A">
      <w:pPr>
        <w:pStyle w:val="Textedebase"/>
        <w:ind w:left="567" w:hanging="567"/>
        <w:rPr>
          <w:rFonts w:asciiTheme="minorBidi" w:hAnsiTheme="minorBidi" w:cstheme="minorBidi"/>
        </w:rPr>
      </w:pPr>
    </w:p>
    <w:p w14:paraId="11E8F7AA" w14:textId="77777777" w:rsidR="00A6228A" w:rsidRPr="00FE5F9C" w:rsidRDefault="00A6228A" w:rsidP="00744BF8">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 xml:space="preserve">Le mandant fournit au transporteur un plan d'acheminement du courrier, deux semaines </w:t>
      </w:r>
      <w:r w:rsidR="00744BF8" w:rsidRPr="00FE5F9C">
        <w:rPr>
          <w:rFonts w:asciiTheme="minorBidi" w:hAnsiTheme="minorBidi" w:cstheme="minorBidi"/>
          <w:b w:val="0"/>
        </w:rPr>
        <w:t xml:space="preserve">au plus tard </w:t>
      </w:r>
      <w:r w:rsidRPr="00FE5F9C">
        <w:rPr>
          <w:rFonts w:asciiTheme="minorBidi" w:hAnsiTheme="minorBidi" w:cstheme="minorBidi"/>
          <w:b w:val="0"/>
        </w:rPr>
        <w:t>après la publication du calendrier de la nouvelle saison IATA applicable au fret et au courrier, et dans tous les cas avant la modification des horaires en vigueur.</w:t>
      </w:r>
    </w:p>
    <w:p w14:paraId="3171E384" w14:textId="77777777" w:rsidR="00A6228A" w:rsidRPr="00FE5F9C" w:rsidRDefault="00A6228A" w:rsidP="00A6228A">
      <w:pPr>
        <w:pStyle w:val="Textedebase"/>
        <w:ind w:left="567" w:hanging="567"/>
        <w:rPr>
          <w:rFonts w:asciiTheme="minorBidi" w:hAnsiTheme="minorBidi" w:cstheme="minorBidi"/>
        </w:rPr>
      </w:pPr>
    </w:p>
    <w:p w14:paraId="7931FF9D"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Le mandant veille à ce que tous les envois soient emballés et étiquetés conformément aux dispositions pertinentes des Actes de l'Union avant leur remise au transporteur.</w:t>
      </w:r>
      <w:r w:rsidR="009468E0" w:rsidRPr="00FE5F9C">
        <w:rPr>
          <w:rFonts w:asciiTheme="minorBidi" w:hAnsiTheme="minorBidi" w:cstheme="minorBidi"/>
          <w:b w:val="0"/>
        </w:rPr>
        <w:t xml:space="preserve"> </w:t>
      </w:r>
    </w:p>
    <w:p w14:paraId="0E2820E0" w14:textId="77777777" w:rsidR="00A6228A" w:rsidRPr="00FE5F9C" w:rsidRDefault="00A6228A" w:rsidP="00A6228A">
      <w:pPr>
        <w:pStyle w:val="Textedebase"/>
        <w:ind w:left="567" w:hanging="567"/>
        <w:rPr>
          <w:rFonts w:asciiTheme="minorBidi" w:hAnsiTheme="minorBidi" w:cstheme="minorBidi"/>
        </w:rPr>
      </w:pPr>
    </w:p>
    <w:p w14:paraId="3481E826"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Le mandant trie les envois par numéro de vol en vue de leur remise au transporteur.</w:t>
      </w:r>
      <w:r w:rsidR="009468E0" w:rsidRPr="00FE5F9C">
        <w:rPr>
          <w:rFonts w:asciiTheme="minorBidi" w:hAnsiTheme="minorBidi" w:cstheme="minorBidi"/>
          <w:b w:val="0"/>
        </w:rPr>
        <w:t xml:space="preserve"> </w:t>
      </w:r>
    </w:p>
    <w:p w14:paraId="76B3CB2C" w14:textId="77777777" w:rsidR="00A6228A" w:rsidRPr="00FE5F9C" w:rsidRDefault="00A6228A" w:rsidP="00A6228A">
      <w:pPr>
        <w:pStyle w:val="Textedebase"/>
        <w:rPr>
          <w:rFonts w:asciiTheme="minorBidi" w:hAnsiTheme="minorBidi" w:cstheme="minorBidi"/>
        </w:rPr>
      </w:pPr>
    </w:p>
    <w:p w14:paraId="6A86613A"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5.</w:t>
      </w:r>
      <w:r w:rsidRPr="00FE5F9C">
        <w:rPr>
          <w:rFonts w:asciiTheme="minorBidi" w:hAnsiTheme="minorBidi" w:cstheme="minorBidi"/>
        </w:rPr>
        <w:tab/>
        <w:t>Le mandant communique au transporteur les informations sur les points et les horaires de remise et de livraison prévus.</w:t>
      </w:r>
    </w:p>
    <w:p w14:paraId="404CCCDB" w14:textId="77777777" w:rsidR="00A6228A" w:rsidRPr="00FE5F9C" w:rsidRDefault="00A6228A" w:rsidP="00A6228A">
      <w:pPr>
        <w:pStyle w:val="Titre1"/>
        <w:ind w:left="709" w:hanging="709"/>
        <w:rPr>
          <w:rFonts w:asciiTheme="minorBidi" w:hAnsiTheme="minorBidi" w:cstheme="minorBidi"/>
          <w:b w:val="0"/>
        </w:rPr>
      </w:pPr>
    </w:p>
    <w:p w14:paraId="5D5BBEC8" w14:textId="77777777" w:rsidR="00A6228A" w:rsidRPr="00FE5F9C" w:rsidRDefault="00A6228A" w:rsidP="00A6228A">
      <w:pPr>
        <w:pStyle w:val="Textedebase"/>
        <w:rPr>
          <w:rFonts w:asciiTheme="minorBidi" w:hAnsiTheme="minorBidi" w:cstheme="minorBidi"/>
        </w:rPr>
      </w:pPr>
    </w:p>
    <w:p w14:paraId="23B2D49A"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16</w:t>
      </w:r>
    </w:p>
    <w:p w14:paraId="1E92D889"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Documentation</w:t>
      </w:r>
    </w:p>
    <w:p w14:paraId="0289C947" w14:textId="77777777" w:rsidR="00A6228A" w:rsidRPr="00FE5F9C" w:rsidRDefault="00A6228A" w:rsidP="00A6228A">
      <w:pPr>
        <w:pStyle w:val="Textedebase"/>
        <w:rPr>
          <w:rFonts w:asciiTheme="minorBidi" w:hAnsiTheme="minorBidi" w:cstheme="minorBidi"/>
        </w:rPr>
      </w:pPr>
    </w:p>
    <w:p w14:paraId="7AFB6389"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Tous les envois remis au transporteur sont accompagnés de la documentation nécessaire au transport du courrier-avion, comme indiqué dans les Actes de l'Union.</w:t>
      </w:r>
    </w:p>
    <w:p w14:paraId="19266833" w14:textId="77777777" w:rsidR="00A6228A" w:rsidRPr="00FE5F9C" w:rsidRDefault="00A6228A" w:rsidP="00A6228A">
      <w:pPr>
        <w:pStyle w:val="Textedebase"/>
        <w:rPr>
          <w:rFonts w:asciiTheme="minorBidi" w:hAnsiTheme="minorBidi" w:cstheme="minorBidi"/>
        </w:rPr>
      </w:pPr>
    </w:p>
    <w:p w14:paraId="71782672" w14:textId="77777777" w:rsidR="00A6228A" w:rsidRPr="00FE5F9C" w:rsidRDefault="00A6228A" w:rsidP="00A83C0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 courrier prioritaire est toujours expédié avec au moins six exemplaires des bordereaux de livraison CN 38.</w:t>
      </w:r>
      <w:r w:rsidR="009468E0" w:rsidRPr="00FE5F9C">
        <w:rPr>
          <w:rFonts w:asciiTheme="minorBidi" w:hAnsiTheme="minorBidi" w:cstheme="minorBidi"/>
          <w:b w:val="0"/>
        </w:rPr>
        <w:t xml:space="preserve"> </w:t>
      </w:r>
      <w:r w:rsidRPr="00FE5F9C">
        <w:rPr>
          <w:rFonts w:asciiTheme="minorBidi" w:hAnsiTheme="minorBidi" w:cstheme="minorBidi"/>
          <w:b w:val="0"/>
        </w:rPr>
        <w:t>Les récipients utilisés pour les envois prioritaires portent l'étiquette CN 35 (étiquettes de sacs-avion) et l'étiquette CP 84.</w:t>
      </w:r>
      <w:r w:rsidR="009468E0" w:rsidRPr="00FE5F9C">
        <w:rPr>
          <w:rFonts w:asciiTheme="minorBidi" w:hAnsiTheme="minorBidi" w:cstheme="minorBidi"/>
          <w:b w:val="0"/>
        </w:rPr>
        <w:t xml:space="preserve"> </w:t>
      </w:r>
    </w:p>
    <w:p w14:paraId="2967CCEA" w14:textId="77777777" w:rsidR="00A83C0A" w:rsidRPr="00FE5F9C" w:rsidRDefault="00A83C0A" w:rsidP="00A83C0A">
      <w:pPr>
        <w:pStyle w:val="Textedebase"/>
      </w:pPr>
    </w:p>
    <w:p w14:paraId="0E2CFD42" w14:textId="77777777" w:rsidR="00A83C0A" w:rsidRPr="00FE5F9C" w:rsidRDefault="00A6228A" w:rsidP="00A83C0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Le courrier non prioritaire est toujours expédié avec au moins six exemplaires des bordereaux de livrai</w:t>
      </w:r>
      <w:r w:rsidR="00990723">
        <w:rPr>
          <w:rFonts w:asciiTheme="minorBidi" w:hAnsiTheme="minorBidi" w:cstheme="minorBidi"/>
          <w:b w:val="0"/>
        </w:rPr>
        <w:softHyphen/>
      </w:r>
      <w:r w:rsidRPr="00FE5F9C">
        <w:rPr>
          <w:rFonts w:asciiTheme="minorBidi" w:hAnsiTheme="minorBidi" w:cstheme="minorBidi"/>
          <w:b w:val="0"/>
        </w:rPr>
        <w:t>son CN 41.</w:t>
      </w:r>
      <w:r w:rsidR="009468E0" w:rsidRPr="00FE5F9C">
        <w:rPr>
          <w:rFonts w:asciiTheme="minorBidi" w:hAnsiTheme="minorBidi" w:cstheme="minorBidi"/>
          <w:b w:val="0"/>
        </w:rPr>
        <w:t xml:space="preserve"> </w:t>
      </w:r>
      <w:r w:rsidRPr="00FE5F9C">
        <w:rPr>
          <w:rFonts w:asciiTheme="minorBidi" w:hAnsiTheme="minorBidi" w:cstheme="minorBidi"/>
          <w:b w:val="0"/>
        </w:rPr>
        <w:t>Les récipients utilisés pour les envois non prioritaires portent l'étiquette de sac CN 36 pour courrier S.A.L</w:t>
      </w:r>
      <w:r w:rsidR="00933584" w:rsidRPr="00FE5F9C">
        <w:rPr>
          <w:rFonts w:asciiTheme="minorBidi" w:hAnsiTheme="minorBidi" w:cstheme="minorBidi"/>
          <w:b w:val="0"/>
        </w:rPr>
        <w:t>.</w:t>
      </w:r>
      <w:r w:rsidRPr="00FE5F9C">
        <w:rPr>
          <w:rFonts w:asciiTheme="minorBidi" w:hAnsiTheme="minorBidi" w:cstheme="minorBidi"/>
          <w:b w:val="0"/>
        </w:rPr>
        <w:t xml:space="preserve"> et l'étiquette de dépêche de colis de surface CP 83.</w:t>
      </w:r>
      <w:r w:rsidR="00A83C0A" w:rsidRPr="00FE5F9C">
        <w:rPr>
          <w:rFonts w:asciiTheme="minorBidi" w:hAnsiTheme="minorBidi" w:cstheme="minorBidi"/>
          <w:b w:val="0"/>
        </w:rPr>
        <w:br w:type="page"/>
      </w:r>
    </w:p>
    <w:p w14:paraId="6EFC950E"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lastRenderedPageBreak/>
        <w:t>4.</w:t>
      </w:r>
      <w:r w:rsidRPr="00FE5F9C">
        <w:rPr>
          <w:rFonts w:asciiTheme="minorBidi" w:hAnsiTheme="minorBidi" w:cstheme="minorBidi"/>
          <w:b w:val="0"/>
        </w:rPr>
        <w:tab/>
        <w:t>Les dépêches de sacs vides sont consignées sur les formules CN 47.</w:t>
      </w:r>
      <w:r w:rsidR="009468E0" w:rsidRPr="00FE5F9C">
        <w:rPr>
          <w:rFonts w:asciiTheme="minorBidi" w:hAnsiTheme="minorBidi" w:cstheme="minorBidi"/>
          <w:b w:val="0"/>
        </w:rPr>
        <w:t xml:space="preserve"> </w:t>
      </w:r>
    </w:p>
    <w:p w14:paraId="6AEF303F" w14:textId="77777777" w:rsidR="00A6228A" w:rsidRPr="00FE5F9C" w:rsidRDefault="00A6228A" w:rsidP="00A6228A">
      <w:pPr>
        <w:pStyle w:val="Textedebase"/>
        <w:rPr>
          <w:rFonts w:asciiTheme="minorBidi" w:hAnsiTheme="minorBidi" w:cstheme="minorBidi"/>
        </w:rPr>
      </w:pPr>
    </w:p>
    <w:p w14:paraId="751ACBF5" w14:textId="77777777" w:rsidR="00A6228A" w:rsidRPr="00FE5F9C" w:rsidRDefault="00A6228A" w:rsidP="00933584">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5.</w:t>
      </w:r>
      <w:r w:rsidRPr="00FE5F9C">
        <w:rPr>
          <w:rFonts w:asciiTheme="minorBidi" w:hAnsiTheme="minorBidi" w:cstheme="minorBidi"/>
          <w:b w:val="0"/>
        </w:rPr>
        <w:tab/>
        <w:t xml:space="preserve">Les inscriptions figurant sur l'ensemble des documents et des étiquettes fournis par le mandant doivent être lisibles et non ambiguës et être rédigées dans une langue connue </w:t>
      </w:r>
      <w:r w:rsidR="00933584" w:rsidRPr="00FE5F9C">
        <w:rPr>
          <w:rFonts w:asciiTheme="minorBidi" w:hAnsiTheme="minorBidi" w:cstheme="minorBidi"/>
          <w:b w:val="0"/>
        </w:rPr>
        <w:t>sur le</w:t>
      </w:r>
      <w:r w:rsidRPr="00FE5F9C">
        <w:rPr>
          <w:rFonts w:asciiTheme="minorBidi" w:hAnsiTheme="minorBidi" w:cstheme="minorBidi"/>
          <w:b w:val="0"/>
        </w:rPr>
        <w:t xml:space="preserve"> plan international.</w:t>
      </w:r>
    </w:p>
    <w:p w14:paraId="200F6593" w14:textId="77777777" w:rsidR="00A6228A" w:rsidRPr="00FE5F9C" w:rsidRDefault="00A6228A" w:rsidP="00A6228A">
      <w:pPr>
        <w:pStyle w:val="Titre1"/>
        <w:ind w:left="709" w:hanging="709"/>
        <w:rPr>
          <w:rFonts w:asciiTheme="minorBidi" w:hAnsiTheme="minorBidi" w:cstheme="minorBidi"/>
          <w:b w:val="0"/>
        </w:rPr>
      </w:pPr>
    </w:p>
    <w:p w14:paraId="09B87DB7" w14:textId="77777777" w:rsidR="00A6228A" w:rsidRPr="00FE5F9C" w:rsidRDefault="00A6228A" w:rsidP="00A6228A">
      <w:pPr>
        <w:pStyle w:val="Textedebase"/>
        <w:rPr>
          <w:rFonts w:asciiTheme="minorBidi" w:hAnsiTheme="minorBidi" w:cstheme="minorBidi"/>
        </w:rPr>
      </w:pPr>
    </w:p>
    <w:p w14:paraId="05BB89A2"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V.</w:t>
      </w:r>
      <w:r w:rsidRPr="00FE5F9C">
        <w:rPr>
          <w:rFonts w:asciiTheme="minorBidi" w:hAnsiTheme="minorBidi" w:cstheme="minorBidi"/>
        </w:rPr>
        <w:tab/>
        <w:t>Obligations communes aux deux Parties</w:t>
      </w:r>
    </w:p>
    <w:p w14:paraId="069BCF84" w14:textId="77777777" w:rsidR="00A6228A" w:rsidRPr="00FE5F9C" w:rsidRDefault="00A6228A" w:rsidP="00A6228A">
      <w:pPr>
        <w:pStyle w:val="Titre1"/>
        <w:ind w:left="709" w:hanging="709"/>
        <w:rPr>
          <w:rFonts w:asciiTheme="minorBidi" w:hAnsiTheme="minorBidi" w:cstheme="minorBidi"/>
        </w:rPr>
      </w:pPr>
    </w:p>
    <w:p w14:paraId="2274AF41" w14:textId="77777777" w:rsidR="00A6228A" w:rsidRPr="00FE5F9C" w:rsidRDefault="00A6228A" w:rsidP="00A6228A">
      <w:pPr>
        <w:pStyle w:val="Titre1"/>
        <w:ind w:left="851" w:hanging="851"/>
        <w:rPr>
          <w:rFonts w:asciiTheme="minorBidi" w:hAnsiTheme="minorBidi" w:cstheme="minorBidi"/>
        </w:rPr>
      </w:pPr>
      <w:r w:rsidRPr="00FE5F9C">
        <w:rPr>
          <w:rFonts w:asciiTheme="minorBidi" w:hAnsiTheme="minorBidi" w:cstheme="minorBidi"/>
        </w:rPr>
        <w:t>Article 17</w:t>
      </w:r>
    </w:p>
    <w:p w14:paraId="71742235" w14:textId="77777777" w:rsidR="00A6228A" w:rsidRPr="00FE5F9C" w:rsidRDefault="00A6228A" w:rsidP="00A6228A">
      <w:pPr>
        <w:pStyle w:val="Titre1"/>
        <w:ind w:left="851" w:hanging="851"/>
        <w:rPr>
          <w:rFonts w:asciiTheme="minorBidi" w:hAnsiTheme="minorBidi" w:cstheme="minorBidi"/>
          <w:b w:val="0"/>
        </w:rPr>
      </w:pPr>
      <w:r w:rsidRPr="00FE5F9C">
        <w:rPr>
          <w:rFonts w:asciiTheme="minorBidi" w:hAnsiTheme="minorBidi" w:cstheme="minorBidi"/>
        </w:rPr>
        <w:t>Marchandises dangereuses et envois de l’UPU admis à tort</w:t>
      </w:r>
    </w:p>
    <w:p w14:paraId="0F51440B" w14:textId="77777777" w:rsidR="00A6228A" w:rsidRPr="00FE5F9C" w:rsidRDefault="00A6228A" w:rsidP="00A6228A">
      <w:pPr>
        <w:pStyle w:val="Textedebase"/>
        <w:rPr>
          <w:rFonts w:asciiTheme="minorBidi" w:hAnsiTheme="minorBidi" w:cstheme="minorBidi"/>
        </w:rPr>
      </w:pPr>
    </w:p>
    <w:p w14:paraId="3BAC05FB" w14:textId="77777777" w:rsidR="00A6228A" w:rsidRPr="00FE5F9C" w:rsidRDefault="00A6228A" w:rsidP="00A6228A">
      <w:pPr>
        <w:ind w:left="567" w:hanging="567"/>
        <w:jc w:val="both"/>
        <w:rPr>
          <w:rFonts w:asciiTheme="minorBidi" w:hAnsiTheme="minorBidi" w:cstheme="minorBidi"/>
        </w:rPr>
      </w:pPr>
      <w:r w:rsidRPr="00FE5F9C">
        <w:rPr>
          <w:rFonts w:asciiTheme="minorBidi" w:hAnsiTheme="minorBidi" w:cstheme="minorBidi"/>
        </w:rPr>
        <w:t>1.</w:t>
      </w:r>
      <w:r w:rsidRPr="00FE5F9C">
        <w:rPr>
          <w:rFonts w:asciiTheme="minorBidi" w:hAnsiTheme="minorBidi" w:cstheme="minorBidi"/>
        </w:rPr>
        <w:tab/>
        <w:t>Les Parties doivent respecter les restrictions concernant le transport de marchandises dangereuses.</w:t>
      </w:r>
    </w:p>
    <w:p w14:paraId="516E3990" w14:textId="77777777" w:rsidR="00A6228A" w:rsidRPr="00FE5F9C" w:rsidRDefault="00A6228A" w:rsidP="00A6228A">
      <w:pPr>
        <w:ind w:left="851" w:hanging="851"/>
        <w:jc w:val="both"/>
        <w:rPr>
          <w:rFonts w:asciiTheme="minorBidi" w:hAnsiTheme="minorBidi" w:cstheme="minorBidi"/>
        </w:rPr>
      </w:pPr>
    </w:p>
    <w:p w14:paraId="0CA318D1" w14:textId="77777777" w:rsidR="00A6228A" w:rsidRPr="00FE5F9C" w:rsidRDefault="00A6228A" w:rsidP="00A6228A">
      <w:pPr>
        <w:jc w:val="both"/>
        <w:rPr>
          <w:rFonts w:asciiTheme="minorBidi" w:hAnsiTheme="minorBidi" w:cstheme="minorBidi"/>
        </w:rPr>
      </w:pPr>
      <w:r w:rsidRPr="00FE5F9C">
        <w:rPr>
          <w:rFonts w:asciiTheme="minorBidi" w:hAnsiTheme="minorBidi" w:cstheme="minorBidi"/>
        </w:rPr>
        <w:t>2.</w:t>
      </w:r>
      <w:r w:rsidRPr="00FE5F9C">
        <w:rPr>
          <w:rFonts w:asciiTheme="minorBidi" w:hAnsiTheme="minorBidi" w:cstheme="minorBidi"/>
        </w:rPr>
        <w:tab/>
        <w:t>Les services ne peuvent être fournis que pour le courrier dont l'acheminement est autorisé au titre des prescriptions de l'Association du transport aé</w:t>
      </w:r>
      <w:r w:rsidR="00933584" w:rsidRPr="00FE5F9C">
        <w:rPr>
          <w:rFonts w:asciiTheme="minorBidi" w:hAnsiTheme="minorBidi" w:cstheme="minorBidi"/>
        </w:rPr>
        <w:t>rien international</w:t>
      </w:r>
      <w:r w:rsidRPr="00FE5F9C">
        <w:rPr>
          <w:rFonts w:asciiTheme="minorBidi" w:hAnsiTheme="minorBidi" w:cstheme="minorBidi"/>
        </w:rPr>
        <w:t>, de l'Organisation de l'aviat</w:t>
      </w:r>
      <w:r w:rsidR="00933584" w:rsidRPr="00FE5F9C">
        <w:rPr>
          <w:rFonts w:asciiTheme="minorBidi" w:hAnsiTheme="minorBidi" w:cstheme="minorBidi"/>
        </w:rPr>
        <w:t>ion civile internatio</w:t>
      </w:r>
      <w:r w:rsidR="00990723">
        <w:rPr>
          <w:rFonts w:asciiTheme="minorBidi" w:hAnsiTheme="minorBidi" w:cstheme="minorBidi"/>
        </w:rPr>
        <w:softHyphen/>
      </w:r>
      <w:r w:rsidR="00933584" w:rsidRPr="00FE5F9C">
        <w:rPr>
          <w:rFonts w:asciiTheme="minorBidi" w:hAnsiTheme="minorBidi" w:cstheme="minorBidi"/>
        </w:rPr>
        <w:t>nale</w:t>
      </w:r>
      <w:r w:rsidRPr="00FE5F9C">
        <w:rPr>
          <w:rFonts w:asciiTheme="minorBidi" w:hAnsiTheme="minorBidi" w:cstheme="minorBidi"/>
        </w:rPr>
        <w:t xml:space="preserve"> et des Actes de l'Union.</w:t>
      </w:r>
      <w:r w:rsidR="009468E0" w:rsidRPr="00FE5F9C">
        <w:rPr>
          <w:rFonts w:asciiTheme="minorBidi" w:hAnsiTheme="minorBidi" w:cstheme="minorBidi"/>
        </w:rPr>
        <w:t xml:space="preserve"> </w:t>
      </w:r>
    </w:p>
    <w:p w14:paraId="67FBB2AF" w14:textId="77777777" w:rsidR="00A6228A" w:rsidRPr="00FE5F9C" w:rsidRDefault="00A6228A" w:rsidP="00A6228A">
      <w:pPr>
        <w:ind w:left="851" w:hanging="851"/>
        <w:jc w:val="both"/>
        <w:rPr>
          <w:rFonts w:asciiTheme="minorBidi" w:hAnsiTheme="minorBidi" w:cstheme="minorBidi"/>
        </w:rPr>
      </w:pPr>
    </w:p>
    <w:p w14:paraId="3E02DC95" w14:textId="77777777" w:rsidR="00A6228A" w:rsidRPr="00FE5F9C" w:rsidRDefault="00A6228A" w:rsidP="00933584">
      <w:pPr>
        <w:tabs>
          <w:tab w:val="left" w:pos="567"/>
        </w:tabs>
        <w:jc w:val="both"/>
        <w:rPr>
          <w:rFonts w:asciiTheme="minorBidi" w:hAnsiTheme="minorBidi" w:cstheme="minorBidi"/>
        </w:rPr>
      </w:pPr>
      <w:r w:rsidRPr="00FE5F9C">
        <w:rPr>
          <w:rFonts w:asciiTheme="minorBidi" w:hAnsiTheme="minorBidi" w:cstheme="minorBidi"/>
        </w:rPr>
        <w:t>3.</w:t>
      </w:r>
      <w:r w:rsidRPr="00FE5F9C">
        <w:rPr>
          <w:rFonts w:asciiTheme="minorBidi" w:hAnsiTheme="minorBidi" w:cstheme="minorBidi"/>
        </w:rPr>
        <w:tab/>
        <w:t xml:space="preserve">Les Parties doivent prendre toutes les mesures raisonnables aux fins de l'application des dispositions mentionnées </w:t>
      </w:r>
      <w:r w:rsidR="00933584" w:rsidRPr="00FE5F9C">
        <w:rPr>
          <w:rFonts w:asciiTheme="minorBidi" w:hAnsiTheme="minorBidi" w:cstheme="minorBidi"/>
        </w:rPr>
        <w:t>sous</w:t>
      </w:r>
      <w:r w:rsidRPr="00FE5F9C">
        <w:rPr>
          <w:rFonts w:asciiTheme="minorBidi" w:hAnsiTheme="minorBidi" w:cstheme="minorBidi"/>
        </w:rPr>
        <w:t xml:space="preserve"> 1 et 2.</w:t>
      </w:r>
      <w:r w:rsidR="009468E0" w:rsidRPr="00FE5F9C">
        <w:rPr>
          <w:rFonts w:asciiTheme="minorBidi" w:hAnsiTheme="minorBidi" w:cstheme="minorBidi"/>
        </w:rPr>
        <w:t xml:space="preserve"> </w:t>
      </w:r>
      <w:r w:rsidRPr="00FE5F9C">
        <w:rPr>
          <w:rFonts w:asciiTheme="minorBidi" w:hAnsiTheme="minorBidi" w:cstheme="minorBidi"/>
        </w:rPr>
        <w:t>La mise en œuvre du présent Contrat n’est subordonnée qu’à l'application de mesu</w:t>
      </w:r>
      <w:r w:rsidR="00D30B2E">
        <w:rPr>
          <w:rFonts w:asciiTheme="minorBidi" w:hAnsiTheme="minorBidi" w:cstheme="minorBidi"/>
        </w:rPr>
        <w:softHyphen/>
      </w:r>
      <w:r w:rsidRPr="00FE5F9C">
        <w:rPr>
          <w:rFonts w:asciiTheme="minorBidi" w:hAnsiTheme="minorBidi" w:cstheme="minorBidi"/>
        </w:rPr>
        <w:t>res de sûreté et de sécurité prévues dans le cadre de la législation loca</w:t>
      </w:r>
      <w:r w:rsidR="00744BF8" w:rsidRPr="00FE5F9C">
        <w:rPr>
          <w:rFonts w:asciiTheme="minorBidi" w:hAnsiTheme="minorBidi" w:cstheme="minorBidi"/>
        </w:rPr>
        <w:t>le, des prescriptions de l'auto</w:t>
      </w:r>
      <w:r w:rsidRPr="00FE5F9C">
        <w:rPr>
          <w:rFonts w:asciiTheme="minorBidi" w:hAnsiTheme="minorBidi" w:cstheme="minorBidi"/>
        </w:rPr>
        <w:t>rité de l'aviation civile et des Actes de l'Union.</w:t>
      </w:r>
      <w:r w:rsidR="009468E0" w:rsidRPr="00FE5F9C">
        <w:rPr>
          <w:rFonts w:asciiTheme="minorBidi" w:hAnsiTheme="minorBidi" w:cstheme="minorBidi"/>
        </w:rPr>
        <w:t xml:space="preserve"> </w:t>
      </w:r>
      <w:r w:rsidRPr="00FE5F9C">
        <w:rPr>
          <w:rFonts w:asciiTheme="minorBidi" w:hAnsiTheme="minorBidi" w:cstheme="minorBidi"/>
        </w:rPr>
        <w:t>Les mesures et tâches spécif</w:t>
      </w:r>
      <w:r w:rsidR="00744BF8" w:rsidRPr="00FE5F9C">
        <w:rPr>
          <w:rFonts w:asciiTheme="minorBidi" w:hAnsiTheme="minorBidi" w:cstheme="minorBidi"/>
        </w:rPr>
        <w:t>iques relevant de la responsabi</w:t>
      </w:r>
      <w:r w:rsidRPr="00FE5F9C">
        <w:rPr>
          <w:rFonts w:asciiTheme="minorBidi" w:hAnsiTheme="minorBidi" w:cstheme="minorBidi"/>
        </w:rPr>
        <w:t xml:space="preserve">lité de chaque </w:t>
      </w:r>
      <w:r w:rsidR="00933584" w:rsidRPr="00FE5F9C">
        <w:rPr>
          <w:rFonts w:asciiTheme="minorBidi" w:hAnsiTheme="minorBidi" w:cstheme="minorBidi"/>
        </w:rPr>
        <w:t>P</w:t>
      </w:r>
      <w:r w:rsidRPr="00FE5F9C">
        <w:rPr>
          <w:rFonts w:asciiTheme="minorBidi" w:hAnsiTheme="minorBidi" w:cstheme="minorBidi"/>
        </w:rPr>
        <w:t>artie en matière de transport de marchandises dangereuses sont énoncées en annexe 7.</w:t>
      </w:r>
    </w:p>
    <w:p w14:paraId="0ED52762" w14:textId="77777777" w:rsidR="00A6228A" w:rsidRPr="00FE5F9C" w:rsidRDefault="00A6228A" w:rsidP="00A6228A">
      <w:pPr>
        <w:tabs>
          <w:tab w:val="left" w:pos="567"/>
        </w:tabs>
        <w:jc w:val="both"/>
        <w:rPr>
          <w:rFonts w:asciiTheme="minorBidi" w:hAnsiTheme="minorBidi" w:cstheme="minorBidi"/>
        </w:rPr>
      </w:pPr>
    </w:p>
    <w:p w14:paraId="2254999E" w14:textId="77777777" w:rsidR="00A6228A" w:rsidRPr="00FE5F9C" w:rsidRDefault="00A6228A" w:rsidP="00A83C0A">
      <w:pPr>
        <w:widowControl w:val="0"/>
        <w:autoSpaceDE w:val="0"/>
        <w:autoSpaceDN w:val="0"/>
        <w:adjustRightInd w:val="0"/>
        <w:spacing w:line="240" w:lineRule="auto"/>
        <w:rPr>
          <w:rFonts w:asciiTheme="minorBidi" w:hAnsiTheme="minorBidi" w:cstheme="minorBidi"/>
        </w:rPr>
      </w:pPr>
      <w:r w:rsidRPr="00FE5F9C">
        <w:rPr>
          <w:rFonts w:asciiTheme="minorBidi" w:hAnsiTheme="minorBidi" w:cstheme="minorBidi"/>
        </w:rPr>
        <w:t>4.</w:t>
      </w:r>
      <w:r w:rsidRPr="00FE5F9C">
        <w:rPr>
          <w:rFonts w:asciiTheme="minorBidi" w:hAnsiTheme="minorBidi" w:cstheme="minorBidi"/>
        </w:rPr>
        <w:tab/>
        <w:t>Les Parties observent les interdictions ci-dessous dans toutes les catégories d’envois postaux:</w:t>
      </w:r>
    </w:p>
    <w:p w14:paraId="22961306" w14:textId="77777777" w:rsidR="00A6228A" w:rsidRPr="00FE5F9C" w:rsidRDefault="00A6228A" w:rsidP="00A83C0A">
      <w:pPr>
        <w:widowControl w:val="0"/>
        <w:autoSpaceDE w:val="0"/>
        <w:autoSpaceDN w:val="0"/>
        <w:adjustRightInd w:val="0"/>
        <w:spacing w:before="120" w:line="240" w:lineRule="auto"/>
        <w:ind w:left="567" w:hanging="567"/>
        <w:jc w:val="both"/>
        <w:rPr>
          <w:rFonts w:asciiTheme="minorBidi" w:hAnsiTheme="minorBidi" w:cstheme="minorBidi"/>
        </w:rPr>
      </w:pPr>
      <w:r w:rsidRPr="00FE5F9C">
        <w:rPr>
          <w:rFonts w:asciiTheme="minorBidi" w:hAnsiTheme="minorBidi" w:cstheme="minorBidi"/>
        </w:rPr>
        <w:t>4.1</w:t>
      </w:r>
      <w:r w:rsidRPr="00FE5F9C">
        <w:rPr>
          <w:rFonts w:asciiTheme="minorBidi" w:hAnsiTheme="minorBidi" w:cstheme="minorBidi"/>
        </w:rPr>
        <w:tab/>
        <w:t>L’insertion des objets ci-après est interdite dans toutes les catégories d’envois: stupéfiants et subs</w:t>
      </w:r>
      <w:r w:rsidR="00990723">
        <w:rPr>
          <w:rFonts w:asciiTheme="minorBidi" w:hAnsiTheme="minorBidi" w:cstheme="minorBidi"/>
        </w:rPr>
        <w:softHyphen/>
      </w:r>
      <w:r w:rsidRPr="00FE5F9C">
        <w:rPr>
          <w:rFonts w:asciiTheme="minorBidi" w:hAnsiTheme="minorBidi" w:cstheme="minorBidi"/>
        </w:rPr>
        <w:t>tances psychotropes, tels que définis par l’Organe international de contrôle des stupéfiants, ou toute autre drogue illicite interdite dans le pays de destination.</w:t>
      </w:r>
    </w:p>
    <w:p w14:paraId="726491BC" w14:textId="77777777" w:rsidR="00A6228A" w:rsidRPr="00FE5F9C" w:rsidRDefault="00A6228A" w:rsidP="00A83C0A">
      <w:pPr>
        <w:autoSpaceDE w:val="0"/>
        <w:autoSpaceDN w:val="0"/>
        <w:adjustRightInd w:val="0"/>
        <w:spacing w:before="120" w:line="240" w:lineRule="auto"/>
        <w:ind w:left="567" w:hanging="567"/>
        <w:jc w:val="both"/>
        <w:rPr>
          <w:rFonts w:asciiTheme="minorBidi" w:hAnsiTheme="minorBidi" w:cstheme="minorBidi"/>
        </w:rPr>
      </w:pPr>
      <w:r w:rsidRPr="00FE5F9C">
        <w:rPr>
          <w:rFonts w:asciiTheme="minorBidi" w:hAnsiTheme="minorBidi" w:cstheme="minorBidi"/>
        </w:rPr>
        <w:t>4.2</w:t>
      </w:r>
      <w:r w:rsidRPr="00FE5F9C">
        <w:rPr>
          <w:rFonts w:asciiTheme="minorBidi" w:hAnsiTheme="minorBidi" w:cstheme="minorBidi"/>
        </w:rPr>
        <w:tab/>
        <w:t>L’insertion de matières explosibles, inflammables ou d’autres marchandises dangereuses ainsi que de matériaux radioactifs est interdite dans toutes les catégories d’envois.</w:t>
      </w:r>
    </w:p>
    <w:p w14:paraId="1737E138" w14:textId="77777777" w:rsidR="00A6228A" w:rsidRPr="00FE5F9C" w:rsidRDefault="00A83C0A" w:rsidP="00A83C0A">
      <w:pPr>
        <w:autoSpaceDE w:val="0"/>
        <w:autoSpaceDN w:val="0"/>
        <w:adjustRightInd w:val="0"/>
        <w:spacing w:before="120" w:line="240" w:lineRule="auto"/>
        <w:ind w:left="567" w:hanging="567"/>
        <w:jc w:val="both"/>
        <w:rPr>
          <w:rFonts w:asciiTheme="minorBidi" w:hAnsiTheme="minorBidi" w:cstheme="minorBidi"/>
        </w:rPr>
      </w:pPr>
      <w:r w:rsidRPr="00FE5F9C">
        <w:rPr>
          <w:rFonts w:asciiTheme="minorBidi" w:hAnsiTheme="minorBidi" w:cstheme="minorBidi"/>
        </w:rPr>
        <w:t>4.3</w:t>
      </w:r>
      <w:r w:rsidRPr="00FE5F9C">
        <w:rPr>
          <w:rFonts w:asciiTheme="minorBidi" w:hAnsiTheme="minorBidi" w:cstheme="minorBidi"/>
        </w:rPr>
        <w:tab/>
      </w:r>
      <w:r w:rsidR="00A6228A" w:rsidRPr="00FE5F9C">
        <w:rPr>
          <w:rFonts w:asciiTheme="minorBidi" w:hAnsiTheme="minorBidi" w:cstheme="minorBidi"/>
        </w:rPr>
        <w:t>L’insertion de copies d’engins explosifs et de munitions militaires, ou d’engins explosifs et de munitions militaires inertes, notamment de copies de grenades, d’obus et assimilés ou de grenades, d’obus et assimilés inertes, est interdite dans toutes les catégories d’envois.</w:t>
      </w:r>
    </w:p>
    <w:p w14:paraId="55C7E800" w14:textId="77777777" w:rsidR="00A6228A" w:rsidRPr="00FE5F9C" w:rsidRDefault="00A6228A" w:rsidP="00A6228A">
      <w:pPr>
        <w:pStyle w:val="Titre1"/>
        <w:ind w:left="0" w:firstLine="0"/>
        <w:rPr>
          <w:rFonts w:asciiTheme="minorBidi" w:hAnsiTheme="minorBidi" w:cstheme="minorBidi"/>
          <w:b w:val="0"/>
          <w:bCs w:val="0"/>
        </w:rPr>
      </w:pPr>
    </w:p>
    <w:p w14:paraId="711C2CDA" w14:textId="77777777" w:rsidR="00A6228A" w:rsidRPr="00FE5F9C" w:rsidRDefault="00A6228A" w:rsidP="00933584">
      <w:pPr>
        <w:pStyle w:val="Textedebase"/>
        <w:rPr>
          <w:rFonts w:asciiTheme="minorBidi" w:hAnsiTheme="minorBidi" w:cstheme="minorBidi"/>
        </w:rPr>
      </w:pPr>
      <w:r w:rsidRPr="00FE5F9C">
        <w:rPr>
          <w:rFonts w:asciiTheme="minorBidi" w:hAnsiTheme="minorBidi" w:cstheme="minorBidi"/>
        </w:rPr>
        <w:t>5</w:t>
      </w:r>
      <w:r w:rsidR="00A83C0A" w:rsidRPr="00FE5F9C">
        <w:rPr>
          <w:rFonts w:asciiTheme="minorBidi" w:hAnsiTheme="minorBidi" w:cstheme="minorBidi"/>
        </w:rPr>
        <w:t>.</w:t>
      </w:r>
      <w:r w:rsidRPr="00FE5F9C">
        <w:rPr>
          <w:rFonts w:asciiTheme="minorBidi" w:hAnsiTheme="minorBidi" w:cstheme="minorBidi"/>
        </w:rPr>
        <w:tab/>
        <w:t>Les Parties font en sorte que des protocoles de résolution d’alerte soient en place.</w:t>
      </w:r>
    </w:p>
    <w:p w14:paraId="60F193C4" w14:textId="77777777" w:rsidR="00A6228A" w:rsidRPr="00FE5F9C" w:rsidRDefault="00A6228A" w:rsidP="00A6228A">
      <w:pPr>
        <w:pStyle w:val="Textedebase"/>
        <w:rPr>
          <w:rFonts w:asciiTheme="minorBidi" w:hAnsiTheme="minorBidi" w:cstheme="minorBidi"/>
        </w:rPr>
      </w:pPr>
    </w:p>
    <w:p w14:paraId="2EBEA7B0" w14:textId="77777777" w:rsidR="00A6228A" w:rsidRPr="00FE5F9C" w:rsidRDefault="00A6228A" w:rsidP="00A6228A">
      <w:pPr>
        <w:spacing w:line="240" w:lineRule="auto"/>
        <w:rPr>
          <w:rFonts w:asciiTheme="minorBidi" w:hAnsiTheme="minorBidi" w:cstheme="minorBidi"/>
        </w:rPr>
      </w:pPr>
    </w:p>
    <w:p w14:paraId="6333CA7A"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t>Article 18</w:t>
      </w:r>
    </w:p>
    <w:p w14:paraId="54EB855B" w14:textId="77777777" w:rsidR="00A6228A" w:rsidRPr="00FE5F9C" w:rsidRDefault="00933584" w:rsidP="00A6228A">
      <w:pPr>
        <w:pStyle w:val="Titre1"/>
        <w:ind w:left="709" w:hanging="709"/>
        <w:rPr>
          <w:rFonts w:asciiTheme="minorBidi" w:hAnsiTheme="minorBidi" w:cstheme="minorBidi"/>
          <w:b w:val="0"/>
        </w:rPr>
      </w:pPr>
      <w:r w:rsidRPr="00FE5F9C">
        <w:rPr>
          <w:rFonts w:asciiTheme="minorBidi" w:hAnsiTheme="minorBidi" w:cstheme="minorBidi"/>
        </w:rPr>
        <w:t>É</w:t>
      </w:r>
      <w:r w:rsidR="00A6228A" w:rsidRPr="00FE5F9C">
        <w:rPr>
          <w:rFonts w:asciiTheme="minorBidi" w:hAnsiTheme="minorBidi" w:cstheme="minorBidi"/>
        </w:rPr>
        <w:t>change de messages EDI</w:t>
      </w:r>
    </w:p>
    <w:p w14:paraId="6A67E87F" w14:textId="77777777" w:rsidR="00A6228A" w:rsidRPr="00FE5F9C" w:rsidRDefault="00A6228A" w:rsidP="00A6228A">
      <w:pPr>
        <w:pStyle w:val="Textedebase"/>
        <w:rPr>
          <w:rFonts w:asciiTheme="minorBidi" w:hAnsiTheme="minorBidi" w:cstheme="minorBidi"/>
        </w:rPr>
      </w:pPr>
    </w:p>
    <w:p w14:paraId="2F4F3451"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En cas d'échange de messages CARDIT/RESDIT entre les Parties:</w:t>
      </w:r>
    </w:p>
    <w:p w14:paraId="0C96DBA6"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1.1</w:t>
      </w:r>
      <w:r w:rsidRPr="00FE5F9C">
        <w:rPr>
          <w:rFonts w:asciiTheme="minorBidi" w:hAnsiTheme="minorBidi" w:cstheme="minorBidi"/>
          <w:b w:val="0"/>
        </w:rPr>
        <w:tab/>
        <w:t>le mandant transmet un message CARDIT au transporteur, en conformité avec les normes de l'UPU en matière d'échange de messages EDI, pour chaque expédition remise aux fins de transport;</w:t>
      </w:r>
    </w:p>
    <w:p w14:paraId="12752914"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1.2</w:t>
      </w:r>
      <w:r w:rsidRPr="00FE5F9C">
        <w:rPr>
          <w:rFonts w:asciiTheme="minorBidi" w:hAnsiTheme="minorBidi" w:cstheme="minorBidi"/>
          <w:b w:val="0"/>
        </w:rPr>
        <w:tab/>
        <w:t>le transporteur transmet des messages RESDIT au mandant, en conformité avec les normes de l'UPU en matière d'échange de messages EDI;</w:t>
      </w:r>
    </w:p>
    <w:p w14:paraId="33B59977"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1.3</w:t>
      </w:r>
      <w:r w:rsidRPr="00FE5F9C">
        <w:rPr>
          <w:rFonts w:asciiTheme="minorBidi" w:hAnsiTheme="minorBidi" w:cstheme="minorBidi"/>
          <w:b w:val="0"/>
        </w:rPr>
        <w:tab/>
        <w:t>les arrangements techniques ainsi que les événements et les lieux indiqués dans les messages CARDIT/RESDIT sont convenus entre les Parties et documentés séparément conformément aux prin</w:t>
      </w:r>
      <w:r w:rsidR="00114519">
        <w:rPr>
          <w:rFonts w:asciiTheme="minorBidi" w:hAnsiTheme="minorBidi" w:cstheme="minorBidi"/>
          <w:b w:val="0"/>
        </w:rPr>
        <w:softHyphen/>
      </w:r>
      <w:r w:rsidRPr="00FE5F9C">
        <w:rPr>
          <w:rFonts w:asciiTheme="minorBidi" w:hAnsiTheme="minorBidi" w:cstheme="minorBidi"/>
          <w:b w:val="0"/>
        </w:rPr>
        <w:t xml:space="preserve">cipes établis en annexe 8. </w:t>
      </w:r>
    </w:p>
    <w:p w14:paraId="58CD42B8" w14:textId="77777777" w:rsidR="00A6228A" w:rsidRPr="00FE5F9C" w:rsidRDefault="00A6228A" w:rsidP="00A6228A">
      <w:pPr>
        <w:pStyle w:val="Textedebase"/>
        <w:rPr>
          <w:rFonts w:asciiTheme="minorBidi" w:hAnsiTheme="minorBidi" w:cstheme="minorBidi"/>
        </w:rPr>
      </w:pPr>
    </w:p>
    <w:p w14:paraId="55857A8A" w14:textId="77777777" w:rsidR="00A6228A" w:rsidRPr="00FE5F9C" w:rsidRDefault="00A6228A" w:rsidP="00A6228A">
      <w:pPr>
        <w:pStyle w:val="Textedebase"/>
        <w:rPr>
          <w:rFonts w:asciiTheme="minorBidi" w:hAnsiTheme="minorBidi" w:cstheme="minorBidi"/>
        </w:rPr>
      </w:pPr>
    </w:p>
    <w:p w14:paraId="7CBAD6F9"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VI.</w:t>
      </w:r>
      <w:r w:rsidRPr="00FE5F9C">
        <w:rPr>
          <w:rFonts w:asciiTheme="minorBidi" w:hAnsiTheme="minorBidi" w:cstheme="minorBidi"/>
        </w:rPr>
        <w:tab/>
        <w:t>Tarifs</w:t>
      </w:r>
    </w:p>
    <w:p w14:paraId="26D5FC4E" w14:textId="77777777" w:rsidR="00A6228A" w:rsidRPr="00FE5F9C" w:rsidRDefault="00A6228A" w:rsidP="00A6228A">
      <w:pPr>
        <w:pStyle w:val="Titre1"/>
        <w:rPr>
          <w:rFonts w:asciiTheme="minorBidi" w:hAnsiTheme="minorBidi" w:cstheme="minorBidi"/>
        </w:rPr>
      </w:pPr>
    </w:p>
    <w:p w14:paraId="7A3CFAE6"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19</w:t>
      </w:r>
    </w:p>
    <w:p w14:paraId="10723D19"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Tarifs</w:t>
      </w:r>
    </w:p>
    <w:p w14:paraId="099E9F28" w14:textId="77777777" w:rsidR="00A6228A" w:rsidRPr="00FE5F9C" w:rsidRDefault="00A6228A" w:rsidP="00A6228A">
      <w:pPr>
        <w:pStyle w:val="Textedebase"/>
        <w:rPr>
          <w:rFonts w:asciiTheme="minorBidi" w:hAnsiTheme="minorBidi" w:cstheme="minorBidi"/>
        </w:rPr>
      </w:pPr>
    </w:p>
    <w:p w14:paraId="254C886A" w14:textId="77777777" w:rsidR="00A6228A" w:rsidRPr="00FE5F9C" w:rsidRDefault="00A6228A" w:rsidP="00933584">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Le mandant paie pour les services fournis sur la base des tarifs convenus entre les Parties et indiqués </w:t>
      </w:r>
      <w:r w:rsidR="00933584" w:rsidRPr="00FE5F9C">
        <w:rPr>
          <w:rFonts w:asciiTheme="minorBidi" w:hAnsiTheme="minorBidi" w:cstheme="minorBidi"/>
          <w:b w:val="0"/>
        </w:rPr>
        <w:t xml:space="preserve">en </w:t>
      </w:r>
      <w:r w:rsidRPr="00FE5F9C">
        <w:rPr>
          <w:rFonts w:asciiTheme="minorBidi" w:hAnsiTheme="minorBidi" w:cstheme="minorBidi"/>
          <w:b w:val="0"/>
        </w:rPr>
        <w:t>annexe 2.</w:t>
      </w:r>
      <w:r w:rsidRPr="00FE5F9C">
        <w:rPr>
          <w:rFonts w:asciiTheme="minorBidi" w:hAnsiTheme="minorBidi" w:cstheme="minorBidi"/>
          <w:b w:val="0"/>
        </w:rPr>
        <w:br w:type="page"/>
      </w:r>
    </w:p>
    <w:p w14:paraId="041A1DE8" w14:textId="77777777" w:rsidR="00A6228A" w:rsidRPr="00FE5F9C" w:rsidRDefault="00A6228A" w:rsidP="00933584">
      <w:pPr>
        <w:pStyle w:val="Titre1"/>
        <w:ind w:left="0" w:firstLine="0"/>
        <w:rPr>
          <w:rFonts w:asciiTheme="minorBidi" w:hAnsiTheme="minorBidi" w:cstheme="minorBidi"/>
          <w:b w:val="0"/>
        </w:rPr>
      </w:pPr>
      <w:r w:rsidRPr="00FE5F9C">
        <w:rPr>
          <w:rFonts w:asciiTheme="minorBidi" w:hAnsiTheme="minorBidi" w:cstheme="minorBidi"/>
          <w:b w:val="0"/>
        </w:rPr>
        <w:lastRenderedPageBreak/>
        <w:t>2.</w:t>
      </w:r>
      <w:r w:rsidRPr="00FE5F9C">
        <w:rPr>
          <w:rFonts w:asciiTheme="minorBidi" w:hAnsiTheme="minorBidi" w:cstheme="minorBidi"/>
          <w:b w:val="0"/>
        </w:rPr>
        <w:tab/>
        <w:t xml:space="preserve">Les tarifs sont fixés en fonction de l'origine et de la destination des expéditions (du point de remise convenu à l'aéroport d'origine jusqu'au point de remise convenu à l'aéroport de destination). Si une destination particulière ne figure pas </w:t>
      </w:r>
      <w:r w:rsidR="00933584" w:rsidRPr="00FE5F9C">
        <w:rPr>
          <w:rFonts w:asciiTheme="minorBidi" w:hAnsiTheme="minorBidi" w:cstheme="minorBidi"/>
          <w:b w:val="0"/>
        </w:rPr>
        <w:t xml:space="preserve">en </w:t>
      </w:r>
      <w:r w:rsidRPr="00FE5F9C">
        <w:rPr>
          <w:rFonts w:asciiTheme="minorBidi" w:hAnsiTheme="minorBidi" w:cstheme="minorBidi"/>
          <w:b w:val="0"/>
        </w:rPr>
        <w:t>annexe 2, le taux de base du transport aérien en vigueur, également indiqué en annexe 2, est appliqué.</w:t>
      </w:r>
      <w:r w:rsidR="009468E0" w:rsidRPr="00FE5F9C">
        <w:rPr>
          <w:rFonts w:asciiTheme="minorBidi" w:hAnsiTheme="minorBidi" w:cstheme="minorBidi"/>
          <w:b w:val="0"/>
        </w:rPr>
        <w:t xml:space="preserve"> </w:t>
      </w:r>
      <w:r w:rsidRPr="00FE5F9C">
        <w:rPr>
          <w:rFonts w:asciiTheme="minorBidi" w:hAnsiTheme="minorBidi" w:cstheme="minorBidi"/>
          <w:b w:val="0"/>
        </w:rPr>
        <w:t>La distance du point d'origine au point de destination est calculée selon la procédure applicable au calcul des distances aéropostales, telle que présentée dans la Liste des distances aéropostales, publiée par le Bureau international de l'UPU, en c</w:t>
      </w:r>
      <w:r w:rsidR="00933584" w:rsidRPr="00FE5F9C">
        <w:rPr>
          <w:rFonts w:asciiTheme="minorBidi" w:hAnsiTheme="minorBidi" w:cstheme="minorBidi"/>
          <w:b w:val="0"/>
        </w:rPr>
        <w:t>ollaboration avec l</w:t>
      </w:r>
      <w:r w:rsidR="00933584" w:rsidRPr="00FE5F9C">
        <w:rPr>
          <w:rFonts w:asciiTheme="minorBidi" w:hAnsiTheme="minorBidi" w:cs="Arial"/>
          <w:b w:val="0"/>
        </w:rPr>
        <w:t>’Association du transport aérien interna</w:t>
      </w:r>
      <w:r w:rsidR="00990723">
        <w:rPr>
          <w:rFonts w:asciiTheme="minorBidi" w:hAnsiTheme="minorBidi" w:cs="Arial"/>
          <w:b w:val="0"/>
        </w:rPr>
        <w:softHyphen/>
      </w:r>
      <w:r w:rsidR="00933584" w:rsidRPr="00FE5F9C">
        <w:rPr>
          <w:rFonts w:asciiTheme="minorBidi" w:hAnsiTheme="minorBidi" w:cs="Arial"/>
          <w:b w:val="0"/>
        </w:rPr>
        <w:t>tional</w:t>
      </w:r>
      <w:r w:rsidRPr="00FE5F9C">
        <w:rPr>
          <w:rFonts w:asciiTheme="minorBidi" w:hAnsiTheme="minorBidi" w:cstheme="minorBidi"/>
          <w:b w:val="0"/>
        </w:rPr>
        <w:t>, ou dans toute autre publication officielle si les données nécessaires ne figurent pas sur cette liste.</w:t>
      </w:r>
    </w:p>
    <w:p w14:paraId="78FA071F" w14:textId="77777777" w:rsidR="00A6228A" w:rsidRPr="00FE5F9C" w:rsidRDefault="00A6228A" w:rsidP="00A6228A">
      <w:pPr>
        <w:pStyle w:val="Textedebase"/>
        <w:rPr>
          <w:rFonts w:asciiTheme="minorBidi" w:hAnsiTheme="minorBidi" w:cstheme="minorBidi"/>
        </w:rPr>
      </w:pPr>
    </w:p>
    <w:p w14:paraId="2AF0392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Si le mandant utilise un segment de vol pour lequel le transporteur n'a pas fourni de confirmation d'acceptation, le transporteur n'est pas tenu de transporter le courrier considéré.</w:t>
      </w:r>
      <w:r w:rsidR="009468E0" w:rsidRPr="00FE5F9C">
        <w:rPr>
          <w:rFonts w:asciiTheme="minorBidi" w:hAnsiTheme="minorBidi" w:cstheme="minorBidi"/>
          <w:b w:val="0"/>
        </w:rPr>
        <w:t xml:space="preserve"> </w:t>
      </w:r>
      <w:r w:rsidRPr="00FE5F9C">
        <w:rPr>
          <w:rFonts w:asciiTheme="minorBidi" w:hAnsiTheme="minorBidi" w:cstheme="minorBidi"/>
          <w:b w:val="0"/>
        </w:rPr>
        <w:t>Si ce courrier est tout de même embarqué, le transporteur se réserve le droit d'appliquer le taux de base du transport aérien en vigueur calculé en fonction de la distance aéropostale applicable ou les tarifs indiqués en annexe 2.</w:t>
      </w:r>
    </w:p>
    <w:p w14:paraId="5CCD87F9" w14:textId="77777777" w:rsidR="00A6228A" w:rsidRPr="00FE5F9C" w:rsidRDefault="00A6228A" w:rsidP="00A6228A">
      <w:pPr>
        <w:pStyle w:val="Textedebase"/>
        <w:rPr>
          <w:rFonts w:asciiTheme="minorBidi" w:hAnsiTheme="minorBidi" w:cstheme="minorBidi"/>
        </w:rPr>
      </w:pPr>
    </w:p>
    <w:p w14:paraId="53E6507E"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 xml:space="preserve">Les tarifs fixés en fonction de la distance entre le point d'origine et le point de destination pour les diverses catégories de courrier sont exprimés et payés dans une monnaie convenue entre les Parties. </w:t>
      </w:r>
    </w:p>
    <w:p w14:paraId="45AAE756" w14:textId="77777777" w:rsidR="00A6228A" w:rsidRPr="00FE5F9C" w:rsidRDefault="00A6228A" w:rsidP="00A6228A">
      <w:pPr>
        <w:pStyle w:val="Titre1"/>
        <w:tabs>
          <w:tab w:val="left" w:pos="567"/>
        </w:tabs>
        <w:ind w:left="0" w:firstLine="0"/>
        <w:rPr>
          <w:rFonts w:asciiTheme="minorBidi" w:hAnsiTheme="minorBidi" w:cstheme="minorBidi"/>
          <w:b w:val="0"/>
        </w:rPr>
      </w:pPr>
    </w:p>
    <w:p w14:paraId="4879A7DB"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5.</w:t>
      </w:r>
      <w:r w:rsidRPr="00FE5F9C">
        <w:rPr>
          <w:rFonts w:asciiTheme="minorBidi" w:hAnsiTheme="minorBidi" w:cstheme="minorBidi"/>
          <w:b w:val="0"/>
        </w:rPr>
        <w:tab/>
        <w:t xml:space="preserve">Si les services d'autres transporteurs sont utilisés, comme indiqué expressément dans les itinéraires d'acheminement du courrier-avion, les tarifs comprennent la rémunération de ces services. </w:t>
      </w:r>
    </w:p>
    <w:p w14:paraId="7E295FAF" w14:textId="77777777" w:rsidR="00A6228A" w:rsidRPr="00FE5F9C" w:rsidRDefault="00A6228A" w:rsidP="00A6228A">
      <w:pPr>
        <w:pStyle w:val="Textedebase"/>
        <w:rPr>
          <w:rFonts w:asciiTheme="minorBidi" w:hAnsiTheme="minorBidi" w:cstheme="minorBidi"/>
        </w:rPr>
      </w:pPr>
    </w:p>
    <w:p w14:paraId="1448C8B1" w14:textId="77777777" w:rsidR="00A6228A" w:rsidRPr="00FE5F9C" w:rsidRDefault="00A6228A" w:rsidP="00A6228A">
      <w:pPr>
        <w:pStyle w:val="Titre1"/>
        <w:ind w:left="709" w:hanging="709"/>
        <w:rPr>
          <w:rFonts w:asciiTheme="minorBidi" w:hAnsiTheme="minorBidi" w:cstheme="minorBidi"/>
        </w:rPr>
      </w:pPr>
    </w:p>
    <w:p w14:paraId="4747FB8D" w14:textId="77777777" w:rsidR="00A6228A" w:rsidRPr="00FE5F9C" w:rsidRDefault="00A6228A" w:rsidP="00A6228A">
      <w:pPr>
        <w:pStyle w:val="Titre1"/>
        <w:widowControl w:val="0"/>
        <w:ind w:left="709" w:hanging="709"/>
        <w:rPr>
          <w:rFonts w:asciiTheme="minorBidi" w:hAnsiTheme="minorBidi" w:cstheme="minorBidi"/>
        </w:rPr>
      </w:pPr>
      <w:r w:rsidRPr="00FE5F9C">
        <w:rPr>
          <w:rFonts w:asciiTheme="minorBidi" w:hAnsiTheme="minorBidi" w:cstheme="minorBidi"/>
        </w:rPr>
        <w:t>VII.</w:t>
      </w:r>
      <w:r w:rsidRPr="00FE5F9C">
        <w:rPr>
          <w:rFonts w:asciiTheme="minorBidi" w:hAnsiTheme="minorBidi" w:cstheme="minorBidi"/>
        </w:rPr>
        <w:tab/>
        <w:t>Modalités de paiement</w:t>
      </w:r>
    </w:p>
    <w:p w14:paraId="2F8A347A" w14:textId="77777777" w:rsidR="00A6228A" w:rsidRPr="00FE5F9C" w:rsidRDefault="00A6228A" w:rsidP="00A6228A">
      <w:pPr>
        <w:pStyle w:val="Titre1"/>
        <w:widowControl w:val="0"/>
        <w:ind w:left="709" w:hanging="709"/>
        <w:rPr>
          <w:rFonts w:asciiTheme="minorBidi" w:hAnsiTheme="minorBidi" w:cstheme="minorBidi"/>
        </w:rPr>
      </w:pPr>
    </w:p>
    <w:p w14:paraId="640C0782" w14:textId="77777777" w:rsidR="00A6228A" w:rsidRPr="00FE5F9C" w:rsidRDefault="00A6228A" w:rsidP="00A6228A">
      <w:pPr>
        <w:pStyle w:val="Titre1"/>
        <w:widowControl w:val="0"/>
        <w:ind w:left="709" w:hanging="709"/>
        <w:rPr>
          <w:rFonts w:asciiTheme="minorBidi" w:hAnsiTheme="minorBidi" w:cstheme="minorBidi"/>
        </w:rPr>
      </w:pPr>
      <w:r w:rsidRPr="00FE5F9C">
        <w:rPr>
          <w:rFonts w:asciiTheme="minorBidi" w:hAnsiTheme="minorBidi" w:cstheme="minorBidi"/>
        </w:rPr>
        <w:t>Article 20</w:t>
      </w:r>
    </w:p>
    <w:p w14:paraId="3C88E23D" w14:textId="77777777" w:rsidR="00A6228A" w:rsidRPr="00FE5F9C" w:rsidRDefault="00A6228A" w:rsidP="00A6228A">
      <w:pPr>
        <w:pStyle w:val="Titre1"/>
        <w:widowControl w:val="0"/>
        <w:ind w:left="709" w:hanging="709"/>
        <w:rPr>
          <w:rFonts w:asciiTheme="minorBidi" w:hAnsiTheme="minorBidi" w:cstheme="minorBidi"/>
          <w:b w:val="0"/>
        </w:rPr>
      </w:pPr>
      <w:r w:rsidRPr="00FE5F9C">
        <w:rPr>
          <w:rFonts w:asciiTheme="minorBidi" w:hAnsiTheme="minorBidi" w:cstheme="minorBidi"/>
        </w:rPr>
        <w:t>Facturation</w:t>
      </w:r>
      <w:r w:rsidRPr="00FE5F9C">
        <w:rPr>
          <w:rFonts w:asciiTheme="minorBidi" w:hAnsiTheme="minorBidi" w:cstheme="minorBidi"/>
          <w:b w:val="0"/>
        </w:rPr>
        <w:t xml:space="preserve"> </w:t>
      </w:r>
    </w:p>
    <w:p w14:paraId="6A5C1A18" w14:textId="77777777" w:rsidR="00A6228A" w:rsidRPr="00FE5F9C" w:rsidRDefault="00A6228A" w:rsidP="00A6228A">
      <w:pPr>
        <w:pStyle w:val="Textedebase"/>
        <w:widowControl w:val="0"/>
        <w:rPr>
          <w:rFonts w:asciiTheme="minorBidi" w:hAnsiTheme="minorBidi" w:cstheme="minorBidi"/>
        </w:rPr>
      </w:pPr>
    </w:p>
    <w:p w14:paraId="6A62060C" w14:textId="77777777" w:rsidR="00A6228A" w:rsidRPr="00FE5F9C" w:rsidRDefault="00A6228A" w:rsidP="00A6228A">
      <w:pPr>
        <w:pStyle w:val="Titre1"/>
        <w:widowControl w:val="0"/>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transporteur facture au mandant les services fournis au titre du présent Contrat sur une base ______.</w:t>
      </w:r>
    </w:p>
    <w:p w14:paraId="4D8EF9D0" w14:textId="77777777" w:rsidR="00A6228A" w:rsidRPr="00FE5F9C" w:rsidRDefault="00A6228A" w:rsidP="00A6228A">
      <w:pPr>
        <w:pStyle w:val="Textedebase"/>
        <w:rPr>
          <w:rFonts w:asciiTheme="minorBidi" w:hAnsiTheme="minorBidi" w:cstheme="minorBidi"/>
        </w:rPr>
      </w:pPr>
    </w:p>
    <w:p w14:paraId="0112794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Toutes les factures sont établies sur la base des documents pertinents de l'UPU concernant le cour-rier-avion (ou de la lettre de transport aérien postal) que le mandant remet au transporteur après acceptation de l'expédition et elles sont transmises au mandant par le transporteur en double exemplaire ou sous forme électronique.</w:t>
      </w:r>
      <w:r w:rsidR="009468E0" w:rsidRPr="00FE5F9C">
        <w:rPr>
          <w:rFonts w:asciiTheme="minorBidi" w:hAnsiTheme="minorBidi" w:cstheme="minorBidi"/>
          <w:b w:val="0"/>
        </w:rPr>
        <w:t xml:space="preserve"> </w:t>
      </w:r>
    </w:p>
    <w:p w14:paraId="3CC37508" w14:textId="77777777" w:rsidR="00A6228A" w:rsidRPr="00FE5F9C" w:rsidRDefault="00A6228A" w:rsidP="00A6228A">
      <w:pPr>
        <w:pStyle w:val="Textedebase"/>
        <w:rPr>
          <w:rFonts w:asciiTheme="minorBidi" w:hAnsiTheme="minorBidi" w:cstheme="minorBidi"/>
        </w:rPr>
      </w:pPr>
    </w:p>
    <w:p w14:paraId="316D7E63"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Le transporteur peut établir les factures:</w:t>
      </w:r>
    </w:p>
    <w:p w14:paraId="50967009"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3.1</w:t>
      </w:r>
      <w:r w:rsidRPr="00FE5F9C">
        <w:rPr>
          <w:rFonts w:asciiTheme="minorBidi" w:hAnsiTheme="minorBidi" w:cstheme="minorBidi"/>
          <w:b w:val="0"/>
        </w:rPr>
        <w:tab/>
        <w:t>soit sur la base du document accompagnant l'expédition;</w:t>
      </w:r>
    </w:p>
    <w:p w14:paraId="3654DB77"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3.2</w:t>
      </w:r>
      <w:r w:rsidRPr="00FE5F9C">
        <w:rPr>
          <w:rFonts w:asciiTheme="minorBidi" w:hAnsiTheme="minorBidi" w:cstheme="minorBidi"/>
          <w:b w:val="0"/>
        </w:rPr>
        <w:tab/>
        <w:t>soit sur la base de ses propres documents (de substitution), établis sur support papier ou au moyen de la saisie des données concernant les identifiants des récipients transmises dans des messages EDI appropriés.</w:t>
      </w:r>
    </w:p>
    <w:p w14:paraId="70744808" w14:textId="77777777" w:rsidR="00A6228A" w:rsidRPr="00FE5F9C" w:rsidRDefault="00A6228A" w:rsidP="00A6228A">
      <w:pPr>
        <w:pStyle w:val="Titre1"/>
        <w:ind w:left="709" w:hanging="709"/>
        <w:rPr>
          <w:rFonts w:asciiTheme="minorBidi" w:hAnsiTheme="minorBidi" w:cstheme="minorBidi"/>
          <w:b w:val="0"/>
        </w:rPr>
      </w:pPr>
    </w:p>
    <w:p w14:paraId="37FC5903" w14:textId="77777777" w:rsidR="00A6228A" w:rsidRPr="00FE5F9C" w:rsidRDefault="00A6228A" w:rsidP="00A6228A">
      <w:pPr>
        <w:pStyle w:val="Textedebase"/>
        <w:rPr>
          <w:rFonts w:asciiTheme="minorBidi" w:hAnsiTheme="minorBidi" w:cstheme="minorBidi"/>
        </w:rPr>
      </w:pPr>
    </w:p>
    <w:p w14:paraId="66EF968A"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21</w:t>
      </w:r>
    </w:p>
    <w:p w14:paraId="106F0CCB"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Paiement</w:t>
      </w:r>
    </w:p>
    <w:p w14:paraId="0F4A875D" w14:textId="77777777" w:rsidR="00A6228A" w:rsidRPr="00FE5F9C" w:rsidRDefault="00A6228A" w:rsidP="00A6228A">
      <w:pPr>
        <w:pStyle w:val="Textedebase"/>
        <w:rPr>
          <w:rFonts w:asciiTheme="minorBidi" w:hAnsiTheme="minorBidi" w:cstheme="minorBidi"/>
        </w:rPr>
      </w:pPr>
    </w:p>
    <w:p w14:paraId="3937B66E"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Les factures doivent être réglées dans un délai de ____ jours ouvrables suivant la date de leur réception.</w:t>
      </w:r>
    </w:p>
    <w:p w14:paraId="295E63EB" w14:textId="77777777" w:rsidR="00A6228A" w:rsidRPr="00FE5F9C" w:rsidRDefault="00A6228A" w:rsidP="00A6228A">
      <w:pPr>
        <w:pStyle w:val="Textedebase"/>
        <w:rPr>
          <w:rFonts w:asciiTheme="minorBidi" w:hAnsiTheme="minorBidi" w:cstheme="minorBidi"/>
        </w:rPr>
      </w:pPr>
    </w:p>
    <w:p w14:paraId="252BEC90"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En cas d'anomalie, le mandant peut suspendre le paiement du montant contesté, uniquement.</w:t>
      </w:r>
    </w:p>
    <w:p w14:paraId="211F2103" w14:textId="77777777" w:rsidR="00A6228A" w:rsidRPr="00FE5F9C" w:rsidRDefault="00A6228A" w:rsidP="00A6228A">
      <w:pPr>
        <w:pStyle w:val="Textedebase"/>
        <w:rPr>
          <w:rFonts w:asciiTheme="minorBidi" w:hAnsiTheme="minorBidi" w:cstheme="minorBidi"/>
        </w:rPr>
      </w:pPr>
    </w:p>
    <w:p w14:paraId="42423B9E"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Dans ce cas, le mandant doit en informer le transporteur dans u</w:t>
      </w:r>
      <w:r w:rsidR="00933584" w:rsidRPr="00FE5F9C">
        <w:rPr>
          <w:rFonts w:asciiTheme="minorBidi" w:hAnsiTheme="minorBidi" w:cstheme="minorBidi"/>
          <w:b w:val="0"/>
        </w:rPr>
        <w:t>n délai de ____ jours ouvrables</w:t>
      </w:r>
      <w:r w:rsidRPr="00FE5F9C">
        <w:rPr>
          <w:rFonts w:asciiTheme="minorBidi" w:hAnsiTheme="minorBidi" w:cstheme="minorBidi"/>
          <w:b w:val="0"/>
        </w:rPr>
        <w:t xml:space="preserve"> en indiqu</w:t>
      </w:r>
      <w:r w:rsidR="00933584" w:rsidRPr="00FE5F9C">
        <w:rPr>
          <w:rFonts w:asciiTheme="minorBidi" w:hAnsiTheme="minorBidi" w:cstheme="minorBidi"/>
          <w:b w:val="0"/>
        </w:rPr>
        <w:t>ant les montants qu'il conteste</w:t>
      </w:r>
      <w:r w:rsidRPr="00FE5F9C">
        <w:rPr>
          <w:rFonts w:asciiTheme="minorBidi" w:hAnsiTheme="minorBidi" w:cstheme="minorBidi"/>
          <w:b w:val="0"/>
        </w:rPr>
        <w:t xml:space="preserve"> et lui renvoyer la facture ainsi que toutes les pièces pertinentes. </w:t>
      </w:r>
    </w:p>
    <w:p w14:paraId="01F5F9D7" w14:textId="77777777" w:rsidR="00A6228A" w:rsidRPr="00FE5F9C" w:rsidRDefault="00A6228A" w:rsidP="00A6228A">
      <w:pPr>
        <w:pStyle w:val="Textedebase"/>
        <w:rPr>
          <w:rFonts w:asciiTheme="minorBidi" w:hAnsiTheme="minorBidi" w:cstheme="minorBidi"/>
        </w:rPr>
      </w:pPr>
    </w:p>
    <w:p w14:paraId="547E4DA0" w14:textId="77777777" w:rsidR="00A6228A" w:rsidRPr="00FE5F9C" w:rsidRDefault="00A6228A" w:rsidP="00933584">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 xml:space="preserve">La partie non contestée de la facture doit être réglée comme indiqué </w:t>
      </w:r>
      <w:r w:rsidR="00933584" w:rsidRPr="00FE5F9C">
        <w:rPr>
          <w:rFonts w:asciiTheme="minorBidi" w:hAnsiTheme="minorBidi" w:cstheme="minorBidi"/>
          <w:b w:val="0"/>
        </w:rPr>
        <w:t>sous</w:t>
      </w:r>
      <w:r w:rsidRPr="00FE5F9C">
        <w:rPr>
          <w:rFonts w:asciiTheme="minorBidi" w:hAnsiTheme="minorBidi" w:cstheme="minorBidi"/>
          <w:b w:val="0"/>
        </w:rPr>
        <w:t xml:space="preserve"> 1. </w:t>
      </w:r>
    </w:p>
    <w:p w14:paraId="0C74C687" w14:textId="77777777" w:rsidR="00A6228A" w:rsidRPr="00FE5F9C" w:rsidRDefault="00A6228A" w:rsidP="00A6228A">
      <w:pPr>
        <w:pStyle w:val="Titre1"/>
        <w:ind w:left="709" w:hanging="709"/>
        <w:rPr>
          <w:rFonts w:asciiTheme="minorBidi" w:hAnsiTheme="minorBidi" w:cstheme="minorBidi"/>
          <w:b w:val="0"/>
        </w:rPr>
      </w:pPr>
    </w:p>
    <w:p w14:paraId="76F0D386" w14:textId="77777777" w:rsidR="00A6228A" w:rsidRPr="00FE5F9C" w:rsidRDefault="00A6228A" w:rsidP="00A6228A">
      <w:pPr>
        <w:pStyle w:val="Textedebase"/>
        <w:rPr>
          <w:rFonts w:asciiTheme="minorBidi" w:hAnsiTheme="minorBidi" w:cstheme="minorBidi"/>
        </w:rPr>
      </w:pPr>
    </w:p>
    <w:p w14:paraId="0FEFBB83"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22</w:t>
      </w:r>
    </w:p>
    <w:p w14:paraId="7AF93F91"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 xml:space="preserve">Différends concernant la facturation </w:t>
      </w:r>
    </w:p>
    <w:p w14:paraId="4708999B" w14:textId="77777777" w:rsidR="00A6228A" w:rsidRPr="00FE5F9C" w:rsidRDefault="00A6228A" w:rsidP="00A6228A">
      <w:pPr>
        <w:pStyle w:val="Textedebase"/>
        <w:rPr>
          <w:rFonts w:asciiTheme="minorBidi" w:hAnsiTheme="minorBidi" w:cstheme="minorBidi"/>
          <w:b/>
        </w:rPr>
      </w:pPr>
    </w:p>
    <w:p w14:paraId="2FF9B9EF" w14:textId="77777777" w:rsidR="00A83C0A" w:rsidRPr="00FE5F9C" w:rsidRDefault="00A6228A" w:rsidP="00A83C0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Si le mandant manque à ses obligations au titre des dispositions de l'article 21, il renonce à son droit de suspendre le paiement.</w:t>
      </w:r>
      <w:r w:rsidR="00A83C0A" w:rsidRPr="00FE5F9C">
        <w:rPr>
          <w:rFonts w:asciiTheme="minorBidi" w:hAnsiTheme="minorBidi" w:cstheme="minorBidi"/>
          <w:b w:val="0"/>
        </w:rPr>
        <w:br w:type="page"/>
      </w:r>
    </w:p>
    <w:p w14:paraId="1A5ECB83"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lastRenderedPageBreak/>
        <w:t>2.</w:t>
      </w:r>
      <w:r w:rsidRPr="00FE5F9C">
        <w:rPr>
          <w:rFonts w:asciiTheme="minorBidi" w:hAnsiTheme="minorBidi" w:cstheme="minorBidi"/>
          <w:b w:val="0"/>
        </w:rPr>
        <w:tab/>
        <w:t>Le transporteur peut notifier officiellement au mandant son acceptation ou son rejet de la contestation dans un délai de ____ jours ouvrables suivant la date de réception de la facture contestée.</w:t>
      </w:r>
    </w:p>
    <w:p w14:paraId="41B21138" w14:textId="77777777" w:rsidR="00A6228A" w:rsidRPr="00FE5F9C" w:rsidRDefault="00A6228A" w:rsidP="00A83C0A">
      <w:pPr>
        <w:pStyle w:val="Textedebase"/>
        <w:spacing w:line="240" w:lineRule="auto"/>
        <w:rPr>
          <w:rFonts w:asciiTheme="minorBidi" w:hAnsiTheme="minorBidi" w:cstheme="minorBidi"/>
          <w:sz w:val="18"/>
          <w:szCs w:val="18"/>
        </w:rPr>
      </w:pPr>
    </w:p>
    <w:p w14:paraId="674B66C3" w14:textId="77777777" w:rsidR="00A6228A" w:rsidRPr="00FE5F9C" w:rsidRDefault="00A6228A" w:rsidP="00A6228A">
      <w:pPr>
        <w:pStyle w:val="Titre1"/>
        <w:tabs>
          <w:tab w:val="left" w:pos="567"/>
        </w:tabs>
        <w:ind w:left="0" w:firstLine="0"/>
        <w:rPr>
          <w:rFonts w:asciiTheme="minorBidi" w:hAnsiTheme="minorBidi" w:cstheme="minorBidi"/>
        </w:rPr>
      </w:pPr>
      <w:r w:rsidRPr="00FE5F9C">
        <w:rPr>
          <w:rFonts w:asciiTheme="minorBidi" w:hAnsiTheme="minorBidi" w:cstheme="minorBidi"/>
          <w:b w:val="0"/>
        </w:rPr>
        <w:t>3.</w:t>
      </w:r>
      <w:r w:rsidRPr="00FE5F9C">
        <w:rPr>
          <w:rFonts w:asciiTheme="minorBidi" w:hAnsiTheme="minorBidi" w:cstheme="minorBidi"/>
          <w:b w:val="0"/>
        </w:rPr>
        <w:tab/>
        <w:t>Si le transporteur n'accepte pas la contestation, il adresse au man</w:t>
      </w:r>
      <w:r w:rsidR="00894B23" w:rsidRPr="00FE5F9C">
        <w:rPr>
          <w:rFonts w:asciiTheme="minorBidi" w:hAnsiTheme="minorBidi" w:cstheme="minorBidi"/>
          <w:b w:val="0"/>
        </w:rPr>
        <w:t>dant une facture supplémentaire</w:t>
      </w:r>
      <w:r w:rsidRPr="00FE5F9C">
        <w:rPr>
          <w:rFonts w:asciiTheme="minorBidi" w:hAnsiTheme="minorBidi" w:cstheme="minorBidi"/>
          <w:b w:val="0"/>
        </w:rPr>
        <w:t xml:space="preserve"> comprenant une preuve de transport </w:t>
      </w:r>
      <w:r w:rsidR="00894B23" w:rsidRPr="00FE5F9C">
        <w:rPr>
          <w:rFonts w:asciiTheme="minorBidi" w:hAnsiTheme="minorBidi" w:cstheme="minorBidi"/>
          <w:b w:val="0"/>
        </w:rPr>
        <w:t>ou de prestation de services</w:t>
      </w:r>
      <w:r w:rsidRPr="00FE5F9C">
        <w:rPr>
          <w:rFonts w:asciiTheme="minorBidi" w:hAnsiTheme="minorBidi" w:cstheme="minorBidi"/>
          <w:b w:val="0"/>
        </w:rPr>
        <w:t xml:space="preserve"> qui doit être réglée dans un délai de ____ jours ouvrables.</w:t>
      </w:r>
      <w:r w:rsidR="009468E0" w:rsidRPr="00FE5F9C">
        <w:rPr>
          <w:rFonts w:asciiTheme="minorBidi" w:hAnsiTheme="minorBidi" w:cstheme="minorBidi"/>
          <w:b w:val="0"/>
        </w:rPr>
        <w:t xml:space="preserve"> </w:t>
      </w:r>
      <w:r w:rsidRPr="00FE5F9C">
        <w:rPr>
          <w:rFonts w:asciiTheme="minorBidi" w:hAnsiTheme="minorBidi" w:cstheme="minorBidi"/>
          <w:b w:val="0"/>
        </w:rPr>
        <w:t>Le transporteur peut présenter une preuve irréfutable du transport ou de la prestation du service au moyen:</w:t>
      </w:r>
    </w:p>
    <w:p w14:paraId="52B22360" w14:textId="77777777" w:rsidR="00A6228A" w:rsidRPr="00FE5F9C" w:rsidRDefault="00A6228A" w:rsidP="00A83C0A">
      <w:pPr>
        <w:pStyle w:val="Titre1"/>
        <w:spacing w:before="100"/>
        <w:rPr>
          <w:rFonts w:asciiTheme="minorBidi" w:hAnsiTheme="minorBidi" w:cstheme="minorBidi"/>
          <w:b w:val="0"/>
        </w:rPr>
      </w:pPr>
      <w:r w:rsidRPr="00FE5F9C">
        <w:rPr>
          <w:rFonts w:asciiTheme="minorBidi" w:hAnsiTheme="minorBidi" w:cstheme="minorBidi"/>
          <w:b w:val="0"/>
        </w:rPr>
        <w:t>3.1</w:t>
      </w:r>
      <w:r w:rsidRPr="00FE5F9C">
        <w:rPr>
          <w:rFonts w:asciiTheme="minorBidi" w:hAnsiTheme="minorBidi" w:cstheme="minorBidi"/>
          <w:b w:val="0"/>
        </w:rPr>
        <w:tab/>
        <w:t xml:space="preserve">d'un bordereau de livraison de substitution établi par </w:t>
      </w:r>
      <w:r w:rsidR="00894B23" w:rsidRPr="00FE5F9C">
        <w:rPr>
          <w:rFonts w:asciiTheme="minorBidi" w:hAnsiTheme="minorBidi" w:cstheme="minorBidi"/>
          <w:b w:val="0"/>
        </w:rPr>
        <w:t>le transporteur</w:t>
      </w:r>
      <w:r w:rsidRPr="00FE5F9C">
        <w:rPr>
          <w:rFonts w:asciiTheme="minorBidi" w:hAnsiTheme="minorBidi" w:cstheme="minorBidi"/>
          <w:b w:val="0"/>
        </w:rPr>
        <w:t xml:space="preserve"> dûment signé par l'opérateur dési</w:t>
      </w:r>
      <w:r w:rsidR="00990723">
        <w:rPr>
          <w:rFonts w:asciiTheme="minorBidi" w:hAnsiTheme="minorBidi" w:cstheme="minorBidi"/>
          <w:b w:val="0"/>
        </w:rPr>
        <w:softHyphen/>
      </w:r>
      <w:r w:rsidRPr="00FE5F9C">
        <w:rPr>
          <w:rFonts w:asciiTheme="minorBidi" w:hAnsiTheme="minorBidi" w:cstheme="minorBidi"/>
          <w:b w:val="0"/>
        </w:rPr>
        <w:t>gné de destination et comprenant toutes les informations pertinentes concernant une expédition postale, telles que spécifiées dans les formules CN;</w:t>
      </w:r>
    </w:p>
    <w:p w14:paraId="1704003B" w14:textId="77777777" w:rsidR="00A6228A" w:rsidRPr="00FE5F9C" w:rsidRDefault="00A6228A" w:rsidP="00A83C0A">
      <w:pPr>
        <w:pStyle w:val="Titre1"/>
        <w:spacing w:before="100"/>
        <w:rPr>
          <w:rFonts w:asciiTheme="minorBidi" w:hAnsiTheme="minorBidi" w:cstheme="minorBidi"/>
          <w:b w:val="0"/>
        </w:rPr>
      </w:pPr>
      <w:r w:rsidRPr="00FE5F9C">
        <w:rPr>
          <w:rFonts w:asciiTheme="minorBidi" w:hAnsiTheme="minorBidi" w:cstheme="minorBidi"/>
          <w:b w:val="0"/>
        </w:rPr>
        <w:t>3.2</w:t>
      </w:r>
      <w:r w:rsidRPr="00FE5F9C">
        <w:rPr>
          <w:rFonts w:asciiTheme="minorBidi" w:hAnsiTheme="minorBidi" w:cstheme="minorBidi"/>
          <w:b w:val="0"/>
        </w:rPr>
        <w:tab/>
        <w:t>d'un relevé des échanges EDI concernant le scannage des envois établi par le transporteur à l'aéro-port de destination et comprenant toutes les informations pertinentes au sujet d'une dépêche.</w:t>
      </w:r>
    </w:p>
    <w:p w14:paraId="0F898F8F" w14:textId="77777777" w:rsidR="00A6228A" w:rsidRPr="00FE5F9C" w:rsidRDefault="00A6228A" w:rsidP="00A83C0A">
      <w:pPr>
        <w:pStyle w:val="Titre1"/>
        <w:tabs>
          <w:tab w:val="left" w:pos="567"/>
        </w:tabs>
        <w:spacing w:line="240" w:lineRule="auto"/>
        <w:ind w:left="0" w:firstLine="0"/>
        <w:rPr>
          <w:rFonts w:asciiTheme="minorBidi" w:hAnsiTheme="minorBidi" w:cstheme="minorBidi"/>
          <w:b w:val="0"/>
          <w:sz w:val="18"/>
          <w:szCs w:val="18"/>
        </w:rPr>
      </w:pPr>
    </w:p>
    <w:p w14:paraId="2B55164D" w14:textId="77777777" w:rsidR="00A6228A" w:rsidRPr="00FE5F9C" w:rsidRDefault="00A6228A" w:rsidP="00894B23">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Lorsqu'elles sont présentées ensemble, la preuve de transport et la preuve de prestation de service</w:t>
      </w:r>
      <w:r w:rsidR="00894B23" w:rsidRPr="00FE5F9C">
        <w:rPr>
          <w:rFonts w:asciiTheme="minorBidi" w:hAnsiTheme="minorBidi" w:cstheme="minorBidi"/>
          <w:b w:val="0"/>
        </w:rPr>
        <w:t>s</w:t>
      </w:r>
      <w:r w:rsidRPr="00FE5F9C">
        <w:rPr>
          <w:rFonts w:asciiTheme="minorBidi" w:hAnsiTheme="minorBidi" w:cstheme="minorBidi"/>
          <w:b w:val="0"/>
        </w:rPr>
        <w:t xml:space="preserve">, décrites respectivement </w:t>
      </w:r>
      <w:r w:rsidR="00894B23" w:rsidRPr="00FE5F9C">
        <w:rPr>
          <w:rFonts w:asciiTheme="minorBidi" w:hAnsiTheme="minorBidi" w:cstheme="minorBidi"/>
          <w:b w:val="0"/>
        </w:rPr>
        <w:t>sous</w:t>
      </w:r>
      <w:r w:rsidRPr="00FE5F9C">
        <w:rPr>
          <w:rFonts w:asciiTheme="minorBidi" w:hAnsiTheme="minorBidi" w:cstheme="minorBidi"/>
          <w:b w:val="0"/>
        </w:rPr>
        <w:t xml:space="preserve"> 3.1 et 3.2, annulent systématiquement toute demande de paiement d'un trans</w:t>
      </w:r>
      <w:r w:rsidR="00990723">
        <w:rPr>
          <w:rFonts w:asciiTheme="minorBidi" w:hAnsiTheme="minorBidi" w:cstheme="minorBidi"/>
          <w:b w:val="0"/>
        </w:rPr>
        <w:softHyphen/>
      </w:r>
      <w:r w:rsidRPr="00FE5F9C">
        <w:rPr>
          <w:rFonts w:asciiTheme="minorBidi" w:hAnsiTheme="minorBidi" w:cstheme="minorBidi"/>
          <w:b w:val="0"/>
        </w:rPr>
        <w:t>porteur tiers pour la même expédition postale fondée uniquement sur les documents originaux.</w:t>
      </w:r>
    </w:p>
    <w:p w14:paraId="7A454808" w14:textId="77777777" w:rsidR="00A6228A" w:rsidRPr="00FE5F9C" w:rsidRDefault="00A6228A" w:rsidP="00A83C0A">
      <w:pPr>
        <w:pStyle w:val="Textedebase"/>
        <w:spacing w:line="240" w:lineRule="auto"/>
        <w:rPr>
          <w:rFonts w:asciiTheme="minorBidi" w:hAnsiTheme="minorBidi" w:cstheme="minorBidi"/>
          <w:sz w:val="18"/>
          <w:szCs w:val="18"/>
        </w:rPr>
      </w:pPr>
    </w:p>
    <w:p w14:paraId="4EE966B9" w14:textId="77777777" w:rsidR="00A6228A" w:rsidRPr="00FE5F9C" w:rsidRDefault="00A6228A" w:rsidP="008A77C1">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5.</w:t>
      </w:r>
      <w:r w:rsidRPr="00FE5F9C">
        <w:rPr>
          <w:rFonts w:asciiTheme="minorBidi" w:hAnsiTheme="minorBidi" w:cstheme="minorBidi"/>
          <w:b w:val="0"/>
        </w:rPr>
        <w:tab/>
        <w:t xml:space="preserve">Dans les conditions énoncées </w:t>
      </w:r>
      <w:r w:rsidR="008A77C1">
        <w:rPr>
          <w:rFonts w:asciiTheme="minorBidi" w:hAnsiTheme="minorBidi" w:cstheme="minorBidi"/>
          <w:b w:val="0"/>
        </w:rPr>
        <w:t>sous</w:t>
      </w:r>
      <w:r w:rsidRPr="00FE5F9C">
        <w:rPr>
          <w:rFonts w:asciiTheme="minorBidi" w:hAnsiTheme="minorBidi" w:cstheme="minorBidi"/>
          <w:b w:val="0"/>
        </w:rPr>
        <w:t xml:space="preserve"> 3.1 et 3.2, et compte tenu </w:t>
      </w:r>
      <w:r w:rsidR="00894B23" w:rsidRPr="00FE5F9C">
        <w:rPr>
          <w:rFonts w:asciiTheme="minorBidi" w:hAnsiTheme="minorBidi" w:cstheme="minorBidi"/>
          <w:b w:val="0"/>
        </w:rPr>
        <w:t>des dispositions mentionnées sous</w:t>
      </w:r>
      <w:r w:rsidRPr="00FE5F9C">
        <w:rPr>
          <w:rFonts w:asciiTheme="minorBidi" w:hAnsiTheme="minorBidi" w:cstheme="minorBidi"/>
          <w:b w:val="0"/>
        </w:rPr>
        <w:t xml:space="preserve"> 4, le mandant règle la facture du transporteur présentant une preuve de transport ou de prestation de service</w:t>
      </w:r>
      <w:r w:rsidR="00894B23" w:rsidRPr="00FE5F9C">
        <w:rPr>
          <w:rFonts w:asciiTheme="minorBidi" w:hAnsiTheme="minorBidi" w:cstheme="minorBidi"/>
          <w:b w:val="0"/>
        </w:rPr>
        <w:t>s</w:t>
      </w:r>
      <w:r w:rsidRPr="00FE5F9C">
        <w:rPr>
          <w:rFonts w:asciiTheme="minorBidi" w:hAnsiTheme="minorBidi" w:cstheme="minorBidi"/>
          <w:b w:val="0"/>
        </w:rPr>
        <w:t>.</w:t>
      </w:r>
    </w:p>
    <w:p w14:paraId="6B169EF2" w14:textId="77777777" w:rsidR="00A6228A" w:rsidRPr="00FE5F9C" w:rsidRDefault="00A6228A" w:rsidP="00A83C0A">
      <w:pPr>
        <w:pStyle w:val="Titre1"/>
        <w:tabs>
          <w:tab w:val="left" w:pos="567"/>
        </w:tabs>
        <w:spacing w:line="240" w:lineRule="auto"/>
        <w:ind w:left="0" w:firstLine="0"/>
        <w:rPr>
          <w:rFonts w:asciiTheme="minorBidi" w:hAnsiTheme="minorBidi" w:cstheme="minorBidi"/>
          <w:b w:val="0"/>
          <w:sz w:val="18"/>
          <w:szCs w:val="18"/>
        </w:rPr>
      </w:pPr>
    </w:p>
    <w:p w14:paraId="5DDC9EA7"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6.</w:t>
      </w:r>
      <w:r w:rsidRPr="00FE5F9C">
        <w:rPr>
          <w:rFonts w:asciiTheme="minorBidi" w:hAnsiTheme="minorBidi" w:cstheme="minorBidi"/>
          <w:b w:val="0"/>
        </w:rPr>
        <w:tab/>
        <w:t>Si le paiement n'est pas effectué dans un délai maximal de ___ jours ouvrables suivant la date d'accep</w:t>
      </w:r>
      <w:r w:rsidR="00990723">
        <w:rPr>
          <w:rFonts w:asciiTheme="minorBidi" w:hAnsiTheme="minorBidi" w:cstheme="minorBidi"/>
          <w:b w:val="0"/>
        </w:rPr>
        <w:softHyphen/>
      </w:r>
      <w:r w:rsidRPr="00FE5F9C">
        <w:rPr>
          <w:rFonts w:asciiTheme="minorBidi" w:hAnsiTheme="minorBidi" w:cstheme="minorBidi"/>
          <w:b w:val="0"/>
        </w:rPr>
        <w:t xml:space="preserve">tation de la facture, le mandant est tenu de payer les intérêts dus sur le montant considéré, sur la base des montants spécifiés en annexe 2. </w:t>
      </w:r>
    </w:p>
    <w:p w14:paraId="73BF4681" w14:textId="77777777" w:rsidR="00A6228A" w:rsidRPr="00FE5F9C" w:rsidRDefault="00A6228A" w:rsidP="00A83C0A">
      <w:pPr>
        <w:pStyle w:val="Titre1"/>
        <w:tabs>
          <w:tab w:val="left" w:pos="567"/>
        </w:tabs>
        <w:spacing w:line="240" w:lineRule="auto"/>
        <w:ind w:left="0" w:firstLine="0"/>
        <w:rPr>
          <w:rFonts w:asciiTheme="minorBidi" w:hAnsiTheme="minorBidi" w:cstheme="minorBidi"/>
          <w:b w:val="0"/>
          <w:sz w:val="18"/>
          <w:szCs w:val="18"/>
        </w:rPr>
      </w:pPr>
    </w:p>
    <w:p w14:paraId="0C00BAE7" w14:textId="77777777" w:rsidR="00A6228A" w:rsidRPr="00FE5F9C" w:rsidRDefault="00A6228A" w:rsidP="00894B23">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7.</w:t>
      </w:r>
      <w:r w:rsidRPr="00FE5F9C">
        <w:rPr>
          <w:rFonts w:asciiTheme="minorBidi" w:hAnsiTheme="minorBidi" w:cstheme="minorBidi"/>
          <w:b w:val="0"/>
        </w:rPr>
        <w:tab/>
        <w:t xml:space="preserve">Si le paiement n'est pas effectué dans le délai prévu </w:t>
      </w:r>
      <w:r w:rsidR="00894B23" w:rsidRPr="00FE5F9C">
        <w:rPr>
          <w:rFonts w:asciiTheme="minorBidi" w:hAnsiTheme="minorBidi" w:cstheme="minorBidi"/>
          <w:b w:val="0"/>
        </w:rPr>
        <w:t>sous</w:t>
      </w:r>
      <w:r w:rsidRPr="00FE5F9C">
        <w:rPr>
          <w:rFonts w:asciiTheme="minorBidi" w:hAnsiTheme="minorBidi" w:cstheme="minorBidi"/>
          <w:b w:val="0"/>
        </w:rPr>
        <w:t xml:space="preserve"> 6, le transporteur peut refuser et suspendre toutes les opérations de transport du courrier jusqu'au règlement de toutes les créances en souffrance, sans violation du Contrat.</w:t>
      </w:r>
    </w:p>
    <w:p w14:paraId="130EE319" w14:textId="77777777" w:rsidR="00A6228A" w:rsidRPr="00FE5F9C" w:rsidRDefault="00A6228A" w:rsidP="00A83C0A">
      <w:pPr>
        <w:pStyle w:val="Textedebase"/>
        <w:spacing w:line="240" w:lineRule="auto"/>
        <w:rPr>
          <w:rFonts w:asciiTheme="minorBidi" w:hAnsiTheme="minorBidi" w:cstheme="minorBidi"/>
          <w:sz w:val="18"/>
          <w:szCs w:val="18"/>
        </w:rPr>
      </w:pPr>
    </w:p>
    <w:p w14:paraId="3D2AEBE2" w14:textId="77777777" w:rsidR="00A6228A" w:rsidRPr="00FE5F9C" w:rsidRDefault="00A6228A" w:rsidP="00A83C0A">
      <w:pPr>
        <w:spacing w:line="240" w:lineRule="auto"/>
        <w:rPr>
          <w:rFonts w:asciiTheme="minorBidi" w:hAnsiTheme="minorBidi" w:cstheme="minorBidi"/>
          <w:sz w:val="18"/>
          <w:szCs w:val="18"/>
        </w:rPr>
      </w:pPr>
    </w:p>
    <w:p w14:paraId="32A8009D"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VIII.</w:t>
      </w:r>
      <w:r w:rsidRPr="00FE5F9C">
        <w:rPr>
          <w:rFonts w:asciiTheme="minorBidi" w:hAnsiTheme="minorBidi" w:cstheme="minorBidi"/>
        </w:rPr>
        <w:tab/>
        <w:t>Irrégularités et responsabilité</w:t>
      </w:r>
    </w:p>
    <w:p w14:paraId="722C53C2" w14:textId="77777777" w:rsidR="00A6228A" w:rsidRPr="00FE5F9C" w:rsidRDefault="00A6228A" w:rsidP="00A83C0A">
      <w:pPr>
        <w:pStyle w:val="Titre1"/>
        <w:spacing w:line="240" w:lineRule="auto"/>
        <w:ind w:left="709" w:hanging="709"/>
        <w:rPr>
          <w:rFonts w:asciiTheme="minorBidi" w:hAnsiTheme="minorBidi" w:cstheme="minorBidi"/>
          <w:b w:val="0"/>
          <w:sz w:val="18"/>
          <w:szCs w:val="18"/>
        </w:rPr>
      </w:pPr>
    </w:p>
    <w:p w14:paraId="299639AE"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23</w:t>
      </w:r>
    </w:p>
    <w:p w14:paraId="032F99F6"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Irrégularités</w:t>
      </w:r>
    </w:p>
    <w:p w14:paraId="54322C5C" w14:textId="77777777" w:rsidR="00A6228A" w:rsidRPr="00FE5F9C" w:rsidRDefault="00A6228A" w:rsidP="00A83C0A">
      <w:pPr>
        <w:pStyle w:val="Textedebase"/>
        <w:spacing w:line="240" w:lineRule="auto"/>
        <w:rPr>
          <w:rFonts w:asciiTheme="minorBidi" w:hAnsiTheme="minorBidi" w:cstheme="minorBidi"/>
          <w:sz w:val="18"/>
          <w:szCs w:val="18"/>
        </w:rPr>
      </w:pPr>
    </w:p>
    <w:p w14:paraId="23DCB5E5" w14:textId="77777777" w:rsidR="00A6228A" w:rsidRPr="00FE5F9C" w:rsidRDefault="00A6228A" w:rsidP="00A83C0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Si le volume du courrier est supérieur à ____ pour cent du volume estimé, comme indiqué en </w:t>
      </w:r>
      <w:r w:rsidR="00423CBD">
        <w:rPr>
          <w:rFonts w:asciiTheme="minorBidi" w:hAnsiTheme="minorBidi" w:cstheme="minorBidi"/>
          <w:b w:val="0"/>
        </w:rPr>
        <w:br/>
      </w:r>
      <w:r w:rsidRPr="00FE5F9C">
        <w:rPr>
          <w:rFonts w:asciiTheme="minorBidi" w:hAnsiTheme="minorBidi" w:cstheme="minorBidi"/>
          <w:b w:val="0"/>
        </w:rPr>
        <w:t>annexe 3, le mandant prend contact avec le transporteur dès que possible afin que celui-ci puisse tenter d'organiser la</w:t>
      </w:r>
      <w:r w:rsidR="00A83C0A" w:rsidRPr="00FE5F9C">
        <w:rPr>
          <w:rFonts w:asciiTheme="minorBidi" w:hAnsiTheme="minorBidi" w:cstheme="minorBidi"/>
          <w:b w:val="0"/>
        </w:rPr>
        <w:t xml:space="preserve"> </w:t>
      </w:r>
      <w:r w:rsidRPr="00FE5F9C">
        <w:rPr>
          <w:rFonts w:asciiTheme="minorBidi" w:hAnsiTheme="minorBidi" w:cstheme="minorBidi"/>
          <w:b w:val="0"/>
        </w:rPr>
        <w:t xml:space="preserve">prise en charge des envois supplémentaires. </w:t>
      </w:r>
    </w:p>
    <w:p w14:paraId="653ACEF5" w14:textId="77777777" w:rsidR="00A6228A" w:rsidRPr="00FE5F9C" w:rsidRDefault="00A6228A" w:rsidP="00A83C0A">
      <w:pPr>
        <w:pStyle w:val="Textedebase"/>
        <w:spacing w:line="240" w:lineRule="auto"/>
        <w:rPr>
          <w:rFonts w:asciiTheme="minorBidi" w:hAnsiTheme="minorBidi" w:cstheme="minorBidi"/>
          <w:sz w:val="18"/>
          <w:szCs w:val="18"/>
        </w:rPr>
      </w:pPr>
    </w:p>
    <w:p w14:paraId="1C2272C2"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Si le volume par trajet, vol et jour de la semaine est inférieur de ___ pour cent au volume estimé, le mandant en informe le transporteur au plus tard ___ heures à l'avance.</w:t>
      </w:r>
    </w:p>
    <w:p w14:paraId="70994993" w14:textId="77777777" w:rsidR="00A6228A" w:rsidRPr="00FE5F9C" w:rsidRDefault="00A6228A" w:rsidP="00A83C0A">
      <w:pPr>
        <w:pStyle w:val="Textedebase"/>
        <w:spacing w:line="240" w:lineRule="auto"/>
        <w:rPr>
          <w:rFonts w:asciiTheme="minorBidi" w:hAnsiTheme="minorBidi" w:cstheme="minorBidi"/>
          <w:sz w:val="18"/>
          <w:szCs w:val="18"/>
        </w:rPr>
      </w:pPr>
    </w:p>
    <w:p w14:paraId="43A88915"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Le mandant informe toujours le transporteur dès que possible de toute irrégularité susceptible de com</w:t>
      </w:r>
      <w:r w:rsidR="00990723">
        <w:rPr>
          <w:rFonts w:asciiTheme="minorBidi" w:hAnsiTheme="minorBidi" w:cstheme="minorBidi"/>
          <w:b w:val="0"/>
        </w:rPr>
        <w:softHyphen/>
      </w:r>
      <w:r w:rsidRPr="00FE5F9C">
        <w:rPr>
          <w:rFonts w:asciiTheme="minorBidi" w:hAnsiTheme="minorBidi" w:cstheme="minorBidi"/>
          <w:b w:val="0"/>
        </w:rPr>
        <w:t>promettre le bon déroulement du transport du courrier au titre du présent Contrat.</w:t>
      </w:r>
    </w:p>
    <w:p w14:paraId="339FCE0F" w14:textId="77777777" w:rsidR="00A6228A" w:rsidRPr="00FE5F9C" w:rsidRDefault="00A6228A" w:rsidP="00A83C0A">
      <w:pPr>
        <w:pStyle w:val="Textedebase"/>
        <w:spacing w:line="240" w:lineRule="auto"/>
        <w:rPr>
          <w:rFonts w:asciiTheme="minorBidi" w:hAnsiTheme="minorBidi" w:cstheme="minorBidi"/>
          <w:sz w:val="18"/>
          <w:szCs w:val="18"/>
        </w:rPr>
      </w:pPr>
    </w:p>
    <w:p w14:paraId="14B0F0B7"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Au point d'origine, en cas de défaut de chargement du courrier ou si des retards sont prévus, le trans</w:t>
      </w:r>
      <w:r w:rsidR="00990723">
        <w:rPr>
          <w:rFonts w:asciiTheme="minorBidi" w:hAnsiTheme="minorBidi" w:cstheme="minorBidi"/>
          <w:b w:val="0"/>
        </w:rPr>
        <w:softHyphen/>
      </w:r>
      <w:r w:rsidRPr="00FE5F9C">
        <w:rPr>
          <w:rFonts w:asciiTheme="minorBidi" w:hAnsiTheme="minorBidi" w:cstheme="minorBidi"/>
          <w:b w:val="0"/>
        </w:rPr>
        <w:t>porteur informe le mandant dès que possible avant l'heure de départ du vol prévu en vue d'obtenir des ins</w:t>
      </w:r>
      <w:r w:rsidR="00990723">
        <w:rPr>
          <w:rFonts w:asciiTheme="minorBidi" w:hAnsiTheme="minorBidi" w:cstheme="minorBidi"/>
          <w:b w:val="0"/>
        </w:rPr>
        <w:softHyphen/>
      </w:r>
      <w:r w:rsidRPr="00FE5F9C">
        <w:rPr>
          <w:rFonts w:asciiTheme="minorBidi" w:hAnsiTheme="minorBidi" w:cstheme="minorBidi"/>
          <w:b w:val="0"/>
        </w:rPr>
        <w:t>tructions sur la marche à suivre. Si le plan d'acheminement prévoit déjà des itinéraires de remplacement, ceux-ci doivent être utilisés.</w:t>
      </w:r>
    </w:p>
    <w:p w14:paraId="630F5918" w14:textId="77777777" w:rsidR="00A6228A" w:rsidRPr="00FE5F9C" w:rsidRDefault="00A6228A" w:rsidP="00A83C0A">
      <w:pPr>
        <w:pStyle w:val="Textedebase"/>
        <w:spacing w:line="240" w:lineRule="auto"/>
        <w:rPr>
          <w:rFonts w:asciiTheme="minorBidi" w:hAnsiTheme="minorBidi" w:cstheme="minorBidi"/>
          <w:sz w:val="18"/>
          <w:szCs w:val="18"/>
        </w:rPr>
      </w:pPr>
    </w:p>
    <w:p w14:paraId="5ED9EBE5"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5.</w:t>
      </w:r>
      <w:r w:rsidRPr="00FE5F9C">
        <w:rPr>
          <w:rFonts w:asciiTheme="minorBidi" w:hAnsiTheme="minorBidi" w:cstheme="minorBidi"/>
          <w:b w:val="0"/>
        </w:rPr>
        <w:tab/>
        <w:t>Le transporteur informe toujours le mandant dans un délai de vingt-quatre heures de toute irrégularité (retard, perte, vol, avarie, etc.) constatée au cours du transport effectué au titre du présent Contrat.</w:t>
      </w:r>
    </w:p>
    <w:p w14:paraId="693BABE5" w14:textId="77777777" w:rsidR="00A6228A" w:rsidRPr="00FE5F9C" w:rsidRDefault="00A6228A" w:rsidP="00A83C0A">
      <w:pPr>
        <w:pStyle w:val="Textedebase"/>
        <w:spacing w:line="240" w:lineRule="auto"/>
        <w:rPr>
          <w:rFonts w:asciiTheme="minorBidi" w:hAnsiTheme="minorBidi" w:cstheme="minorBidi"/>
          <w:sz w:val="18"/>
          <w:szCs w:val="18"/>
        </w:rPr>
      </w:pPr>
    </w:p>
    <w:p w14:paraId="313E6C20" w14:textId="77777777" w:rsidR="00A83C0A" w:rsidRPr="00FE5F9C" w:rsidRDefault="00A6228A" w:rsidP="00A83C0A">
      <w:pPr>
        <w:pStyle w:val="Textedebase"/>
        <w:rPr>
          <w:rFonts w:asciiTheme="minorBidi" w:hAnsiTheme="minorBidi" w:cstheme="minorBidi"/>
        </w:rPr>
      </w:pPr>
      <w:r w:rsidRPr="00FE5F9C">
        <w:rPr>
          <w:rFonts w:asciiTheme="minorBidi" w:hAnsiTheme="minorBidi" w:cstheme="minorBidi"/>
        </w:rPr>
        <w:t>6.</w:t>
      </w:r>
      <w:r w:rsidRPr="00FE5F9C">
        <w:rPr>
          <w:rFonts w:asciiTheme="minorBidi" w:hAnsiTheme="minorBidi" w:cstheme="minorBidi"/>
        </w:rPr>
        <w:tab/>
        <w:t>Le transporteur notifie toujours le mandant dans un délai de vingt-quatre heures en cas d’événement empêchant la poursuite de l’acheminement des envois postaux, par exemple lorsque des envois admis à tort sont découverts à une station intermédiaire. Dès notification de la retenue d’un envoi, le mandant communique des instructions spécifiques pour résoudre l’incident. Une première réponse est donnée dans les vingt-quatre heures suivant la réception du rapport. La réponse initiale du mandant ne doit pas nécessairement résoudre l’incident signalé, mais tenir lieu d’accusé de réception de la notification comme quoi une enquête est en cours. Des rapport</w:t>
      </w:r>
      <w:r w:rsidR="005C747C">
        <w:rPr>
          <w:rFonts w:asciiTheme="minorBidi" w:hAnsiTheme="minorBidi" w:cstheme="minorBidi"/>
        </w:rPr>
        <w:t>s</w:t>
      </w:r>
      <w:r w:rsidRPr="00FE5F9C">
        <w:rPr>
          <w:rFonts w:asciiTheme="minorBidi" w:hAnsiTheme="minorBidi" w:cstheme="minorBidi"/>
        </w:rPr>
        <w:t xml:space="preserve"> actualisés sont transmis par le mandant toutes les soixante-douze heures jusqu’à la résolution de l’incident. Ces lignes directrices concernant les intervalles de temps ont été calculées sur la base de journées normales de travail en tenant compte des jours fériés, des fuseaux horaires et des week-ends.</w:t>
      </w:r>
      <w:r w:rsidR="00A83C0A" w:rsidRPr="00FE5F9C">
        <w:rPr>
          <w:rFonts w:asciiTheme="minorBidi" w:hAnsiTheme="minorBidi" w:cstheme="minorBidi"/>
        </w:rPr>
        <w:br w:type="page"/>
      </w:r>
    </w:p>
    <w:p w14:paraId="42C6CBBC"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lastRenderedPageBreak/>
        <w:t>7.</w:t>
      </w:r>
      <w:r w:rsidRPr="00FE5F9C">
        <w:rPr>
          <w:rFonts w:asciiTheme="minorBidi" w:hAnsiTheme="minorBidi" w:cstheme="minorBidi"/>
          <w:b w:val="0"/>
        </w:rPr>
        <w:tab/>
        <w:t>Si le courrier ne peut pas être livré au point de destination prévu, le transporteur en informe le mandant et lui demande quelles mesures il doit prendre.</w:t>
      </w:r>
      <w:r w:rsidR="009468E0" w:rsidRPr="00FE5F9C">
        <w:rPr>
          <w:rFonts w:asciiTheme="minorBidi" w:hAnsiTheme="minorBidi" w:cstheme="minorBidi"/>
          <w:b w:val="0"/>
        </w:rPr>
        <w:t xml:space="preserve"> </w:t>
      </w:r>
      <w:r w:rsidRPr="00FE5F9C">
        <w:rPr>
          <w:rFonts w:asciiTheme="minorBidi" w:hAnsiTheme="minorBidi" w:cstheme="minorBidi"/>
          <w:b w:val="0"/>
        </w:rPr>
        <w:t>Suivant les raisons du défaut de remise du courrier, les Parties conviennent du coût des mesures à prendre pour remédier à la situation.</w:t>
      </w:r>
    </w:p>
    <w:p w14:paraId="5F82C968" w14:textId="77777777" w:rsidR="00A6228A" w:rsidRPr="00FE5F9C" w:rsidRDefault="00A6228A" w:rsidP="00A83C0A">
      <w:pPr>
        <w:pStyle w:val="Textedebase"/>
        <w:spacing w:line="240" w:lineRule="auto"/>
        <w:rPr>
          <w:rFonts w:asciiTheme="minorBidi" w:hAnsiTheme="minorBidi" w:cstheme="minorBidi"/>
          <w:sz w:val="18"/>
          <w:szCs w:val="18"/>
        </w:rPr>
      </w:pPr>
    </w:p>
    <w:p w14:paraId="37757A04"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8.</w:t>
      </w:r>
      <w:r w:rsidRPr="00FE5F9C">
        <w:rPr>
          <w:rFonts w:asciiTheme="minorBidi" w:hAnsiTheme="minorBidi" w:cstheme="minorBidi"/>
          <w:b w:val="0"/>
        </w:rPr>
        <w:tab/>
        <w:t>La Partie qui constate une irrégularité adresse à l'autre Partie un avis écrit, par courrier postal, télécopie ou courrier électronique, en joignant, si possible, des exemplaires des documents d'accompagnement et de tout autre document pertinent, par exemple une preuve de dommage ou d'erreur d'acheminement établie par le mandant. Cet avis est adressé au service compétent du transporteur ou du mandant (dont les coordonnées sont fournies en annexes 5 et 6, respectivement).</w:t>
      </w:r>
      <w:r w:rsidR="009468E0" w:rsidRPr="00FE5F9C">
        <w:rPr>
          <w:rFonts w:asciiTheme="minorBidi" w:hAnsiTheme="minorBidi" w:cstheme="minorBidi"/>
          <w:b w:val="0"/>
        </w:rPr>
        <w:t xml:space="preserve"> </w:t>
      </w:r>
      <w:r w:rsidRPr="00FE5F9C">
        <w:rPr>
          <w:rFonts w:asciiTheme="minorBidi" w:hAnsiTheme="minorBidi" w:cstheme="minorBidi"/>
          <w:b w:val="0"/>
        </w:rPr>
        <w:t xml:space="preserve">Aucune mesure ne doit être prise en cas d'irrégularité concernant le courrier si aucune réclamation n'a été adressée au préalable au transporteur ou au mandant, selon le cas. </w:t>
      </w:r>
    </w:p>
    <w:p w14:paraId="30D6C020" w14:textId="77777777" w:rsidR="00A6228A" w:rsidRPr="00FE5F9C" w:rsidRDefault="00A6228A" w:rsidP="00A83C0A">
      <w:pPr>
        <w:pStyle w:val="Textedebase"/>
        <w:spacing w:line="240" w:lineRule="auto"/>
        <w:rPr>
          <w:rFonts w:asciiTheme="minorBidi" w:hAnsiTheme="minorBidi" w:cstheme="minorBidi"/>
          <w:sz w:val="18"/>
          <w:szCs w:val="18"/>
        </w:rPr>
      </w:pPr>
    </w:p>
    <w:p w14:paraId="399548D8"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9.</w:t>
      </w:r>
      <w:r w:rsidRPr="00FE5F9C">
        <w:rPr>
          <w:rFonts w:asciiTheme="minorBidi" w:hAnsiTheme="minorBidi" w:cstheme="minorBidi"/>
        </w:rPr>
        <w:tab/>
        <w:t>En cas de découverte de marchandises dangereuses ou d’objets interdits, d’envois inadmissibles ou admis à tort dans un récipient lors du transbordement, le transporteur doit se référer à la section 350 du manuel sur le traitement du courrier dans les aéroports (Ai</w:t>
      </w:r>
      <w:r w:rsidR="00D930D9">
        <w:rPr>
          <w:rFonts w:asciiTheme="minorBidi" w:hAnsiTheme="minorBidi" w:cstheme="minorBidi"/>
        </w:rPr>
        <w:t>rport Handling Manual) de l’Association du transport aérien international</w:t>
      </w:r>
      <w:r w:rsidRPr="00FE5F9C">
        <w:rPr>
          <w:rFonts w:asciiTheme="minorBidi" w:hAnsiTheme="minorBidi" w:cstheme="minorBidi"/>
        </w:rPr>
        <w:t>. Cette section traite de la «résolution d’alerte», soit d’événements survenant durant l’achemine</w:t>
      </w:r>
      <w:r w:rsidR="00D930D9">
        <w:rPr>
          <w:rFonts w:asciiTheme="minorBidi" w:hAnsiTheme="minorBidi" w:cstheme="minorBidi"/>
        </w:rPr>
        <w:softHyphen/>
      </w:r>
      <w:r w:rsidRPr="00FE5F9C">
        <w:rPr>
          <w:rFonts w:asciiTheme="minorBidi" w:hAnsiTheme="minorBidi" w:cstheme="minorBidi"/>
        </w:rPr>
        <w:t>ment éveillant la suspicion autour d’un article qui ne peut plus dès lors avancer dans la chaîne logistique jusqu’à ce que l’alerte soit levée. En cas de transbordement, le transporteur sur le site intermédiaire doit gérer indépendamment la situation et faire tout son possible pour mettre fin à l’alerte. En dernier recours, l’incident ayant déclenché l’alerte doit être signalé à l’opérateur désigné du site intermédiaire, qui peut alors prêter son assistance au besoin, par exemple en contactant l’opérateur désigné d’origine responsable pour coordonner la résolution. Les dispositions finales (élimination, réinsertion dans le flux de transport, remise aux mains de l’opérateur désigné du site intermédiaire) peuvent varier selon les circonstances.</w:t>
      </w:r>
    </w:p>
    <w:p w14:paraId="2F18494E" w14:textId="77777777" w:rsidR="00A6228A" w:rsidRPr="00FE5F9C" w:rsidRDefault="00A6228A" w:rsidP="00A83C0A">
      <w:pPr>
        <w:pStyle w:val="Titre1"/>
        <w:spacing w:line="240" w:lineRule="auto"/>
        <w:ind w:left="709" w:hanging="709"/>
        <w:rPr>
          <w:rFonts w:asciiTheme="minorBidi" w:hAnsiTheme="minorBidi" w:cstheme="minorBidi"/>
          <w:b w:val="0"/>
          <w:sz w:val="18"/>
          <w:szCs w:val="18"/>
        </w:rPr>
      </w:pPr>
    </w:p>
    <w:p w14:paraId="51C11013" w14:textId="77777777" w:rsidR="00A6228A" w:rsidRPr="00FE5F9C" w:rsidRDefault="00A6228A" w:rsidP="00A83C0A">
      <w:pPr>
        <w:pStyle w:val="Titre1"/>
        <w:spacing w:line="240" w:lineRule="auto"/>
        <w:ind w:left="0" w:firstLine="0"/>
        <w:rPr>
          <w:rFonts w:asciiTheme="minorBidi" w:hAnsiTheme="minorBidi" w:cstheme="minorBidi"/>
          <w:b w:val="0"/>
          <w:sz w:val="18"/>
          <w:szCs w:val="18"/>
        </w:rPr>
      </w:pPr>
    </w:p>
    <w:p w14:paraId="76928177"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t>Article 24</w:t>
      </w:r>
    </w:p>
    <w:p w14:paraId="6D7DA6E4"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Responsabilité</w:t>
      </w:r>
      <w:r w:rsidRPr="00FE5F9C">
        <w:rPr>
          <w:rFonts w:asciiTheme="minorBidi" w:hAnsiTheme="minorBidi" w:cstheme="minorBidi"/>
          <w:b w:val="0"/>
        </w:rPr>
        <w:t xml:space="preserve"> </w:t>
      </w:r>
    </w:p>
    <w:p w14:paraId="087871FE" w14:textId="77777777" w:rsidR="00A6228A" w:rsidRPr="00FE5F9C" w:rsidRDefault="00A6228A" w:rsidP="00A83C0A">
      <w:pPr>
        <w:pStyle w:val="Textedebase"/>
        <w:spacing w:line="240" w:lineRule="auto"/>
        <w:rPr>
          <w:rFonts w:asciiTheme="minorBidi" w:hAnsiTheme="minorBidi" w:cstheme="minorBidi"/>
          <w:sz w:val="18"/>
          <w:szCs w:val="18"/>
        </w:rPr>
      </w:pPr>
    </w:p>
    <w:p w14:paraId="0FB9C5D0"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transporteur est responsable en cas de retard, de perte, de vol ou d'avarie subi par le courrier en sa possession dans le cadre de la prestation des services prévus au titre du présent Contrat.</w:t>
      </w:r>
    </w:p>
    <w:p w14:paraId="64E67A4D" w14:textId="77777777" w:rsidR="00A6228A" w:rsidRPr="00FE5F9C" w:rsidRDefault="00A6228A" w:rsidP="00A83C0A">
      <w:pPr>
        <w:pStyle w:val="Textedebase"/>
        <w:spacing w:line="240" w:lineRule="auto"/>
        <w:rPr>
          <w:rFonts w:asciiTheme="minorBidi" w:hAnsiTheme="minorBidi" w:cstheme="minorBidi"/>
          <w:sz w:val="18"/>
          <w:szCs w:val="18"/>
        </w:rPr>
      </w:pPr>
    </w:p>
    <w:p w14:paraId="78EECF95"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Les Parties assument la même responsabilité contractuelle l'une envers l'autre, tant pour ce qui est des actes de leurs agents respectifs qu'en ce qui concerne leur propre performance au titre du présent Contrat.</w:t>
      </w:r>
    </w:p>
    <w:p w14:paraId="7C9E91BE" w14:textId="77777777" w:rsidR="00A6228A" w:rsidRPr="00FE5F9C" w:rsidRDefault="00A6228A" w:rsidP="00A83C0A">
      <w:pPr>
        <w:pStyle w:val="Textedebase"/>
        <w:spacing w:line="240" w:lineRule="auto"/>
        <w:rPr>
          <w:rFonts w:asciiTheme="minorBidi" w:hAnsiTheme="minorBidi" w:cstheme="minorBidi"/>
          <w:sz w:val="18"/>
          <w:szCs w:val="18"/>
        </w:rPr>
      </w:pPr>
    </w:p>
    <w:p w14:paraId="6A4A27B9" w14:textId="77777777" w:rsidR="00A6228A" w:rsidRPr="00FE5F9C" w:rsidRDefault="00A6228A" w:rsidP="00A6228A">
      <w:pPr>
        <w:tabs>
          <w:tab w:val="left" w:pos="567"/>
        </w:tabs>
        <w:jc w:val="both"/>
        <w:rPr>
          <w:rFonts w:asciiTheme="minorBidi" w:hAnsiTheme="minorBidi" w:cstheme="minorBidi"/>
        </w:rPr>
      </w:pPr>
      <w:r w:rsidRPr="00FE5F9C">
        <w:rPr>
          <w:rFonts w:asciiTheme="minorBidi" w:hAnsiTheme="minorBidi" w:cstheme="minorBidi"/>
        </w:rPr>
        <w:t>3.</w:t>
      </w:r>
      <w:r w:rsidRPr="00FE5F9C">
        <w:rPr>
          <w:rFonts w:asciiTheme="minorBidi" w:hAnsiTheme="minorBidi" w:cstheme="minorBidi"/>
        </w:rPr>
        <w:tab/>
        <w:t>Le mandant est responsable de tout dommage causé par le courrier qu'il remet au transporteur au titre du présent Contrat, conformément à la législation nationale appli</w:t>
      </w:r>
      <w:r w:rsidR="00051BB3">
        <w:rPr>
          <w:rFonts w:asciiTheme="minorBidi" w:hAnsiTheme="minorBidi" w:cstheme="minorBidi"/>
        </w:rPr>
        <w:t>cable, à la Convention de l'Organisation de l</w:t>
      </w:r>
      <w:r w:rsidR="00051BB3" w:rsidRPr="00051BB3">
        <w:rPr>
          <w:rFonts w:asciiTheme="minorBidi" w:hAnsiTheme="minorBidi" w:cs="Arial"/>
        </w:rPr>
        <w:t>’</w:t>
      </w:r>
      <w:r w:rsidR="00051BB3">
        <w:rPr>
          <w:rFonts w:asciiTheme="minorBidi" w:hAnsiTheme="minorBidi" w:cs="Arial"/>
        </w:rPr>
        <w:t>aviation civile internationale</w:t>
      </w:r>
      <w:r w:rsidRPr="00FE5F9C">
        <w:rPr>
          <w:rFonts w:asciiTheme="minorBidi" w:hAnsiTheme="minorBidi" w:cstheme="minorBidi"/>
        </w:rPr>
        <w:t xml:space="preserve"> et aux Act</w:t>
      </w:r>
      <w:r w:rsidR="00051BB3">
        <w:rPr>
          <w:rFonts w:asciiTheme="minorBidi" w:hAnsiTheme="minorBidi" w:cstheme="minorBidi"/>
        </w:rPr>
        <w:t>es de l'Union</w:t>
      </w:r>
      <w:r w:rsidRPr="00FE5F9C">
        <w:rPr>
          <w:rFonts w:asciiTheme="minorBidi" w:hAnsiTheme="minorBidi" w:cstheme="minorBidi"/>
        </w:rPr>
        <w:t>.</w:t>
      </w:r>
    </w:p>
    <w:p w14:paraId="39E2CE3B" w14:textId="77777777" w:rsidR="00A6228A" w:rsidRPr="00FE5F9C" w:rsidRDefault="00A6228A" w:rsidP="00A83C0A">
      <w:pPr>
        <w:pStyle w:val="Textedebase"/>
        <w:spacing w:line="240" w:lineRule="auto"/>
        <w:rPr>
          <w:rFonts w:asciiTheme="minorBidi" w:hAnsiTheme="minorBidi" w:cstheme="minorBidi"/>
          <w:sz w:val="18"/>
          <w:szCs w:val="18"/>
        </w:rPr>
      </w:pPr>
    </w:p>
    <w:p w14:paraId="4D0E8819"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Sous réserve des articles 5 et 17, si le transporteur n'embarque pas le courrier sur le vol prévu, le mandant est habilité à employer un autre moyen de transport ou les services d'un autre transporteur. Tous frais additionnels liés à l'expédition du courrier au moyen des services d'autres transporteurs sont à la charge du transporteur, à moins que celui-ci n'ait notifié une annulation ou un changement de vol au mandant. Des pièces justificatives doivent être fournies, le cas échéant.</w:t>
      </w:r>
    </w:p>
    <w:p w14:paraId="4187F8AE" w14:textId="77777777" w:rsidR="00A6228A" w:rsidRPr="00FE5F9C" w:rsidRDefault="00A6228A" w:rsidP="00A83C0A">
      <w:pPr>
        <w:pStyle w:val="Textedebase"/>
        <w:spacing w:line="240" w:lineRule="auto"/>
        <w:rPr>
          <w:rFonts w:asciiTheme="minorBidi" w:hAnsiTheme="minorBidi" w:cstheme="minorBidi"/>
          <w:sz w:val="18"/>
          <w:szCs w:val="18"/>
        </w:rPr>
      </w:pPr>
    </w:p>
    <w:p w14:paraId="185BFDA3"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5.</w:t>
      </w:r>
      <w:r w:rsidRPr="00FE5F9C">
        <w:rPr>
          <w:rFonts w:asciiTheme="minorBidi" w:hAnsiTheme="minorBidi" w:cstheme="minorBidi"/>
          <w:b w:val="0"/>
        </w:rPr>
        <w:tab/>
        <w:t>L'ensemble des dépenses et des coûts résultant d'un défaut de prise en charge du courrier par l'opéra</w:t>
      </w:r>
      <w:r w:rsidR="00990723">
        <w:rPr>
          <w:rFonts w:asciiTheme="minorBidi" w:hAnsiTheme="minorBidi" w:cstheme="minorBidi"/>
          <w:b w:val="0"/>
        </w:rPr>
        <w:softHyphen/>
      </w:r>
      <w:r w:rsidRPr="00FE5F9C">
        <w:rPr>
          <w:rFonts w:asciiTheme="minorBidi" w:hAnsiTheme="minorBidi" w:cstheme="minorBidi"/>
          <w:b w:val="0"/>
        </w:rPr>
        <w:t>teur désigné de destination est à la charge du mandant, à condition que le transporteur ait dûment rempli ses obligations au titre du présent Contrat.</w:t>
      </w:r>
    </w:p>
    <w:p w14:paraId="1C1E0233" w14:textId="77777777" w:rsidR="00A6228A" w:rsidRPr="00FE5F9C" w:rsidRDefault="00A6228A" w:rsidP="00A83C0A">
      <w:pPr>
        <w:pStyle w:val="Titre1"/>
        <w:tabs>
          <w:tab w:val="left" w:pos="567"/>
        </w:tabs>
        <w:spacing w:line="240" w:lineRule="auto"/>
        <w:ind w:left="0" w:firstLine="0"/>
        <w:rPr>
          <w:rFonts w:asciiTheme="minorBidi" w:hAnsiTheme="minorBidi" w:cstheme="minorBidi"/>
          <w:b w:val="0"/>
          <w:sz w:val="18"/>
          <w:szCs w:val="18"/>
        </w:rPr>
      </w:pPr>
    </w:p>
    <w:p w14:paraId="464729E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6.</w:t>
      </w:r>
      <w:r w:rsidRPr="00FE5F9C">
        <w:rPr>
          <w:rFonts w:asciiTheme="minorBidi" w:hAnsiTheme="minorBidi" w:cstheme="minorBidi"/>
          <w:b w:val="0"/>
        </w:rPr>
        <w:tab/>
        <w:t>Sous réserve des articles 5 et 17, le transporteur assume des frais d'entreposage raisonnables en cas de défaut de remise ou de prise en charge de sa part de courrier remplissant les conditions nécessaires au transport au moment et au lieu convenus.</w:t>
      </w:r>
    </w:p>
    <w:p w14:paraId="331F78C8" w14:textId="77777777" w:rsidR="00A6228A" w:rsidRPr="00FE5F9C" w:rsidRDefault="00A6228A" w:rsidP="00A83C0A">
      <w:pPr>
        <w:pStyle w:val="Textedebase"/>
        <w:spacing w:line="240" w:lineRule="auto"/>
        <w:rPr>
          <w:rFonts w:asciiTheme="minorBidi" w:hAnsiTheme="minorBidi" w:cstheme="minorBidi"/>
          <w:sz w:val="18"/>
          <w:szCs w:val="18"/>
        </w:rPr>
      </w:pPr>
    </w:p>
    <w:p w14:paraId="59695FC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7.</w:t>
      </w:r>
      <w:r w:rsidRPr="00FE5F9C">
        <w:rPr>
          <w:rFonts w:asciiTheme="minorBidi" w:hAnsiTheme="minorBidi" w:cstheme="minorBidi"/>
          <w:b w:val="0"/>
        </w:rPr>
        <w:tab/>
        <w:t>En cas d'erreur d'acheminement concernant n'importe quelle catégorie de courrier, le transporteur rem</w:t>
      </w:r>
      <w:r w:rsidR="00990723">
        <w:rPr>
          <w:rFonts w:asciiTheme="minorBidi" w:hAnsiTheme="minorBidi" w:cstheme="minorBidi"/>
          <w:b w:val="0"/>
        </w:rPr>
        <w:softHyphen/>
      </w:r>
      <w:r w:rsidRPr="00FE5F9C">
        <w:rPr>
          <w:rFonts w:asciiTheme="minorBidi" w:hAnsiTheme="minorBidi" w:cstheme="minorBidi"/>
          <w:b w:val="0"/>
        </w:rPr>
        <w:t>bourse les frais de transport réels réclamés par le mandant, à condition que l'erreur ne soit pas imputable au mandant.</w:t>
      </w:r>
    </w:p>
    <w:p w14:paraId="3A8C4E4E" w14:textId="77777777" w:rsidR="00A6228A" w:rsidRPr="00FE5F9C" w:rsidRDefault="00A6228A" w:rsidP="00A83C0A">
      <w:pPr>
        <w:pStyle w:val="Textedebase"/>
        <w:spacing w:line="240" w:lineRule="auto"/>
        <w:rPr>
          <w:rFonts w:asciiTheme="minorBidi" w:hAnsiTheme="minorBidi" w:cstheme="minorBidi"/>
          <w:sz w:val="18"/>
          <w:szCs w:val="18"/>
        </w:rPr>
      </w:pPr>
    </w:p>
    <w:p w14:paraId="33A4C73A" w14:textId="77777777" w:rsidR="00B9745D" w:rsidRPr="00FE5F9C" w:rsidRDefault="00A6228A" w:rsidP="00B9745D">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8.</w:t>
      </w:r>
      <w:r w:rsidRPr="00FE5F9C">
        <w:rPr>
          <w:rFonts w:asciiTheme="minorBidi" w:hAnsiTheme="minorBidi" w:cstheme="minorBidi"/>
          <w:b w:val="0"/>
        </w:rPr>
        <w:tab/>
        <w:t>Lorsque le transporteur ne peut pas livrer le courrier au point de destination fixé initialement, le mandant ne paie au transporteur que les tarifs correspondant au transport du courrier sur l'itinéraire initialement prévu selon le bordereau de livraison CN 38. Lorsque la somme des tarifs susmentionnés et des frais de transit payés par le mandant à d'autres compagnies aériennes ou opérateurs désignés pour l'acheminement du cour</w:t>
      </w:r>
      <w:r w:rsidR="00990723">
        <w:rPr>
          <w:rFonts w:asciiTheme="minorBidi" w:hAnsiTheme="minorBidi" w:cstheme="minorBidi"/>
          <w:b w:val="0"/>
        </w:rPr>
        <w:softHyphen/>
      </w:r>
      <w:r w:rsidRPr="00FE5F9C">
        <w:rPr>
          <w:rFonts w:asciiTheme="minorBidi" w:hAnsiTheme="minorBidi" w:cstheme="minorBidi"/>
          <w:b w:val="0"/>
        </w:rPr>
        <w:t>rier vers le point de destination prévu initialement est supérieure au montant exigible au titre du transport normal du courrier, la différence est à la charge du transporteur.</w:t>
      </w:r>
      <w:r w:rsidR="00B9745D" w:rsidRPr="00FE5F9C">
        <w:rPr>
          <w:rFonts w:asciiTheme="minorBidi" w:hAnsiTheme="minorBidi" w:cstheme="minorBidi"/>
          <w:b w:val="0"/>
        </w:rPr>
        <w:br w:type="page"/>
      </w:r>
    </w:p>
    <w:p w14:paraId="537BBB16"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lastRenderedPageBreak/>
        <w:t>9.</w:t>
      </w:r>
      <w:r w:rsidRPr="00FE5F9C">
        <w:rPr>
          <w:rFonts w:asciiTheme="minorBidi" w:hAnsiTheme="minorBidi" w:cstheme="minorBidi"/>
          <w:b w:val="0"/>
        </w:rPr>
        <w:tab/>
        <w:t>Si le courrier subit des dommages, le mandant doit adresser une réclamation au transporteur immédia</w:t>
      </w:r>
      <w:r w:rsidR="00754182">
        <w:rPr>
          <w:rFonts w:asciiTheme="minorBidi" w:hAnsiTheme="minorBidi" w:cstheme="minorBidi"/>
          <w:b w:val="0"/>
        </w:rPr>
        <w:softHyphen/>
      </w:r>
      <w:r w:rsidRPr="00FE5F9C">
        <w:rPr>
          <w:rFonts w:asciiTheme="minorBidi" w:hAnsiTheme="minorBidi" w:cstheme="minorBidi"/>
          <w:b w:val="0"/>
        </w:rPr>
        <w:t>tement après que les dommages ont été constatés, et dans un délai de quatorze jours au plus tard à compter de la date de remise au point de destination.</w:t>
      </w:r>
      <w:r w:rsidR="009468E0" w:rsidRPr="00FE5F9C">
        <w:rPr>
          <w:rFonts w:asciiTheme="minorBidi" w:hAnsiTheme="minorBidi" w:cstheme="minorBidi"/>
          <w:b w:val="0"/>
        </w:rPr>
        <w:t xml:space="preserve"> </w:t>
      </w:r>
      <w:r w:rsidRPr="00FE5F9C">
        <w:rPr>
          <w:rFonts w:asciiTheme="minorBidi" w:hAnsiTheme="minorBidi" w:cstheme="minorBidi"/>
          <w:b w:val="0"/>
        </w:rPr>
        <w:t xml:space="preserve">En cas de retard dans le transport du courrier, le mandant doit adresser une réclamation au transporteur immédiatement, et dans un délai de vingt et un jours au plus tard à compter de la date de remise du courrier au point de destination. </w:t>
      </w:r>
    </w:p>
    <w:p w14:paraId="4CC50B9D" w14:textId="77777777" w:rsidR="00A6228A" w:rsidRPr="00FE5F9C" w:rsidRDefault="00A6228A" w:rsidP="00A6228A">
      <w:pPr>
        <w:pStyle w:val="Textedebase"/>
        <w:rPr>
          <w:rFonts w:asciiTheme="minorBidi" w:hAnsiTheme="minorBidi" w:cstheme="minorBidi"/>
        </w:rPr>
      </w:pPr>
    </w:p>
    <w:p w14:paraId="3E5B70F5"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10.</w:t>
      </w:r>
      <w:r w:rsidRPr="00FE5F9C">
        <w:rPr>
          <w:rFonts w:asciiTheme="minorBidi" w:hAnsiTheme="minorBidi" w:cstheme="minorBidi"/>
        </w:rPr>
        <w:tab/>
        <w:t>Toute réclamation doit être formulée par écrit.</w:t>
      </w:r>
    </w:p>
    <w:p w14:paraId="5509488F" w14:textId="77777777" w:rsidR="00A6228A" w:rsidRPr="00FE5F9C" w:rsidRDefault="00A6228A" w:rsidP="00A6228A">
      <w:pPr>
        <w:pStyle w:val="Textedebase"/>
        <w:rPr>
          <w:rFonts w:asciiTheme="minorBidi" w:hAnsiTheme="minorBidi" w:cstheme="minorBidi"/>
        </w:rPr>
      </w:pPr>
    </w:p>
    <w:p w14:paraId="603182D2" w14:textId="77777777" w:rsidR="00A6228A" w:rsidRPr="00FE5F9C" w:rsidRDefault="00A6228A" w:rsidP="00321D0A">
      <w:pPr>
        <w:pStyle w:val="Textedebase"/>
        <w:rPr>
          <w:rFonts w:asciiTheme="minorBidi" w:hAnsiTheme="minorBidi" w:cstheme="minorBidi"/>
        </w:rPr>
      </w:pPr>
      <w:r w:rsidRPr="00FE5F9C">
        <w:rPr>
          <w:rFonts w:asciiTheme="minorBidi" w:hAnsiTheme="minorBidi" w:cstheme="minorBidi"/>
        </w:rPr>
        <w:t>11.</w:t>
      </w:r>
      <w:r w:rsidRPr="00FE5F9C">
        <w:rPr>
          <w:rFonts w:asciiTheme="minorBidi" w:hAnsiTheme="minorBidi" w:cstheme="minorBidi"/>
        </w:rPr>
        <w:tab/>
        <w:t xml:space="preserve">Si aucune réclamation n'est formulée dans les délais prescrits </w:t>
      </w:r>
      <w:r w:rsidR="00321D0A">
        <w:rPr>
          <w:rFonts w:asciiTheme="minorBidi" w:hAnsiTheme="minorBidi" w:cstheme="minorBidi"/>
        </w:rPr>
        <w:t>sous</w:t>
      </w:r>
      <w:r w:rsidRPr="00FE5F9C">
        <w:rPr>
          <w:rFonts w:asciiTheme="minorBidi" w:hAnsiTheme="minorBidi" w:cstheme="minorBidi"/>
        </w:rPr>
        <w:t xml:space="preserve"> 9, aucune action ne peut être inten</w:t>
      </w:r>
      <w:r w:rsidR="00114519">
        <w:rPr>
          <w:rFonts w:asciiTheme="minorBidi" w:hAnsiTheme="minorBidi" w:cstheme="minorBidi"/>
        </w:rPr>
        <w:softHyphen/>
      </w:r>
      <w:r w:rsidRPr="00FE5F9C">
        <w:rPr>
          <w:rFonts w:asciiTheme="minorBidi" w:hAnsiTheme="minorBidi" w:cstheme="minorBidi"/>
        </w:rPr>
        <w:t>tée contre le transporteur, sauf en cas de fraude de sa part.</w:t>
      </w:r>
    </w:p>
    <w:p w14:paraId="66748934" w14:textId="77777777" w:rsidR="00A6228A" w:rsidRPr="00FE5F9C" w:rsidRDefault="00A6228A" w:rsidP="00A6228A">
      <w:pPr>
        <w:pStyle w:val="Textedebase"/>
        <w:rPr>
          <w:rFonts w:asciiTheme="minorBidi" w:hAnsiTheme="minorBidi" w:cstheme="minorBidi"/>
        </w:rPr>
      </w:pPr>
    </w:p>
    <w:p w14:paraId="1FC084B5" w14:textId="77777777" w:rsidR="00A6228A" w:rsidRPr="00FE5F9C" w:rsidRDefault="00A6228A" w:rsidP="00A6228A">
      <w:pPr>
        <w:pStyle w:val="Textedebase"/>
        <w:rPr>
          <w:rFonts w:asciiTheme="minorBidi" w:hAnsiTheme="minorBidi" w:cstheme="minorBidi"/>
        </w:rPr>
      </w:pPr>
      <w:r w:rsidRPr="00FE5F9C">
        <w:rPr>
          <w:rFonts w:asciiTheme="minorBidi" w:hAnsiTheme="minorBidi" w:cstheme="minorBidi"/>
        </w:rPr>
        <w:t>12.</w:t>
      </w:r>
      <w:r w:rsidRPr="00FE5F9C">
        <w:rPr>
          <w:rFonts w:asciiTheme="minorBidi" w:hAnsiTheme="minorBidi" w:cstheme="minorBidi"/>
        </w:rPr>
        <w:tab/>
        <w:t>Le mandant perd son droit à des dommages-intérêts si aucune action n'est intentée dans un délai de deux ans à compter de la date de remise au point de destination ou de la date à laquelle le transport a pris fin.</w:t>
      </w:r>
      <w:r w:rsidR="001E4786">
        <w:rPr>
          <w:rFonts w:asciiTheme="minorBidi" w:hAnsiTheme="minorBidi" w:cstheme="minorBidi"/>
        </w:rPr>
        <w:br/>
      </w:r>
    </w:p>
    <w:p w14:paraId="37AFCE0D" w14:textId="77777777" w:rsidR="00A6228A" w:rsidRPr="00FE5F9C" w:rsidRDefault="00A6228A" w:rsidP="00321D0A">
      <w:pPr>
        <w:pStyle w:val="Textedebase"/>
        <w:rPr>
          <w:rFonts w:asciiTheme="minorBidi" w:hAnsiTheme="minorBidi" w:cstheme="minorBidi"/>
        </w:rPr>
      </w:pPr>
      <w:r w:rsidRPr="00FE5F9C">
        <w:rPr>
          <w:rFonts w:asciiTheme="minorBidi" w:hAnsiTheme="minorBidi" w:cstheme="minorBidi"/>
        </w:rPr>
        <w:t>13.</w:t>
      </w:r>
      <w:r w:rsidRPr="00FE5F9C">
        <w:rPr>
          <w:rFonts w:asciiTheme="minorBidi" w:hAnsiTheme="minorBidi" w:cstheme="minorBidi"/>
        </w:rPr>
        <w:tab/>
        <w:t xml:space="preserve">Le mode de calcul du délai indiqué </w:t>
      </w:r>
      <w:r w:rsidR="00321D0A">
        <w:rPr>
          <w:rFonts w:asciiTheme="minorBidi" w:hAnsiTheme="minorBidi" w:cstheme="minorBidi"/>
        </w:rPr>
        <w:t>sous</w:t>
      </w:r>
      <w:r w:rsidRPr="00FE5F9C">
        <w:rPr>
          <w:rFonts w:asciiTheme="minorBidi" w:hAnsiTheme="minorBidi" w:cstheme="minorBidi"/>
        </w:rPr>
        <w:t xml:space="preserve"> 12 est déterminé en fonction de la loi de la juridiction saisie du litige.</w:t>
      </w:r>
    </w:p>
    <w:p w14:paraId="6E808856" w14:textId="77777777" w:rsidR="00A6228A" w:rsidRPr="00FE5F9C" w:rsidRDefault="00A6228A" w:rsidP="00A6228A">
      <w:pPr>
        <w:pStyle w:val="Titre1"/>
        <w:ind w:left="709" w:hanging="709"/>
        <w:rPr>
          <w:rFonts w:asciiTheme="minorBidi" w:hAnsiTheme="minorBidi" w:cstheme="minorBidi"/>
        </w:rPr>
      </w:pPr>
    </w:p>
    <w:p w14:paraId="53FB2D3F" w14:textId="77777777" w:rsidR="00A6228A" w:rsidRPr="00FE5F9C" w:rsidRDefault="00A6228A" w:rsidP="00A6228A">
      <w:pPr>
        <w:spacing w:line="240" w:lineRule="auto"/>
        <w:rPr>
          <w:rFonts w:asciiTheme="minorBidi" w:hAnsiTheme="minorBidi" w:cstheme="minorBidi"/>
          <w:b/>
          <w:bCs/>
        </w:rPr>
      </w:pPr>
    </w:p>
    <w:p w14:paraId="6603BA34" w14:textId="77777777" w:rsidR="00A6228A" w:rsidRPr="00FE5F9C" w:rsidRDefault="00A6228A" w:rsidP="00A6228A">
      <w:pPr>
        <w:pStyle w:val="Titre1"/>
        <w:widowControl w:val="0"/>
        <w:ind w:left="709" w:hanging="709"/>
        <w:rPr>
          <w:rFonts w:asciiTheme="minorBidi" w:hAnsiTheme="minorBidi" w:cstheme="minorBidi"/>
        </w:rPr>
      </w:pPr>
      <w:r w:rsidRPr="00FE5F9C">
        <w:rPr>
          <w:rFonts w:asciiTheme="minorBidi" w:hAnsiTheme="minorBidi" w:cstheme="minorBidi"/>
        </w:rPr>
        <w:t xml:space="preserve">Article 25 </w:t>
      </w:r>
    </w:p>
    <w:p w14:paraId="380B4172" w14:textId="77777777" w:rsidR="00A6228A" w:rsidRPr="00FE5F9C" w:rsidRDefault="00A6228A" w:rsidP="00A6228A">
      <w:pPr>
        <w:pStyle w:val="Titre1"/>
        <w:widowControl w:val="0"/>
        <w:ind w:left="709" w:hanging="709"/>
        <w:rPr>
          <w:rFonts w:asciiTheme="minorBidi" w:hAnsiTheme="minorBidi" w:cstheme="minorBidi"/>
          <w:b w:val="0"/>
        </w:rPr>
      </w:pPr>
      <w:r w:rsidRPr="00FE5F9C">
        <w:rPr>
          <w:rFonts w:asciiTheme="minorBidi" w:hAnsiTheme="minorBidi" w:cstheme="minorBidi"/>
        </w:rPr>
        <w:t>Limitation de la responsabilité</w:t>
      </w:r>
    </w:p>
    <w:p w14:paraId="22DA831D" w14:textId="77777777" w:rsidR="00A6228A" w:rsidRPr="00FE5F9C" w:rsidRDefault="00A6228A" w:rsidP="00A6228A">
      <w:pPr>
        <w:pStyle w:val="Textedebase"/>
        <w:widowControl w:val="0"/>
        <w:rPr>
          <w:rFonts w:asciiTheme="minorBidi" w:hAnsiTheme="minorBidi" w:cstheme="minorBidi"/>
        </w:rPr>
      </w:pPr>
    </w:p>
    <w:p w14:paraId="33E4BB10" w14:textId="77777777" w:rsidR="00A6228A" w:rsidRPr="00FE5F9C" w:rsidRDefault="00A6228A" w:rsidP="00321D0A">
      <w:pPr>
        <w:pStyle w:val="Textedebase"/>
        <w:widowControl w:val="0"/>
        <w:tabs>
          <w:tab w:val="left" w:pos="567"/>
        </w:tabs>
        <w:spacing w:after="120"/>
        <w:rPr>
          <w:rFonts w:asciiTheme="minorBidi" w:hAnsiTheme="minorBidi" w:cstheme="minorBidi"/>
          <w:bCs/>
        </w:rPr>
      </w:pPr>
      <w:r w:rsidRPr="00FE5F9C">
        <w:rPr>
          <w:rFonts w:asciiTheme="minorBidi" w:hAnsiTheme="minorBidi" w:cstheme="minorBidi"/>
        </w:rPr>
        <w:t>1.</w:t>
      </w:r>
      <w:r w:rsidRPr="00FE5F9C">
        <w:rPr>
          <w:rFonts w:asciiTheme="minorBidi" w:hAnsiTheme="minorBidi" w:cstheme="minorBidi"/>
        </w:rPr>
        <w:tab/>
        <w:t xml:space="preserve">Sous réserve des dispositions mentionnées </w:t>
      </w:r>
      <w:r w:rsidR="00321D0A">
        <w:rPr>
          <w:rFonts w:asciiTheme="minorBidi" w:hAnsiTheme="minorBidi" w:cstheme="minorBidi"/>
        </w:rPr>
        <w:t>sous</w:t>
      </w:r>
      <w:r w:rsidRPr="00FE5F9C">
        <w:rPr>
          <w:rFonts w:asciiTheme="minorBidi" w:hAnsiTheme="minorBidi" w:cstheme="minorBidi"/>
        </w:rPr>
        <w:t xml:space="preserve"> 2, la responsabilité des Parties l'une envers l'autre est définie comme suit:</w:t>
      </w:r>
    </w:p>
    <w:p w14:paraId="68E9323F" w14:textId="77777777" w:rsidR="00A6228A" w:rsidRPr="00FE5F9C" w:rsidRDefault="00A6228A" w:rsidP="00A6228A">
      <w:pPr>
        <w:pStyle w:val="Textedebase"/>
        <w:widowControl w:val="0"/>
        <w:spacing w:after="120"/>
        <w:ind w:left="567" w:hanging="567"/>
        <w:rPr>
          <w:rFonts w:asciiTheme="minorBidi" w:hAnsiTheme="minorBidi" w:cstheme="minorBidi"/>
          <w:bCs/>
        </w:rPr>
      </w:pPr>
      <w:r w:rsidRPr="00FE5F9C">
        <w:rPr>
          <w:rFonts w:asciiTheme="minorBidi" w:hAnsiTheme="minorBidi" w:cstheme="minorBidi"/>
        </w:rPr>
        <w:t>1.1</w:t>
      </w:r>
      <w:r w:rsidRPr="00FE5F9C">
        <w:rPr>
          <w:rFonts w:asciiTheme="minorBidi" w:hAnsiTheme="minorBidi" w:cstheme="minorBidi"/>
        </w:rPr>
        <w:tab/>
        <w:t xml:space="preserve">La responsabilité du transporteur envers le mandant est limitée à ___ unités monétaires, mais elle ne peut être supérieure au montant pour lequel le mandant est responsable envers son client, comme spécifié dans les Actes de l'Union. </w:t>
      </w:r>
    </w:p>
    <w:p w14:paraId="55398822" w14:textId="77777777" w:rsidR="00A6228A" w:rsidRPr="00FE5F9C" w:rsidRDefault="00A6228A" w:rsidP="00A6228A">
      <w:pPr>
        <w:pStyle w:val="Textedebase"/>
        <w:rPr>
          <w:rFonts w:asciiTheme="minorBidi" w:hAnsiTheme="minorBidi" w:cstheme="minorBidi"/>
          <w:bCs/>
        </w:rPr>
      </w:pPr>
      <w:r w:rsidRPr="00FE5F9C">
        <w:rPr>
          <w:rFonts w:asciiTheme="minorBidi" w:hAnsiTheme="minorBidi" w:cstheme="minorBidi"/>
        </w:rPr>
        <w:t>1.2</w:t>
      </w:r>
      <w:r w:rsidRPr="00FE5F9C">
        <w:rPr>
          <w:rFonts w:asciiTheme="minorBidi" w:hAnsiTheme="minorBidi" w:cstheme="minorBidi"/>
        </w:rPr>
        <w:tab/>
        <w:t xml:space="preserve">La responsabilité du mandant envers le transporteur est limitée à ____ unités monétaires. </w:t>
      </w:r>
    </w:p>
    <w:p w14:paraId="1B2853C0" w14:textId="77777777" w:rsidR="00A6228A" w:rsidRPr="00FE5F9C" w:rsidRDefault="00A6228A" w:rsidP="00A6228A">
      <w:pPr>
        <w:pStyle w:val="Textedebase"/>
        <w:tabs>
          <w:tab w:val="left" w:pos="567"/>
        </w:tabs>
        <w:rPr>
          <w:rFonts w:asciiTheme="minorBidi" w:hAnsiTheme="minorBidi" w:cstheme="minorBidi"/>
          <w:bCs/>
        </w:rPr>
      </w:pPr>
    </w:p>
    <w:p w14:paraId="7521A697" w14:textId="77777777" w:rsidR="00A6228A" w:rsidRPr="00FE5F9C" w:rsidRDefault="00A6228A" w:rsidP="00321D0A">
      <w:pPr>
        <w:pStyle w:val="Textedebase"/>
        <w:tabs>
          <w:tab w:val="left" w:pos="567"/>
        </w:tabs>
        <w:rPr>
          <w:rFonts w:asciiTheme="minorBidi" w:hAnsiTheme="minorBidi" w:cstheme="minorBidi"/>
          <w:bCs/>
        </w:rPr>
      </w:pPr>
      <w:r w:rsidRPr="00FE5F9C">
        <w:rPr>
          <w:rFonts w:asciiTheme="minorBidi" w:hAnsiTheme="minorBidi" w:cstheme="minorBidi"/>
        </w:rPr>
        <w:t>2.</w:t>
      </w:r>
      <w:r w:rsidRPr="00FE5F9C">
        <w:rPr>
          <w:rFonts w:asciiTheme="minorBidi" w:hAnsiTheme="minorBidi" w:cstheme="minorBidi"/>
        </w:rPr>
        <w:tab/>
        <w:t xml:space="preserve">Les limites de responsabilité indiquées </w:t>
      </w:r>
      <w:r w:rsidR="00321D0A">
        <w:rPr>
          <w:rFonts w:asciiTheme="minorBidi" w:hAnsiTheme="minorBidi" w:cstheme="minorBidi"/>
        </w:rPr>
        <w:t>sous</w:t>
      </w:r>
      <w:r w:rsidRPr="00FE5F9C">
        <w:rPr>
          <w:rFonts w:asciiTheme="minorBidi" w:hAnsiTheme="minorBidi" w:cstheme="minorBidi"/>
        </w:rPr>
        <w:t xml:space="preserve"> 1.1 et 1.2 ne s'appliquent pas en cas de perte ou de dom</w:t>
      </w:r>
      <w:r w:rsidR="00114519">
        <w:rPr>
          <w:rFonts w:asciiTheme="minorBidi" w:hAnsiTheme="minorBidi" w:cstheme="minorBidi"/>
        </w:rPr>
        <w:softHyphen/>
      </w:r>
      <w:r w:rsidRPr="00FE5F9C">
        <w:rPr>
          <w:rFonts w:asciiTheme="minorBidi" w:hAnsiTheme="minorBidi" w:cstheme="minorBidi"/>
        </w:rPr>
        <w:t>mages causés intentionnellement ou dus à une négligence grave de l'une des Parties ou de leurs agents respectifs, ni en cas de réclamation formulée au titre des dispositions de l'article 24.3 et 4. Dans de tels cas, la responsabilité est illimitée, sauf en cas d'exclusion ou de limitation de responsabilité au titre de la législation nationale applicable et uniquement dans la mesure prévue par une telle exclusion ou limitation.</w:t>
      </w:r>
    </w:p>
    <w:p w14:paraId="2700F7C0" w14:textId="77777777" w:rsidR="00A6228A" w:rsidRPr="00FE5F9C" w:rsidRDefault="00A6228A" w:rsidP="00A6228A">
      <w:pPr>
        <w:pStyle w:val="Textedebase"/>
        <w:rPr>
          <w:rFonts w:asciiTheme="minorBidi" w:hAnsiTheme="minorBidi" w:cstheme="minorBidi"/>
        </w:rPr>
      </w:pPr>
    </w:p>
    <w:p w14:paraId="6B2D5531" w14:textId="77777777" w:rsidR="00A6228A" w:rsidRPr="00FE5F9C" w:rsidRDefault="00A6228A" w:rsidP="00A6228A">
      <w:pPr>
        <w:pStyle w:val="Textedebase"/>
        <w:rPr>
          <w:rFonts w:asciiTheme="minorBidi" w:hAnsiTheme="minorBidi" w:cstheme="minorBidi"/>
        </w:rPr>
      </w:pPr>
    </w:p>
    <w:p w14:paraId="452A2DD7"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26</w:t>
      </w:r>
    </w:p>
    <w:p w14:paraId="7E2D6073"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 xml:space="preserve">Exonération de </w:t>
      </w:r>
      <w:r w:rsidR="00321D0A">
        <w:rPr>
          <w:rFonts w:asciiTheme="minorBidi" w:hAnsiTheme="minorBidi" w:cstheme="minorBidi"/>
        </w:rPr>
        <w:t xml:space="preserve">la </w:t>
      </w:r>
      <w:r w:rsidRPr="00FE5F9C">
        <w:rPr>
          <w:rFonts w:asciiTheme="minorBidi" w:hAnsiTheme="minorBidi" w:cstheme="minorBidi"/>
        </w:rPr>
        <w:t>responsabilité</w:t>
      </w:r>
    </w:p>
    <w:p w14:paraId="2DDA29B1" w14:textId="77777777" w:rsidR="00A6228A" w:rsidRPr="00FE5F9C" w:rsidRDefault="00A6228A" w:rsidP="00A6228A">
      <w:pPr>
        <w:pStyle w:val="Textedebase"/>
        <w:rPr>
          <w:rFonts w:asciiTheme="minorBidi" w:hAnsiTheme="minorBidi" w:cstheme="minorBidi"/>
        </w:rPr>
      </w:pPr>
    </w:p>
    <w:p w14:paraId="257E4657"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Si le mandant/l'opérateur désigné (ou leurs agents désignés) au point de destination refusent ou omet</w:t>
      </w:r>
      <w:r w:rsidR="00114519">
        <w:rPr>
          <w:rFonts w:asciiTheme="minorBidi" w:hAnsiTheme="minorBidi" w:cstheme="minorBidi"/>
          <w:b w:val="0"/>
        </w:rPr>
        <w:softHyphen/>
      </w:r>
      <w:r w:rsidRPr="00FE5F9C">
        <w:rPr>
          <w:rFonts w:asciiTheme="minorBidi" w:hAnsiTheme="minorBidi" w:cstheme="minorBidi"/>
          <w:b w:val="0"/>
        </w:rPr>
        <w:t>tent de remettre/prendre en charge le courrier et/ou refusent de signer l'avis d'acceptation du courrier, le trans</w:t>
      </w:r>
      <w:r w:rsidR="00114519">
        <w:rPr>
          <w:rFonts w:asciiTheme="minorBidi" w:hAnsiTheme="minorBidi" w:cstheme="minorBidi"/>
          <w:b w:val="0"/>
        </w:rPr>
        <w:softHyphen/>
      </w:r>
      <w:r w:rsidRPr="00FE5F9C">
        <w:rPr>
          <w:rFonts w:asciiTheme="minorBidi" w:hAnsiTheme="minorBidi" w:cstheme="minorBidi"/>
          <w:b w:val="0"/>
        </w:rPr>
        <w:t>porteur ne peut être tenu pour responsable d'aucun retard ou manquement, à condition qu'il ait:</w:t>
      </w:r>
    </w:p>
    <w:p w14:paraId="785D45AD"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1.1</w:t>
      </w:r>
      <w:r w:rsidRPr="00FE5F9C">
        <w:rPr>
          <w:rFonts w:asciiTheme="minorBidi" w:hAnsiTheme="minorBidi" w:cstheme="minorBidi"/>
          <w:b w:val="0"/>
        </w:rPr>
        <w:tab/>
        <w:t>suivi la procédure convenue pour la remise du courrier, telle que spécifiée en annexes au présent Contrat et qui prévoit, notamment, la remise du courrier au point et aux heures convenus ainsi que la remise des documents pertinents dûment remplis et/ou la transmission des données pertinentes par EDI;</w:t>
      </w:r>
    </w:p>
    <w:p w14:paraId="2D470864"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1.2</w:t>
      </w:r>
      <w:r w:rsidRPr="00FE5F9C">
        <w:rPr>
          <w:rFonts w:asciiTheme="minorBidi" w:hAnsiTheme="minorBidi" w:cstheme="minorBidi"/>
          <w:b w:val="0"/>
        </w:rPr>
        <w:tab/>
        <w:t>dûment informé le mandant, dans les plus brefs délais, notamment de la date et de l'heure de toute tentative de remise, le cas échéant, en fournissant, si possible, une confirmation de l'opérateur désigné de destination indiquant son refus de prendre en charge le courrier et/ou les raisons de ce refus.</w:t>
      </w:r>
    </w:p>
    <w:p w14:paraId="1919B8A0" w14:textId="77777777" w:rsidR="00A6228A" w:rsidRPr="00FE5F9C" w:rsidRDefault="00A6228A" w:rsidP="00A6228A">
      <w:pPr>
        <w:pStyle w:val="Textedebase"/>
        <w:rPr>
          <w:rFonts w:asciiTheme="minorBidi" w:hAnsiTheme="minorBidi" w:cstheme="minorBidi"/>
        </w:rPr>
      </w:pPr>
    </w:p>
    <w:p w14:paraId="0ACC92DE" w14:textId="77777777" w:rsidR="00A6228A" w:rsidRPr="00FE5F9C" w:rsidRDefault="00A6228A" w:rsidP="00A15337">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 xml:space="preserve">Dans les circonstances décrites </w:t>
      </w:r>
      <w:r w:rsidR="00A15337">
        <w:rPr>
          <w:rFonts w:asciiTheme="minorBidi" w:hAnsiTheme="minorBidi" w:cstheme="minorBidi"/>
          <w:b w:val="0"/>
        </w:rPr>
        <w:t>sous</w:t>
      </w:r>
      <w:r w:rsidRPr="00FE5F9C">
        <w:rPr>
          <w:rFonts w:asciiTheme="minorBidi" w:hAnsiTheme="minorBidi" w:cstheme="minorBidi"/>
          <w:b w:val="0"/>
        </w:rPr>
        <w:t xml:space="preserve"> 1, tout coût additionnel lié à des opérations de manutention sup</w:t>
      </w:r>
      <w:r w:rsidR="00114519">
        <w:rPr>
          <w:rFonts w:asciiTheme="minorBidi" w:hAnsiTheme="minorBidi" w:cstheme="minorBidi"/>
          <w:b w:val="0"/>
        </w:rPr>
        <w:softHyphen/>
      </w:r>
      <w:r w:rsidRPr="00FE5F9C">
        <w:rPr>
          <w:rFonts w:asciiTheme="minorBidi" w:hAnsiTheme="minorBidi" w:cstheme="minorBidi"/>
          <w:b w:val="0"/>
        </w:rPr>
        <w:t>plémentaires effectuées par le transporteur conformément aux dispositions de l'article 11 est à la charge du mandant. Des pièces justificatives doivent être fournies sur demande.</w:t>
      </w:r>
    </w:p>
    <w:p w14:paraId="652AFFB9" w14:textId="77777777" w:rsidR="00A6228A" w:rsidRPr="00FE5F9C" w:rsidRDefault="00A6228A" w:rsidP="00A6228A">
      <w:pPr>
        <w:pStyle w:val="Textedebase"/>
        <w:rPr>
          <w:rFonts w:asciiTheme="minorBidi" w:hAnsiTheme="minorBidi" w:cstheme="minorBidi"/>
        </w:rPr>
      </w:pPr>
    </w:p>
    <w:p w14:paraId="3DA15B70" w14:textId="77777777" w:rsidR="006C3E42" w:rsidRPr="006C3E42" w:rsidRDefault="00A6228A" w:rsidP="006C3E42">
      <w:pPr>
        <w:pStyle w:val="Titre1"/>
        <w:tabs>
          <w:tab w:val="left" w:pos="567"/>
        </w:tabs>
        <w:ind w:left="0" w:firstLine="0"/>
        <w:rPr>
          <w:rFonts w:asciiTheme="minorBidi" w:hAnsiTheme="minorBidi" w:cstheme="minorBidi"/>
        </w:rPr>
      </w:pPr>
      <w:r w:rsidRPr="00FE5F9C">
        <w:rPr>
          <w:rFonts w:asciiTheme="minorBidi" w:hAnsiTheme="minorBidi" w:cstheme="minorBidi"/>
          <w:b w:val="0"/>
        </w:rPr>
        <w:t>3.</w:t>
      </w:r>
      <w:r w:rsidRPr="00FE5F9C">
        <w:rPr>
          <w:rFonts w:asciiTheme="minorBidi" w:hAnsiTheme="minorBidi" w:cstheme="minorBidi"/>
          <w:b w:val="0"/>
        </w:rPr>
        <w:tab/>
        <w:t>Aucune Partie n'est responsable envers l'autre Partie en cas de retard ou de manquement dans l'exé</w:t>
      </w:r>
      <w:r w:rsidR="00114519">
        <w:rPr>
          <w:rFonts w:asciiTheme="minorBidi" w:hAnsiTheme="minorBidi" w:cstheme="minorBidi"/>
          <w:b w:val="0"/>
        </w:rPr>
        <w:softHyphen/>
      </w:r>
      <w:r w:rsidRPr="00FE5F9C">
        <w:rPr>
          <w:rFonts w:asciiTheme="minorBidi" w:hAnsiTheme="minorBidi" w:cstheme="minorBidi"/>
          <w:b w:val="0"/>
        </w:rPr>
        <w:t>cution de ses obligations dû à des raisons indépendantes de sa volonté ou de celle de ses agents, et ce tant que dure le cas de force majeure, tel que défini à l'article 31.</w:t>
      </w:r>
      <w:r w:rsidR="006C3E42">
        <w:rPr>
          <w:rFonts w:asciiTheme="minorBidi" w:hAnsiTheme="minorBidi" w:cstheme="minorBidi"/>
        </w:rPr>
        <w:br w:type="page"/>
      </w:r>
    </w:p>
    <w:p w14:paraId="723D9B7F"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lastRenderedPageBreak/>
        <w:t>4.</w:t>
      </w:r>
      <w:r w:rsidRPr="00FE5F9C">
        <w:rPr>
          <w:rFonts w:asciiTheme="minorBidi" w:hAnsiTheme="minorBidi" w:cstheme="minorBidi"/>
        </w:rPr>
        <w:tab/>
      </w:r>
      <w:r w:rsidRPr="00FE5F9C">
        <w:rPr>
          <w:rFonts w:asciiTheme="minorBidi" w:hAnsiTheme="minorBidi" w:cstheme="minorBidi"/>
          <w:b w:val="0"/>
        </w:rPr>
        <w:t>Toute Partie souhaitant invoquer les dispositions de cette clause doit en informer l'autre Partie sans délai et s'efforcer de remplir ses obligations dès que possible.</w:t>
      </w:r>
    </w:p>
    <w:p w14:paraId="40833FBD" w14:textId="77777777" w:rsidR="00A6228A" w:rsidRPr="00FE5F9C" w:rsidRDefault="00A6228A" w:rsidP="00A6228A">
      <w:pPr>
        <w:pStyle w:val="Textedebase"/>
        <w:rPr>
          <w:rFonts w:asciiTheme="minorBidi" w:hAnsiTheme="minorBidi" w:cstheme="minorBidi"/>
        </w:rPr>
      </w:pPr>
    </w:p>
    <w:p w14:paraId="0630FF05" w14:textId="77777777" w:rsidR="00A6228A" w:rsidRPr="00FE5F9C" w:rsidRDefault="00A6228A" w:rsidP="00A6228A">
      <w:pPr>
        <w:pStyle w:val="Textedebase"/>
        <w:tabs>
          <w:tab w:val="left" w:pos="567"/>
        </w:tabs>
        <w:rPr>
          <w:rFonts w:asciiTheme="minorBidi" w:hAnsiTheme="minorBidi" w:cstheme="minorBidi"/>
        </w:rPr>
      </w:pPr>
      <w:r w:rsidRPr="00FE5F9C">
        <w:rPr>
          <w:rFonts w:asciiTheme="minorBidi" w:hAnsiTheme="minorBidi" w:cstheme="minorBidi"/>
        </w:rPr>
        <w:t>5.</w:t>
      </w:r>
      <w:r w:rsidRPr="00FE5F9C">
        <w:rPr>
          <w:rFonts w:asciiTheme="minorBidi" w:hAnsiTheme="minorBidi" w:cstheme="minorBidi"/>
        </w:rPr>
        <w:tab/>
        <w:t>Si, en raison d'un cas de force majeure, l'une des Parties est empêchée de remplir ses obligations au titre du présent Contrat pendant une période continue de plus d'un mois, l'autre Partie peut résilier le Contrat avec effet immédiat à compter de la date de réception d'une notification écrite de l'autre Partie.</w:t>
      </w:r>
    </w:p>
    <w:p w14:paraId="20B40FA0" w14:textId="77777777" w:rsidR="00A6228A" w:rsidRPr="00FE5F9C" w:rsidRDefault="00A6228A" w:rsidP="00A6228A">
      <w:pPr>
        <w:pStyle w:val="Titre1"/>
        <w:ind w:left="709" w:hanging="709"/>
        <w:rPr>
          <w:rFonts w:asciiTheme="minorBidi" w:hAnsiTheme="minorBidi" w:cstheme="minorBidi"/>
          <w:b w:val="0"/>
        </w:rPr>
      </w:pPr>
    </w:p>
    <w:p w14:paraId="36C8386E"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6.</w:t>
      </w:r>
      <w:r w:rsidRPr="00FE5F9C">
        <w:rPr>
          <w:rFonts w:asciiTheme="minorBidi" w:hAnsiTheme="minorBidi" w:cstheme="minorBidi"/>
          <w:b w:val="0"/>
        </w:rPr>
        <w:tab/>
        <w:t xml:space="preserve">Le transporteur ne peut en aucun cas être tenu pour responsable en cas de retard, de perte, de vol, d'avarie ou de destruction d'envois ou de toute autre propriété causé par ou résultant: </w:t>
      </w:r>
    </w:p>
    <w:p w14:paraId="3A299C7E"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6.1</w:t>
      </w:r>
      <w:r w:rsidRPr="00FE5F9C">
        <w:rPr>
          <w:rFonts w:asciiTheme="minorBidi" w:hAnsiTheme="minorBidi" w:cstheme="minorBidi"/>
          <w:b w:val="0"/>
        </w:rPr>
        <w:tab/>
        <w:t>d'un vice propre ou de la nature de leur contenu;</w:t>
      </w:r>
    </w:p>
    <w:p w14:paraId="69656104"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6.2</w:t>
      </w:r>
      <w:r w:rsidRPr="00FE5F9C">
        <w:rPr>
          <w:rFonts w:asciiTheme="minorBidi" w:hAnsiTheme="minorBidi" w:cstheme="minorBidi"/>
          <w:b w:val="0"/>
        </w:rPr>
        <w:tab/>
        <w:t xml:space="preserve">d’un emballage défectueux; </w:t>
      </w:r>
    </w:p>
    <w:p w14:paraId="7147CF16"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6.3</w:t>
      </w:r>
      <w:r w:rsidRPr="00FE5F9C">
        <w:rPr>
          <w:rFonts w:asciiTheme="minorBidi" w:hAnsiTheme="minorBidi" w:cstheme="minorBidi"/>
          <w:b w:val="0"/>
        </w:rPr>
        <w:tab/>
        <w:t>d’un acte de guerre ou d’un conflit armé;</w:t>
      </w:r>
    </w:p>
    <w:p w14:paraId="6AE069C3"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6.4</w:t>
      </w:r>
      <w:r w:rsidRPr="00FE5F9C">
        <w:rPr>
          <w:rFonts w:asciiTheme="minorBidi" w:hAnsiTheme="minorBidi" w:cstheme="minorBidi"/>
          <w:b w:val="0"/>
        </w:rPr>
        <w:tab/>
        <w:t>d’une action entreprise par une autorité publique en rapport avec l'arrivée, la sortie ou le transit du courrier.</w:t>
      </w:r>
    </w:p>
    <w:p w14:paraId="3E4657E6" w14:textId="77777777" w:rsidR="00A6228A" w:rsidRPr="00FE5F9C" w:rsidRDefault="00A6228A" w:rsidP="00A6228A">
      <w:pPr>
        <w:pStyle w:val="Textedebase"/>
        <w:rPr>
          <w:rFonts w:asciiTheme="minorBidi" w:hAnsiTheme="minorBidi" w:cstheme="minorBidi"/>
        </w:rPr>
      </w:pPr>
    </w:p>
    <w:p w14:paraId="2BA6E859" w14:textId="77777777" w:rsidR="00A6228A" w:rsidRPr="00FE5F9C" w:rsidRDefault="00A6228A" w:rsidP="00A6228A">
      <w:pPr>
        <w:pStyle w:val="Textedebase"/>
        <w:rPr>
          <w:rFonts w:asciiTheme="minorBidi" w:hAnsiTheme="minorBidi" w:cstheme="minorBidi"/>
        </w:rPr>
      </w:pPr>
    </w:p>
    <w:p w14:paraId="3D2C7759"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IX.</w:t>
      </w:r>
      <w:r w:rsidRPr="00FE5F9C">
        <w:rPr>
          <w:rFonts w:asciiTheme="minorBidi" w:hAnsiTheme="minorBidi" w:cstheme="minorBidi"/>
        </w:rPr>
        <w:tab/>
        <w:t>Durée et extinction du Contrat</w:t>
      </w:r>
    </w:p>
    <w:p w14:paraId="6DEB6314" w14:textId="77777777" w:rsidR="00A6228A" w:rsidRPr="00FE5F9C" w:rsidRDefault="00A6228A" w:rsidP="00A6228A">
      <w:pPr>
        <w:pStyle w:val="Titre1"/>
        <w:widowControl w:val="0"/>
        <w:spacing w:line="240" w:lineRule="auto"/>
        <w:ind w:left="0" w:firstLine="0"/>
        <w:rPr>
          <w:rFonts w:asciiTheme="minorBidi" w:hAnsiTheme="minorBidi" w:cstheme="minorBidi"/>
        </w:rPr>
      </w:pPr>
    </w:p>
    <w:p w14:paraId="7A44D69F" w14:textId="77777777" w:rsidR="00A6228A" w:rsidRPr="00FE5F9C" w:rsidRDefault="00A6228A" w:rsidP="00A6228A">
      <w:pPr>
        <w:pStyle w:val="Titre1"/>
        <w:widowControl w:val="0"/>
        <w:rPr>
          <w:rFonts w:asciiTheme="minorBidi" w:hAnsiTheme="minorBidi" w:cstheme="minorBidi"/>
        </w:rPr>
      </w:pPr>
      <w:r w:rsidRPr="00FE5F9C">
        <w:rPr>
          <w:rFonts w:asciiTheme="minorBidi" w:hAnsiTheme="minorBidi" w:cstheme="minorBidi"/>
        </w:rPr>
        <w:t>Article 27</w:t>
      </w:r>
    </w:p>
    <w:p w14:paraId="3DEA8261" w14:textId="77777777" w:rsidR="00A6228A" w:rsidRPr="00FE5F9C" w:rsidRDefault="00A6228A" w:rsidP="00A6228A">
      <w:pPr>
        <w:pStyle w:val="Titre1"/>
        <w:widowControl w:val="0"/>
        <w:rPr>
          <w:rFonts w:asciiTheme="minorBidi" w:hAnsiTheme="minorBidi" w:cstheme="minorBidi"/>
          <w:b w:val="0"/>
        </w:rPr>
      </w:pPr>
      <w:r w:rsidRPr="00FE5F9C">
        <w:rPr>
          <w:rFonts w:asciiTheme="minorBidi" w:hAnsiTheme="minorBidi" w:cstheme="minorBidi"/>
        </w:rPr>
        <w:t>Entrée en vigueur et durée du Contrat</w:t>
      </w:r>
    </w:p>
    <w:p w14:paraId="68989D60" w14:textId="77777777" w:rsidR="00A6228A" w:rsidRPr="00FE5F9C" w:rsidRDefault="00A6228A" w:rsidP="00A6228A">
      <w:pPr>
        <w:pStyle w:val="Titre1"/>
        <w:widowControl w:val="0"/>
        <w:spacing w:line="240" w:lineRule="auto"/>
        <w:ind w:left="0" w:firstLine="0"/>
        <w:rPr>
          <w:rFonts w:asciiTheme="minorBidi" w:hAnsiTheme="minorBidi" w:cstheme="minorBidi"/>
          <w:b w:val="0"/>
        </w:rPr>
      </w:pPr>
    </w:p>
    <w:p w14:paraId="41DA596C" w14:textId="77777777" w:rsidR="00A6228A" w:rsidRPr="00FE5F9C" w:rsidRDefault="00A6228A" w:rsidP="00A15337">
      <w:pPr>
        <w:pStyle w:val="Titre1"/>
        <w:widowControl w:val="0"/>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 xml:space="preserve">Le présent Contrat entre en vigueur </w:t>
      </w:r>
      <w:r w:rsidR="00A15337">
        <w:rPr>
          <w:rFonts w:asciiTheme="minorBidi" w:hAnsiTheme="minorBidi" w:cstheme="minorBidi"/>
          <w:b w:val="0"/>
        </w:rPr>
        <w:t>au</w:t>
      </w:r>
      <w:r w:rsidRPr="00FE5F9C">
        <w:rPr>
          <w:rFonts w:asciiTheme="minorBidi" w:hAnsiTheme="minorBidi" w:cstheme="minorBidi"/>
          <w:b w:val="0"/>
        </w:rPr>
        <w:t xml:space="preserve"> ____ et expire le ____, à moins qu'il ne soit résilié avant en application de l'article 28. Les Parties peuvent convenir de prolonger la durée du Contrat au moins ____ jours avant la date de son expiration.</w:t>
      </w:r>
    </w:p>
    <w:p w14:paraId="70A54D23" w14:textId="77777777" w:rsidR="00A6228A" w:rsidRPr="00FE5F9C" w:rsidRDefault="00A6228A" w:rsidP="00A6228A">
      <w:pPr>
        <w:pStyle w:val="Titre1"/>
        <w:spacing w:line="240" w:lineRule="auto"/>
        <w:ind w:left="0" w:firstLine="0"/>
        <w:rPr>
          <w:rFonts w:asciiTheme="minorBidi" w:hAnsiTheme="minorBidi" w:cstheme="minorBidi"/>
        </w:rPr>
      </w:pPr>
    </w:p>
    <w:p w14:paraId="108D2DCE" w14:textId="77777777" w:rsidR="00A6228A" w:rsidRPr="00FE5F9C" w:rsidRDefault="00A6228A" w:rsidP="00A6228A">
      <w:pPr>
        <w:spacing w:line="240" w:lineRule="auto"/>
        <w:rPr>
          <w:rFonts w:asciiTheme="minorBidi" w:hAnsiTheme="minorBidi" w:cstheme="minorBidi"/>
          <w:b/>
          <w:bCs/>
        </w:rPr>
      </w:pPr>
    </w:p>
    <w:p w14:paraId="1322F581"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t>Article 28</w:t>
      </w:r>
    </w:p>
    <w:p w14:paraId="3F311C25"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Résiliation du Contrat</w:t>
      </w:r>
    </w:p>
    <w:p w14:paraId="5A119FD1" w14:textId="77777777" w:rsidR="00A6228A" w:rsidRPr="00FE5F9C" w:rsidRDefault="00A6228A" w:rsidP="00A6228A">
      <w:pPr>
        <w:pStyle w:val="Textedebase"/>
        <w:spacing w:line="240" w:lineRule="auto"/>
        <w:outlineLvl w:val="0"/>
        <w:rPr>
          <w:rFonts w:asciiTheme="minorBidi" w:hAnsiTheme="minorBidi" w:cstheme="minorBidi"/>
        </w:rPr>
      </w:pPr>
    </w:p>
    <w:p w14:paraId="712CEFBC"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L'une ou l'autre des Parties peut résilier le Contrat, en tout ou en partie, avant sa date d'expiration en adressant à l'autre Partie un avis de résiliation au moins ____ jours avant la date d'entrée en vigueur de la résiliation.</w:t>
      </w:r>
    </w:p>
    <w:p w14:paraId="63F60531" w14:textId="77777777" w:rsidR="00A6228A" w:rsidRPr="00FE5F9C" w:rsidRDefault="00A6228A" w:rsidP="00A6228A">
      <w:pPr>
        <w:pStyle w:val="Textedebase"/>
        <w:spacing w:line="240" w:lineRule="auto"/>
        <w:outlineLvl w:val="0"/>
        <w:rPr>
          <w:rFonts w:asciiTheme="minorBidi" w:hAnsiTheme="minorBidi" w:cstheme="minorBidi"/>
        </w:rPr>
      </w:pPr>
    </w:p>
    <w:p w14:paraId="7032196A"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 xml:space="preserve">Si, pour une destination particulière, le transporteur n'atteint pas le niveau de performance convenu ou modifie les horaires prévus de sorte que les prescriptions du mandant ne sont pas respectées, le Contrat peut être partiellement résilié pour la destination considérée. </w:t>
      </w:r>
    </w:p>
    <w:p w14:paraId="4D05F7EF" w14:textId="77777777" w:rsidR="00A6228A" w:rsidRPr="00FE5F9C" w:rsidRDefault="00A6228A" w:rsidP="00A6228A">
      <w:pPr>
        <w:pStyle w:val="Titre1"/>
        <w:tabs>
          <w:tab w:val="left" w:pos="567"/>
        </w:tabs>
        <w:spacing w:line="240" w:lineRule="auto"/>
        <w:ind w:left="0" w:firstLine="0"/>
        <w:rPr>
          <w:rFonts w:asciiTheme="minorBidi" w:hAnsiTheme="minorBidi" w:cstheme="minorBidi"/>
          <w:b w:val="0"/>
        </w:rPr>
      </w:pPr>
    </w:p>
    <w:p w14:paraId="7905728C"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En cas de manquement substantiel de l'une des Parties à l'une quelconque de ses obligations au titre du présent Contrat, et si ce manquement n'est pas corrigé dans un délai de ___ jours à compter de la date de réception d'une notification à cet égard, l'autre Partie peut mettre fin au présent Contrat sans préavis, moyen</w:t>
      </w:r>
      <w:r w:rsidR="00114519">
        <w:rPr>
          <w:rFonts w:asciiTheme="minorBidi" w:hAnsiTheme="minorBidi" w:cstheme="minorBidi"/>
          <w:b w:val="0"/>
        </w:rPr>
        <w:softHyphen/>
      </w:r>
      <w:r w:rsidRPr="00FE5F9C">
        <w:rPr>
          <w:rFonts w:asciiTheme="minorBidi" w:hAnsiTheme="minorBidi" w:cstheme="minorBidi"/>
          <w:b w:val="0"/>
        </w:rPr>
        <w:t>nant une notification écrite adressée à l'autre Partie.</w:t>
      </w:r>
    </w:p>
    <w:p w14:paraId="6108662F" w14:textId="77777777" w:rsidR="00A6228A" w:rsidRPr="00FE5F9C" w:rsidRDefault="00A6228A" w:rsidP="00A6228A">
      <w:pPr>
        <w:pStyle w:val="Textedebase"/>
        <w:spacing w:line="240" w:lineRule="auto"/>
        <w:outlineLvl w:val="0"/>
        <w:rPr>
          <w:rFonts w:asciiTheme="minorBidi" w:hAnsiTheme="minorBidi" w:cstheme="minorBidi"/>
        </w:rPr>
      </w:pPr>
    </w:p>
    <w:p w14:paraId="1A4506B2"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4.</w:t>
      </w:r>
      <w:r w:rsidRPr="00FE5F9C">
        <w:rPr>
          <w:rFonts w:asciiTheme="minorBidi" w:hAnsiTheme="minorBidi" w:cstheme="minorBidi"/>
          <w:b w:val="0"/>
        </w:rPr>
        <w:tab/>
        <w:t>Sans préjudice des autres dispositions du présent Contrat, chaque Partie peut mettre fin au Contrat avec effet immédiat, en l'absence de toute autre mesure visant à établir l'existence d'un manquement, si et lorsque l'autre Partie:</w:t>
      </w:r>
    </w:p>
    <w:p w14:paraId="651EAA89"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4.1</w:t>
      </w:r>
      <w:r w:rsidRPr="00FE5F9C">
        <w:rPr>
          <w:rFonts w:asciiTheme="minorBidi" w:hAnsiTheme="minorBidi" w:cstheme="minorBidi"/>
          <w:b w:val="0"/>
        </w:rPr>
        <w:tab/>
        <w:t>demande une suspension des paiements;</w:t>
      </w:r>
    </w:p>
    <w:p w14:paraId="64813BBC" w14:textId="77777777" w:rsidR="00A6228A" w:rsidRPr="00FE5F9C" w:rsidRDefault="00A6228A" w:rsidP="00A6228A">
      <w:pPr>
        <w:pStyle w:val="Titre1"/>
        <w:spacing w:before="120"/>
        <w:rPr>
          <w:rFonts w:asciiTheme="minorBidi" w:hAnsiTheme="minorBidi" w:cstheme="minorBidi"/>
          <w:b w:val="0"/>
        </w:rPr>
      </w:pPr>
      <w:r w:rsidRPr="00FE5F9C">
        <w:rPr>
          <w:rFonts w:asciiTheme="minorBidi" w:hAnsiTheme="minorBidi" w:cstheme="minorBidi"/>
          <w:b w:val="0"/>
        </w:rPr>
        <w:t>4.2</w:t>
      </w:r>
      <w:r w:rsidRPr="00FE5F9C">
        <w:rPr>
          <w:rFonts w:asciiTheme="minorBidi" w:hAnsiTheme="minorBidi" w:cstheme="minorBidi"/>
          <w:b w:val="0"/>
        </w:rPr>
        <w:tab/>
        <w:t xml:space="preserve">dépose son bilan, fait l’objet d’une </w:t>
      </w:r>
      <w:r w:rsidR="00A15337">
        <w:rPr>
          <w:rFonts w:asciiTheme="minorBidi" w:hAnsiTheme="minorBidi" w:cstheme="minorBidi"/>
          <w:b w:val="0"/>
        </w:rPr>
        <w:t>demande d</w:t>
      </w:r>
      <w:r w:rsidR="00A15337" w:rsidRPr="00A15337">
        <w:rPr>
          <w:rFonts w:asciiTheme="minorBidi" w:hAnsiTheme="minorBidi" w:cs="Arial"/>
          <w:b w:val="0"/>
        </w:rPr>
        <w:t>’</w:t>
      </w:r>
      <w:r w:rsidRPr="00FE5F9C">
        <w:rPr>
          <w:rFonts w:asciiTheme="minorBidi" w:hAnsiTheme="minorBidi" w:cstheme="minorBidi"/>
          <w:b w:val="0"/>
        </w:rPr>
        <w:t>ouverture d'une procédure d'insolvabilité ou fait l’objet de procédures similaires, ou est déclarée en faillite;</w:t>
      </w:r>
    </w:p>
    <w:p w14:paraId="4CDD7FB3" w14:textId="77777777" w:rsidR="001718B7" w:rsidRPr="008F3C2F" w:rsidRDefault="00A6228A" w:rsidP="008F3C2F">
      <w:pPr>
        <w:pStyle w:val="Titre1"/>
        <w:spacing w:before="120"/>
        <w:rPr>
          <w:rFonts w:asciiTheme="minorBidi" w:hAnsiTheme="minorBidi" w:cstheme="minorBidi"/>
          <w:b w:val="0"/>
        </w:rPr>
      </w:pPr>
      <w:r w:rsidRPr="00FE5F9C">
        <w:rPr>
          <w:rFonts w:asciiTheme="minorBidi" w:hAnsiTheme="minorBidi" w:cstheme="minorBidi"/>
          <w:b w:val="0"/>
        </w:rPr>
        <w:t>4.3</w:t>
      </w:r>
      <w:r w:rsidRPr="00FE5F9C">
        <w:rPr>
          <w:rFonts w:asciiTheme="minorBidi" w:hAnsiTheme="minorBidi" w:cstheme="minorBidi"/>
          <w:b w:val="0"/>
        </w:rPr>
        <w:tab/>
        <w:t>est une personne morale et que celle-ci est dissoute.</w:t>
      </w:r>
      <w:r w:rsidR="001718B7" w:rsidRPr="00FE5F9C">
        <w:rPr>
          <w:rFonts w:asciiTheme="minorBidi" w:hAnsiTheme="minorBidi" w:cstheme="minorBidi"/>
        </w:rPr>
        <w:br w:type="page"/>
      </w:r>
    </w:p>
    <w:p w14:paraId="6878DF26"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lastRenderedPageBreak/>
        <w:t>X.</w:t>
      </w:r>
      <w:r w:rsidRPr="00FE5F9C">
        <w:rPr>
          <w:rFonts w:asciiTheme="minorBidi" w:hAnsiTheme="minorBidi" w:cstheme="minorBidi"/>
        </w:rPr>
        <w:tab/>
        <w:t>Litiges</w:t>
      </w:r>
    </w:p>
    <w:p w14:paraId="0015AEF1" w14:textId="77777777" w:rsidR="00A6228A" w:rsidRPr="00FE5F9C" w:rsidRDefault="00A6228A" w:rsidP="00A6228A">
      <w:pPr>
        <w:pStyle w:val="Titre1"/>
        <w:spacing w:line="240" w:lineRule="auto"/>
        <w:ind w:left="0" w:firstLine="0"/>
        <w:rPr>
          <w:rFonts w:asciiTheme="minorBidi" w:hAnsiTheme="minorBidi" w:cstheme="minorBidi"/>
          <w:b w:val="0"/>
        </w:rPr>
      </w:pPr>
    </w:p>
    <w:p w14:paraId="5AE509DF"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29</w:t>
      </w:r>
    </w:p>
    <w:p w14:paraId="1FB8A44E"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Loi applicable et juridiction compétente</w:t>
      </w:r>
    </w:p>
    <w:p w14:paraId="098401DB" w14:textId="77777777" w:rsidR="00A6228A" w:rsidRPr="00FE5F9C" w:rsidRDefault="00A6228A" w:rsidP="00A6228A">
      <w:pPr>
        <w:pStyle w:val="Textedebase"/>
        <w:spacing w:line="240" w:lineRule="auto"/>
        <w:outlineLvl w:val="0"/>
        <w:rPr>
          <w:rFonts w:asciiTheme="minorBidi" w:hAnsiTheme="minorBidi" w:cstheme="minorBidi"/>
        </w:rPr>
      </w:pPr>
    </w:p>
    <w:p w14:paraId="2847E6E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présent Contrat est régi et interprété conformément aux lois de _____, indépendamment des règles de conflit de lois.</w:t>
      </w:r>
    </w:p>
    <w:p w14:paraId="69721C88" w14:textId="77777777" w:rsidR="00A6228A" w:rsidRPr="00FE5F9C" w:rsidRDefault="00A6228A" w:rsidP="00A6228A">
      <w:pPr>
        <w:pStyle w:val="Textedebase"/>
        <w:rPr>
          <w:rFonts w:asciiTheme="minorBidi" w:hAnsiTheme="minorBidi" w:cstheme="minorBidi"/>
        </w:rPr>
      </w:pPr>
    </w:p>
    <w:p w14:paraId="59BD8DD5"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 xml:space="preserve">Tout litige ou désaccord découlant du présent Contrat doit faire l'objet de négociations et être réglé entre les Parties d'une manière constructive et raisonnable. </w:t>
      </w:r>
    </w:p>
    <w:p w14:paraId="57F70AF4" w14:textId="77777777" w:rsidR="00A6228A" w:rsidRPr="00FE5F9C" w:rsidRDefault="00A6228A" w:rsidP="00A6228A">
      <w:pPr>
        <w:pStyle w:val="Textedebase"/>
        <w:rPr>
          <w:rFonts w:asciiTheme="minorBidi" w:hAnsiTheme="minorBidi" w:cstheme="minorBidi"/>
        </w:rPr>
      </w:pPr>
    </w:p>
    <w:p w14:paraId="3B6C2608"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3.</w:t>
      </w:r>
      <w:r w:rsidRPr="00FE5F9C">
        <w:rPr>
          <w:rFonts w:asciiTheme="minorBidi" w:hAnsiTheme="minorBidi" w:cstheme="minorBidi"/>
          <w:b w:val="0"/>
        </w:rPr>
        <w:tab/>
        <w:t>Tout litige ou désaccord ne pouvant être réglé à l'amiable est soumis au tribunal compétent en (pays _____) ou réglé par arbitrage, selon le choix des Parties.</w:t>
      </w:r>
    </w:p>
    <w:p w14:paraId="3EFBD041" w14:textId="77777777" w:rsidR="00A6228A" w:rsidRPr="00FE5F9C" w:rsidRDefault="00A6228A" w:rsidP="00A6228A">
      <w:pPr>
        <w:pStyle w:val="Titre1"/>
        <w:spacing w:line="240" w:lineRule="auto"/>
        <w:ind w:left="0" w:firstLine="0"/>
        <w:rPr>
          <w:rFonts w:asciiTheme="minorBidi" w:hAnsiTheme="minorBidi" w:cstheme="minorBidi"/>
          <w:b w:val="0"/>
        </w:rPr>
      </w:pPr>
    </w:p>
    <w:p w14:paraId="5D71352A" w14:textId="77777777" w:rsidR="00A6228A" w:rsidRPr="00FE5F9C" w:rsidRDefault="00A6228A" w:rsidP="00A6228A">
      <w:pPr>
        <w:spacing w:line="240" w:lineRule="auto"/>
        <w:rPr>
          <w:rFonts w:asciiTheme="minorBidi" w:hAnsiTheme="minorBidi" w:cstheme="minorBidi"/>
          <w:b/>
          <w:bCs/>
        </w:rPr>
      </w:pPr>
    </w:p>
    <w:p w14:paraId="5B116725"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XI.</w:t>
      </w:r>
      <w:r w:rsidRPr="00FE5F9C">
        <w:rPr>
          <w:rFonts w:asciiTheme="minorBidi" w:hAnsiTheme="minorBidi" w:cstheme="minorBidi"/>
        </w:rPr>
        <w:tab/>
        <w:t>Dispositions finales</w:t>
      </w:r>
    </w:p>
    <w:p w14:paraId="45AEDCF1" w14:textId="77777777" w:rsidR="00A6228A" w:rsidRPr="00FE5F9C" w:rsidRDefault="00A6228A" w:rsidP="00A6228A">
      <w:pPr>
        <w:pStyle w:val="Titre1"/>
        <w:spacing w:line="240" w:lineRule="auto"/>
        <w:ind w:left="0" w:firstLine="0"/>
        <w:rPr>
          <w:rFonts w:asciiTheme="minorBidi" w:hAnsiTheme="minorBidi" w:cstheme="minorBidi"/>
          <w:b w:val="0"/>
        </w:rPr>
      </w:pPr>
    </w:p>
    <w:p w14:paraId="605EF5F8" w14:textId="77777777" w:rsidR="00A6228A" w:rsidRPr="00FE5F9C" w:rsidRDefault="00A6228A" w:rsidP="00A6228A">
      <w:pPr>
        <w:pStyle w:val="Titre1"/>
        <w:rPr>
          <w:rFonts w:asciiTheme="minorBidi" w:hAnsiTheme="minorBidi" w:cstheme="minorBidi"/>
        </w:rPr>
      </w:pPr>
      <w:r w:rsidRPr="00FE5F9C">
        <w:rPr>
          <w:rFonts w:asciiTheme="minorBidi" w:hAnsiTheme="minorBidi" w:cstheme="minorBidi"/>
        </w:rPr>
        <w:t>Article 30</w:t>
      </w:r>
    </w:p>
    <w:p w14:paraId="360F24EE"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Informations confidentielles</w:t>
      </w:r>
    </w:p>
    <w:p w14:paraId="7E087F45" w14:textId="77777777" w:rsidR="00A6228A" w:rsidRPr="00FE5F9C" w:rsidRDefault="00A6228A" w:rsidP="00A6228A">
      <w:pPr>
        <w:pStyle w:val="Titre1"/>
        <w:ind w:left="0" w:firstLine="0"/>
        <w:rPr>
          <w:rFonts w:asciiTheme="minorBidi" w:hAnsiTheme="minorBidi" w:cstheme="minorBidi"/>
          <w:b w:val="0"/>
        </w:rPr>
      </w:pPr>
    </w:p>
    <w:p w14:paraId="27077ED7" w14:textId="77777777" w:rsidR="00A6228A" w:rsidRPr="00FE5F9C" w:rsidRDefault="00A6228A" w:rsidP="00A6228A">
      <w:pPr>
        <w:pStyle w:val="Titre1"/>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Les Parties reconnaissent que le présent Contrat renferme des informations sensibles sur le plan com</w:t>
      </w:r>
      <w:r w:rsidR="00114519">
        <w:rPr>
          <w:rFonts w:asciiTheme="minorBidi" w:hAnsiTheme="minorBidi" w:cstheme="minorBidi"/>
          <w:b w:val="0"/>
        </w:rPr>
        <w:softHyphen/>
      </w:r>
      <w:r w:rsidRPr="00FE5F9C">
        <w:rPr>
          <w:rFonts w:asciiTheme="minorBidi" w:hAnsiTheme="minorBidi" w:cstheme="minorBidi"/>
          <w:b w:val="0"/>
        </w:rPr>
        <w:t>mercial et conviennent de considérer le contenu intégral du présent Contrat ainsi que ses annexes et toute autre information fournie dans le cadre du Contrat comme strictement confidentiels. Elles doivent s'abstenir de dévoiler toute information à cet égard à des tiers, sans le consentement écrit préalable de l'autre Partie, sous réserve des lois applicables en (pays _____).</w:t>
      </w:r>
    </w:p>
    <w:p w14:paraId="6599D2D9" w14:textId="77777777" w:rsidR="00A6228A" w:rsidRPr="00FE5F9C" w:rsidRDefault="00A6228A" w:rsidP="00A6228A">
      <w:pPr>
        <w:pStyle w:val="Textedebase"/>
        <w:rPr>
          <w:rFonts w:asciiTheme="minorBidi" w:hAnsiTheme="minorBidi" w:cstheme="minorBidi"/>
        </w:rPr>
      </w:pPr>
    </w:p>
    <w:p w14:paraId="593AB961" w14:textId="77777777" w:rsidR="00A6228A" w:rsidRPr="00FE5F9C" w:rsidRDefault="00A6228A" w:rsidP="00A6228A">
      <w:pPr>
        <w:pStyle w:val="Textedebase"/>
        <w:rPr>
          <w:rFonts w:asciiTheme="minorBidi" w:hAnsiTheme="minorBidi" w:cstheme="minorBidi"/>
        </w:rPr>
      </w:pPr>
    </w:p>
    <w:p w14:paraId="3CE6A351" w14:textId="77777777" w:rsidR="00A6228A" w:rsidRPr="00FE5F9C" w:rsidRDefault="00A6228A" w:rsidP="00A6228A">
      <w:pPr>
        <w:pStyle w:val="Titre1"/>
        <w:ind w:left="0" w:firstLine="0"/>
        <w:rPr>
          <w:rFonts w:asciiTheme="minorBidi" w:hAnsiTheme="minorBidi" w:cstheme="minorBidi"/>
        </w:rPr>
      </w:pPr>
      <w:r w:rsidRPr="00FE5F9C">
        <w:rPr>
          <w:rFonts w:asciiTheme="minorBidi" w:hAnsiTheme="minorBidi" w:cstheme="minorBidi"/>
        </w:rPr>
        <w:t>Article 31</w:t>
      </w:r>
    </w:p>
    <w:p w14:paraId="77143589" w14:textId="77777777" w:rsidR="00A6228A" w:rsidRPr="00FE5F9C" w:rsidRDefault="00A6228A" w:rsidP="00A6228A">
      <w:pPr>
        <w:pStyle w:val="Titre1"/>
        <w:rPr>
          <w:rFonts w:asciiTheme="minorBidi" w:hAnsiTheme="minorBidi" w:cstheme="minorBidi"/>
          <w:b w:val="0"/>
        </w:rPr>
      </w:pPr>
      <w:r w:rsidRPr="00FE5F9C">
        <w:rPr>
          <w:rFonts w:asciiTheme="minorBidi" w:hAnsiTheme="minorBidi" w:cstheme="minorBidi"/>
        </w:rPr>
        <w:t>Force majeure</w:t>
      </w:r>
    </w:p>
    <w:p w14:paraId="5D56C42D" w14:textId="77777777" w:rsidR="00A6228A" w:rsidRPr="00FE5F9C" w:rsidRDefault="00A6228A" w:rsidP="00A6228A">
      <w:pPr>
        <w:pStyle w:val="Textedebase"/>
        <w:rPr>
          <w:rFonts w:asciiTheme="minorBidi" w:hAnsiTheme="minorBidi" w:cstheme="minorBidi"/>
        </w:rPr>
      </w:pPr>
    </w:p>
    <w:p w14:paraId="64B0D27B"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Aucune Partie ne peut être tenue pour responsable envers l'autre Partie de tout retard ou manquement dans l'exécution de ses obligations causé par des circonstances imprévisibles, y compris, notamment, par des cas de force majeure, d'incendie, d'inondation, d'émeute, d'épidémie, de prise de mesures de quarantaine, d'application de mesures gouvernementales, d'insurrection ou d'embargo sur les marchandises, ou dans tout autre cas indépendant de sa volonté.</w:t>
      </w:r>
    </w:p>
    <w:p w14:paraId="6E87943E" w14:textId="77777777" w:rsidR="00A6228A" w:rsidRPr="00FE5F9C" w:rsidRDefault="00A6228A" w:rsidP="00A6228A">
      <w:pPr>
        <w:pStyle w:val="Titre1"/>
        <w:ind w:left="709" w:hanging="709"/>
        <w:rPr>
          <w:rFonts w:asciiTheme="minorBidi" w:hAnsiTheme="minorBidi" w:cstheme="minorBidi"/>
          <w:b w:val="0"/>
        </w:rPr>
      </w:pPr>
    </w:p>
    <w:p w14:paraId="624F0D60" w14:textId="77777777" w:rsidR="00A6228A" w:rsidRPr="00FE5F9C" w:rsidRDefault="00A6228A" w:rsidP="00A6228A">
      <w:pPr>
        <w:pStyle w:val="Textedebase"/>
        <w:rPr>
          <w:rFonts w:asciiTheme="minorBidi" w:hAnsiTheme="minorBidi" w:cstheme="minorBidi"/>
        </w:rPr>
      </w:pPr>
    </w:p>
    <w:p w14:paraId="0DC109A6"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32</w:t>
      </w:r>
    </w:p>
    <w:p w14:paraId="419BDCC0"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Modifications</w:t>
      </w:r>
    </w:p>
    <w:p w14:paraId="13709B7A" w14:textId="77777777" w:rsidR="00A6228A" w:rsidRPr="00FE5F9C" w:rsidRDefault="00A6228A" w:rsidP="00A6228A">
      <w:pPr>
        <w:pStyle w:val="Textedebase"/>
        <w:rPr>
          <w:rFonts w:asciiTheme="minorBidi" w:hAnsiTheme="minorBidi" w:cstheme="minorBidi"/>
        </w:rPr>
      </w:pPr>
    </w:p>
    <w:p w14:paraId="6209561C"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Le présent Contrat comprend l'intégralité de ce dont les Parties sont convenues et ne peut être modifié que moyennant un avenant écrit signé par les deux Parties.</w:t>
      </w:r>
    </w:p>
    <w:p w14:paraId="1B395241" w14:textId="77777777" w:rsidR="00A6228A" w:rsidRPr="00FE5F9C" w:rsidRDefault="00A6228A" w:rsidP="00A6228A">
      <w:pPr>
        <w:pStyle w:val="Textedebase"/>
        <w:rPr>
          <w:rFonts w:asciiTheme="minorBidi" w:hAnsiTheme="minorBidi" w:cstheme="minorBidi"/>
        </w:rPr>
      </w:pPr>
    </w:p>
    <w:p w14:paraId="0115588A"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2.</w:t>
      </w:r>
      <w:r w:rsidRPr="00FE5F9C">
        <w:rPr>
          <w:rFonts w:asciiTheme="minorBidi" w:hAnsiTheme="minorBidi" w:cstheme="minorBidi"/>
          <w:b w:val="0"/>
        </w:rPr>
        <w:tab/>
        <w:t>Toutes les annexes au présent Contrat font partie intégrante dudit Contrat.</w:t>
      </w:r>
    </w:p>
    <w:p w14:paraId="2AF26034" w14:textId="77777777" w:rsidR="00A6228A" w:rsidRPr="00FE5F9C" w:rsidRDefault="00A6228A" w:rsidP="00A6228A">
      <w:pPr>
        <w:pStyle w:val="Titre1"/>
        <w:ind w:left="709" w:hanging="709"/>
        <w:rPr>
          <w:rFonts w:asciiTheme="minorBidi" w:hAnsiTheme="minorBidi" w:cstheme="minorBidi"/>
          <w:b w:val="0"/>
        </w:rPr>
      </w:pPr>
    </w:p>
    <w:p w14:paraId="2F617BF7" w14:textId="77777777" w:rsidR="00A6228A" w:rsidRPr="00FE5F9C" w:rsidRDefault="00A6228A" w:rsidP="00A6228A">
      <w:pPr>
        <w:pStyle w:val="Textedebase"/>
        <w:rPr>
          <w:rFonts w:asciiTheme="minorBidi" w:hAnsiTheme="minorBidi" w:cstheme="minorBidi"/>
        </w:rPr>
      </w:pPr>
    </w:p>
    <w:p w14:paraId="49DD863D" w14:textId="77777777" w:rsidR="00A6228A" w:rsidRPr="00FE5F9C" w:rsidRDefault="00A6228A" w:rsidP="00A6228A">
      <w:pPr>
        <w:pStyle w:val="Titre1"/>
        <w:ind w:left="709" w:hanging="709"/>
        <w:rPr>
          <w:rFonts w:asciiTheme="minorBidi" w:hAnsiTheme="minorBidi" w:cstheme="minorBidi"/>
        </w:rPr>
      </w:pPr>
      <w:r w:rsidRPr="00FE5F9C">
        <w:rPr>
          <w:rFonts w:asciiTheme="minorBidi" w:hAnsiTheme="minorBidi" w:cstheme="minorBidi"/>
        </w:rPr>
        <w:t>Article 33</w:t>
      </w:r>
    </w:p>
    <w:p w14:paraId="5273A9A3" w14:textId="77777777" w:rsidR="00A6228A" w:rsidRPr="00FE5F9C" w:rsidRDefault="00A6228A" w:rsidP="00A6228A">
      <w:pPr>
        <w:pStyle w:val="Titre1"/>
        <w:ind w:left="709" w:hanging="709"/>
        <w:rPr>
          <w:rFonts w:asciiTheme="minorBidi" w:hAnsiTheme="minorBidi" w:cstheme="minorBidi"/>
          <w:b w:val="0"/>
        </w:rPr>
      </w:pPr>
      <w:r w:rsidRPr="00FE5F9C">
        <w:rPr>
          <w:rFonts w:asciiTheme="minorBidi" w:hAnsiTheme="minorBidi" w:cstheme="minorBidi"/>
        </w:rPr>
        <w:t>Divisibilité</w:t>
      </w:r>
    </w:p>
    <w:p w14:paraId="3A3FC1B5" w14:textId="77777777" w:rsidR="00A6228A" w:rsidRPr="00FE5F9C" w:rsidRDefault="00A6228A" w:rsidP="00A6228A">
      <w:pPr>
        <w:pStyle w:val="Textedebase"/>
        <w:rPr>
          <w:rFonts w:asciiTheme="minorBidi" w:hAnsiTheme="minorBidi" w:cstheme="minorBidi"/>
        </w:rPr>
      </w:pPr>
    </w:p>
    <w:p w14:paraId="3AF72162" w14:textId="77777777" w:rsidR="00A6228A" w:rsidRPr="00FE5F9C" w:rsidRDefault="00A6228A" w:rsidP="00A6228A">
      <w:pPr>
        <w:pStyle w:val="Titre1"/>
        <w:tabs>
          <w:tab w:val="left" w:pos="567"/>
        </w:tabs>
        <w:ind w:left="0" w:firstLine="0"/>
        <w:rPr>
          <w:rFonts w:asciiTheme="minorBidi" w:hAnsiTheme="minorBidi" w:cstheme="minorBidi"/>
          <w:b w:val="0"/>
        </w:rPr>
      </w:pPr>
      <w:r w:rsidRPr="00FE5F9C">
        <w:rPr>
          <w:rFonts w:asciiTheme="minorBidi" w:hAnsiTheme="minorBidi" w:cstheme="minorBidi"/>
          <w:b w:val="0"/>
        </w:rPr>
        <w:t>1.</w:t>
      </w:r>
      <w:r w:rsidRPr="00FE5F9C">
        <w:rPr>
          <w:rFonts w:asciiTheme="minorBidi" w:hAnsiTheme="minorBidi" w:cstheme="minorBidi"/>
          <w:b w:val="0"/>
        </w:rPr>
        <w:tab/>
        <w:t>Si l'une quelconque des dispositions du présent Contrat est jugée invalide ou interdite, seule la partie de cette disposition réputée invalide ou interdite est sans effet et cela n'affecte en rien le reste de la disposition considérée ni les autres dispositions du présent Contrat</w:t>
      </w:r>
      <w:r w:rsidR="00411FB7">
        <w:rPr>
          <w:rFonts w:asciiTheme="minorBidi" w:hAnsiTheme="minorBidi" w:cstheme="minorBidi"/>
          <w:b w:val="0"/>
        </w:rPr>
        <w:t>.</w:t>
      </w:r>
    </w:p>
    <w:p w14:paraId="35C88445" w14:textId="77777777" w:rsidR="00A6228A" w:rsidRPr="00FE5F9C" w:rsidRDefault="00A6228A" w:rsidP="00A6228A">
      <w:pPr>
        <w:pStyle w:val="Titre1"/>
        <w:rPr>
          <w:rFonts w:asciiTheme="minorBidi" w:hAnsiTheme="minorBidi" w:cstheme="minorBidi"/>
          <w:b w:val="0"/>
        </w:rPr>
      </w:pPr>
    </w:p>
    <w:p w14:paraId="68871279" w14:textId="77777777" w:rsidR="00A6228A" w:rsidRPr="00FE5F9C" w:rsidRDefault="00A6228A" w:rsidP="00A6228A">
      <w:pPr>
        <w:pStyle w:val="Titre1"/>
        <w:rPr>
          <w:rFonts w:asciiTheme="minorBidi" w:hAnsiTheme="minorBidi" w:cstheme="minorBidi"/>
          <w:b w:val="0"/>
        </w:rPr>
      </w:pPr>
    </w:p>
    <w:p w14:paraId="20DC89C5" w14:textId="77777777" w:rsidR="008F3C2F" w:rsidRDefault="008F3C2F">
      <w:pPr>
        <w:spacing w:line="240" w:lineRule="auto"/>
        <w:rPr>
          <w:rFonts w:asciiTheme="minorBidi" w:hAnsiTheme="minorBidi" w:cstheme="minorBidi"/>
          <w:bCs/>
        </w:rPr>
      </w:pPr>
      <w:r>
        <w:rPr>
          <w:rFonts w:asciiTheme="minorBidi" w:hAnsiTheme="minorBidi" w:cstheme="minorBidi"/>
          <w:b/>
        </w:rPr>
        <w:br w:type="page"/>
      </w:r>
    </w:p>
    <w:p w14:paraId="479E0DED" w14:textId="77777777" w:rsidR="00A6228A" w:rsidRPr="00FE5F9C" w:rsidRDefault="00A6228A" w:rsidP="00A6228A">
      <w:pPr>
        <w:pStyle w:val="Titre1"/>
        <w:tabs>
          <w:tab w:val="right" w:pos="9498"/>
        </w:tabs>
        <w:ind w:left="0" w:firstLine="0"/>
        <w:jc w:val="left"/>
        <w:rPr>
          <w:rFonts w:asciiTheme="minorBidi" w:hAnsiTheme="minorBidi" w:cstheme="minorBidi"/>
          <w:b w:val="0"/>
        </w:rPr>
      </w:pPr>
      <w:r w:rsidRPr="00FE5F9C">
        <w:rPr>
          <w:rFonts w:asciiTheme="minorBidi" w:hAnsiTheme="minorBidi" w:cstheme="minorBidi"/>
          <w:b w:val="0"/>
        </w:rPr>
        <w:lastRenderedPageBreak/>
        <w:t>Approuvé et s</w:t>
      </w:r>
      <w:r w:rsidR="008F3C2F">
        <w:rPr>
          <w:rFonts w:asciiTheme="minorBidi" w:hAnsiTheme="minorBidi" w:cstheme="minorBidi"/>
          <w:b w:val="0"/>
        </w:rPr>
        <w:t xml:space="preserve">igné en double exemplaire le: </w:t>
      </w:r>
      <w:r w:rsidR="008F3C2F">
        <w:rPr>
          <w:rFonts w:asciiTheme="minorBidi" w:hAnsiTheme="minorBidi" w:cstheme="minorBidi"/>
          <w:b w:val="0"/>
        </w:rPr>
        <w:tab/>
      </w:r>
    </w:p>
    <w:p w14:paraId="15892241" w14:textId="77777777" w:rsidR="004422FB" w:rsidRPr="00FE5F9C" w:rsidRDefault="004422FB" w:rsidP="004422FB">
      <w:pPr>
        <w:widowControl w:val="0"/>
        <w:jc w:val="both"/>
        <w:rPr>
          <w:rFonts w:asciiTheme="minorBidi" w:eastAsia="Batang" w:hAnsiTheme="minorBidi" w:cstheme="minorBidi"/>
          <w:color w:val="000000"/>
        </w:rPr>
      </w:pPr>
    </w:p>
    <w:p w14:paraId="48F3D355" w14:textId="77777777" w:rsidR="004422FB" w:rsidRPr="00FE5F9C" w:rsidRDefault="004422FB" w:rsidP="004422FB">
      <w:pPr>
        <w:widowControl w:val="0"/>
        <w:jc w:val="both"/>
        <w:rPr>
          <w:rFonts w:asciiTheme="minorBidi" w:eastAsia="Batang" w:hAnsiTheme="minorBidi" w:cstheme="minorBidi"/>
        </w:rPr>
      </w:pPr>
    </w:p>
    <w:tbl>
      <w:tblPr>
        <w:tblW w:w="0" w:type="auto"/>
        <w:tblLook w:val="01E0" w:firstRow="1" w:lastRow="1" w:firstColumn="1" w:lastColumn="1" w:noHBand="0" w:noVBand="0"/>
      </w:tblPr>
      <w:tblGrid>
        <w:gridCol w:w="4861"/>
        <w:gridCol w:w="4777"/>
      </w:tblGrid>
      <w:tr w:rsidR="004422FB" w:rsidRPr="00267C34" w14:paraId="02DA2A5C" w14:textId="77777777" w:rsidTr="00687438">
        <w:tc>
          <w:tcPr>
            <w:tcW w:w="4962" w:type="dxa"/>
          </w:tcPr>
          <w:p w14:paraId="4CFF34CD" w14:textId="77777777" w:rsidR="004422FB" w:rsidRPr="00FE5F9C" w:rsidRDefault="00567347" w:rsidP="00567347">
            <w:pPr>
              <w:widowControl w:val="0"/>
              <w:ind w:left="34" w:hanging="142"/>
              <w:rPr>
                <w:rFonts w:eastAsia="Batang" w:cs="Arial"/>
                <w:lang w:eastAsia="ko-KR"/>
              </w:rPr>
            </w:pPr>
            <w:r w:rsidRPr="00FE5F9C">
              <w:rPr>
                <w:rFonts w:eastAsia="Batang"/>
                <w:lang w:eastAsia="ko-KR"/>
              </w:rPr>
              <w:t>Lieu et date:</w:t>
            </w:r>
          </w:p>
          <w:p w14:paraId="75997CE7" w14:textId="77777777" w:rsidR="004422FB" w:rsidRPr="00FE5F9C" w:rsidRDefault="004422FB" w:rsidP="00A6228A">
            <w:pPr>
              <w:widowControl w:val="0"/>
              <w:ind w:left="-122" w:firstLine="14"/>
              <w:jc w:val="both"/>
              <w:rPr>
                <w:rFonts w:eastAsia="Batang" w:cs="Arial"/>
                <w:lang w:val="fr-CH" w:eastAsia="ko-KR"/>
              </w:rPr>
            </w:pPr>
          </w:p>
          <w:p w14:paraId="1C59A15B" w14:textId="77777777" w:rsidR="004422FB" w:rsidRPr="00FE5F9C" w:rsidRDefault="004422FB" w:rsidP="00A6228A">
            <w:pPr>
              <w:widowControl w:val="0"/>
              <w:ind w:left="-122" w:firstLine="14"/>
              <w:jc w:val="both"/>
              <w:rPr>
                <w:rFonts w:eastAsia="Batang" w:cs="Arial"/>
                <w:lang w:val="fr-CH" w:eastAsia="ko-KR"/>
              </w:rPr>
            </w:pPr>
          </w:p>
          <w:p w14:paraId="358FE837" w14:textId="77777777" w:rsidR="004422FB" w:rsidRPr="00FE5F9C" w:rsidRDefault="00567347" w:rsidP="00A6228A">
            <w:pPr>
              <w:widowControl w:val="0"/>
              <w:ind w:left="-122" w:firstLine="14"/>
              <w:jc w:val="both"/>
              <w:rPr>
                <w:rFonts w:eastAsia="Batang" w:cs="Arial"/>
                <w:lang w:eastAsia="ko-KR"/>
              </w:rPr>
            </w:pPr>
            <w:r>
              <w:rPr>
                <w:rFonts w:asciiTheme="minorBidi" w:hAnsiTheme="minorBidi" w:cstheme="minorBidi"/>
              </w:rPr>
              <w:t>Pour l</w:t>
            </w:r>
            <w:r w:rsidRPr="00FE5F9C">
              <w:rPr>
                <w:rFonts w:asciiTheme="minorBidi" w:hAnsiTheme="minorBidi" w:cstheme="minorBidi"/>
              </w:rPr>
              <w:t>e transporteur</w:t>
            </w:r>
            <w:r w:rsidRPr="00FE5F9C">
              <w:rPr>
                <w:rFonts w:eastAsia="Batang"/>
                <w:lang w:eastAsia="ko-KR"/>
              </w:rPr>
              <w:t>:</w:t>
            </w:r>
          </w:p>
          <w:p w14:paraId="6CCC5CBF" w14:textId="77777777" w:rsidR="004422FB" w:rsidRPr="00FE5F9C" w:rsidRDefault="004422FB" w:rsidP="00A6228A">
            <w:pPr>
              <w:widowControl w:val="0"/>
              <w:ind w:left="-122" w:firstLine="14"/>
              <w:jc w:val="both"/>
              <w:rPr>
                <w:rFonts w:eastAsia="Batang" w:cs="Arial"/>
                <w:lang w:val="fr-CH" w:eastAsia="ko-KR"/>
              </w:rPr>
            </w:pPr>
          </w:p>
          <w:p w14:paraId="770EF243" w14:textId="77777777" w:rsidR="004422FB" w:rsidRPr="00FE5F9C" w:rsidRDefault="004422FB" w:rsidP="00A6228A">
            <w:pPr>
              <w:widowControl w:val="0"/>
              <w:ind w:left="-122" w:firstLine="14"/>
              <w:jc w:val="both"/>
              <w:rPr>
                <w:rFonts w:eastAsia="Batang" w:cs="Arial"/>
                <w:lang w:val="fr-CH" w:eastAsia="ko-KR"/>
              </w:rPr>
            </w:pPr>
          </w:p>
          <w:p w14:paraId="1370DD51" w14:textId="77777777" w:rsidR="004422FB" w:rsidRPr="00FE5F9C" w:rsidRDefault="004422FB" w:rsidP="00A6228A">
            <w:pPr>
              <w:widowControl w:val="0"/>
              <w:ind w:left="-122" w:firstLine="14"/>
              <w:jc w:val="both"/>
              <w:rPr>
                <w:rFonts w:eastAsia="Batang" w:cs="Arial"/>
                <w:lang w:val="fr-CH" w:eastAsia="ko-KR"/>
              </w:rPr>
            </w:pPr>
          </w:p>
          <w:p w14:paraId="6BE73255" w14:textId="77777777" w:rsidR="004422FB" w:rsidRPr="00FE5F9C" w:rsidRDefault="004422FB" w:rsidP="00A6228A">
            <w:pPr>
              <w:widowControl w:val="0"/>
              <w:ind w:left="-122" w:firstLine="14"/>
              <w:jc w:val="both"/>
              <w:rPr>
                <w:rFonts w:eastAsia="Batang" w:cs="Arial"/>
                <w:lang w:val="fr-CH" w:eastAsia="ko-KR"/>
              </w:rPr>
            </w:pPr>
          </w:p>
          <w:p w14:paraId="1F82D2C7" w14:textId="77777777" w:rsidR="004422FB" w:rsidRPr="00FE5F9C" w:rsidRDefault="004422FB" w:rsidP="00A6228A">
            <w:pPr>
              <w:widowControl w:val="0"/>
              <w:ind w:left="-122" w:firstLine="14"/>
              <w:jc w:val="both"/>
              <w:rPr>
                <w:rFonts w:eastAsia="Batang" w:cs="Arial"/>
                <w:lang w:val="fr-CH" w:eastAsia="ko-KR"/>
              </w:rPr>
            </w:pPr>
          </w:p>
          <w:p w14:paraId="78DCE558" w14:textId="77777777" w:rsidR="004422FB" w:rsidRPr="00FE5F9C" w:rsidRDefault="004422FB" w:rsidP="00A6228A">
            <w:pPr>
              <w:widowControl w:val="0"/>
              <w:ind w:left="-122" w:right="34" w:firstLine="14"/>
              <w:jc w:val="both"/>
              <w:rPr>
                <w:rFonts w:eastAsia="Batang" w:cs="Arial"/>
                <w:lang w:eastAsia="ko-KR"/>
              </w:rPr>
            </w:pPr>
            <w:r w:rsidRPr="00FE5F9C">
              <w:rPr>
                <w:rFonts w:eastAsia="Batang"/>
                <w:lang w:eastAsia="ko-KR"/>
              </w:rPr>
              <w:t>_________________________________________</w:t>
            </w:r>
          </w:p>
          <w:p w14:paraId="4D5764FE" w14:textId="77777777" w:rsidR="004422FB" w:rsidRPr="00FE5F9C" w:rsidRDefault="008F3C2F" w:rsidP="00A6228A">
            <w:pPr>
              <w:widowControl w:val="0"/>
              <w:ind w:left="-122" w:firstLine="14"/>
              <w:jc w:val="both"/>
              <w:rPr>
                <w:rFonts w:eastAsia="Batang" w:cs="Arial"/>
                <w:lang w:eastAsia="ko-KR"/>
              </w:rPr>
            </w:pPr>
            <w:r>
              <w:rPr>
                <w:rFonts w:eastAsia="Batang"/>
                <w:lang w:eastAsia="ko-KR"/>
              </w:rPr>
              <w:t>Nom</w:t>
            </w:r>
          </w:p>
          <w:p w14:paraId="2CCA4036" w14:textId="77777777" w:rsidR="004422FB" w:rsidRDefault="008F3C2F" w:rsidP="00A6228A">
            <w:pPr>
              <w:widowControl w:val="0"/>
              <w:ind w:left="-122" w:firstLine="14"/>
              <w:rPr>
                <w:rFonts w:eastAsia="Batang"/>
                <w:lang w:eastAsia="ko-KR"/>
              </w:rPr>
            </w:pPr>
            <w:r>
              <w:rPr>
                <w:rFonts w:eastAsia="Batang"/>
                <w:lang w:eastAsia="ko-KR"/>
              </w:rPr>
              <w:t>Titre</w:t>
            </w:r>
          </w:p>
          <w:p w14:paraId="660E2C95" w14:textId="77777777" w:rsidR="008F3C2F" w:rsidRDefault="008F3C2F" w:rsidP="00A6228A">
            <w:pPr>
              <w:widowControl w:val="0"/>
              <w:ind w:left="-122" w:firstLine="14"/>
              <w:rPr>
                <w:rFonts w:eastAsia="Batang"/>
                <w:lang w:eastAsia="ko-KR"/>
              </w:rPr>
            </w:pPr>
          </w:p>
          <w:p w14:paraId="48D14F95" w14:textId="77777777" w:rsidR="008F3C2F" w:rsidRPr="00FE5F9C" w:rsidRDefault="008F3C2F" w:rsidP="00A6228A">
            <w:pPr>
              <w:widowControl w:val="0"/>
              <w:ind w:left="-122" w:firstLine="14"/>
              <w:rPr>
                <w:rFonts w:eastAsia="Batang" w:cs="Arial"/>
                <w:lang w:eastAsia="ko-KR"/>
              </w:rPr>
            </w:pPr>
            <w:r>
              <w:t>Coordonnées</w:t>
            </w:r>
          </w:p>
        </w:tc>
        <w:tc>
          <w:tcPr>
            <w:tcW w:w="4677" w:type="dxa"/>
          </w:tcPr>
          <w:p w14:paraId="20E6DFD9" w14:textId="77777777" w:rsidR="004422FB" w:rsidRPr="00FE5F9C" w:rsidRDefault="00567347" w:rsidP="00567347">
            <w:pPr>
              <w:widowControl w:val="0"/>
              <w:rPr>
                <w:rFonts w:eastAsia="Batang" w:cs="Arial"/>
                <w:lang w:eastAsia="ko-KR"/>
              </w:rPr>
            </w:pPr>
            <w:r w:rsidRPr="00FE5F9C">
              <w:rPr>
                <w:rFonts w:eastAsia="Batang"/>
                <w:lang w:eastAsia="ko-KR"/>
              </w:rPr>
              <w:t>Lieu et date:</w:t>
            </w:r>
          </w:p>
          <w:p w14:paraId="54263DB4" w14:textId="77777777" w:rsidR="004422FB" w:rsidRPr="008F3C2F" w:rsidRDefault="004422FB" w:rsidP="00A6228A">
            <w:pPr>
              <w:widowControl w:val="0"/>
              <w:jc w:val="both"/>
              <w:rPr>
                <w:rFonts w:eastAsia="Batang" w:cs="Arial"/>
                <w:lang w:val="fr-CH" w:eastAsia="ko-KR"/>
              </w:rPr>
            </w:pPr>
          </w:p>
          <w:p w14:paraId="5A1A133B" w14:textId="77777777" w:rsidR="008F3C2F" w:rsidRPr="008F3C2F" w:rsidRDefault="008F3C2F" w:rsidP="00A6228A">
            <w:pPr>
              <w:widowControl w:val="0"/>
              <w:jc w:val="both"/>
              <w:rPr>
                <w:rFonts w:eastAsia="Batang" w:cs="Arial"/>
                <w:lang w:val="fr-CH" w:eastAsia="ko-KR"/>
              </w:rPr>
            </w:pPr>
          </w:p>
          <w:p w14:paraId="3560AD67" w14:textId="77777777" w:rsidR="004422FB" w:rsidRPr="00FE5F9C" w:rsidRDefault="00567347" w:rsidP="00A6228A">
            <w:pPr>
              <w:widowControl w:val="0"/>
              <w:jc w:val="both"/>
              <w:rPr>
                <w:rFonts w:eastAsia="Batang" w:cs="Arial"/>
                <w:lang w:eastAsia="ko-KR"/>
              </w:rPr>
            </w:pPr>
            <w:r>
              <w:rPr>
                <w:rFonts w:asciiTheme="minorBidi" w:hAnsiTheme="minorBidi" w:cstheme="minorBidi"/>
              </w:rPr>
              <w:t>Pour l</w:t>
            </w:r>
            <w:r w:rsidRPr="00FE5F9C">
              <w:rPr>
                <w:rFonts w:asciiTheme="minorBidi" w:hAnsiTheme="minorBidi" w:cstheme="minorBidi"/>
              </w:rPr>
              <w:t>e mandant</w:t>
            </w:r>
            <w:r w:rsidRPr="00FE5F9C">
              <w:rPr>
                <w:rFonts w:eastAsia="Batang"/>
                <w:lang w:eastAsia="ko-KR"/>
              </w:rPr>
              <w:t>:</w:t>
            </w:r>
          </w:p>
          <w:p w14:paraId="58E922A1" w14:textId="77777777" w:rsidR="004422FB" w:rsidRPr="00FE5F9C" w:rsidRDefault="004422FB" w:rsidP="00A6228A">
            <w:pPr>
              <w:widowControl w:val="0"/>
              <w:jc w:val="both"/>
              <w:rPr>
                <w:rFonts w:eastAsia="Batang" w:cs="Arial"/>
                <w:lang w:val="fr-CH" w:eastAsia="ko-KR"/>
              </w:rPr>
            </w:pPr>
          </w:p>
          <w:p w14:paraId="02E26F01" w14:textId="77777777" w:rsidR="004422FB" w:rsidRPr="00FE5F9C" w:rsidRDefault="004422FB" w:rsidP="00A6228A">
            <w:pPr>
              <w:widowControl w:val="0"/>
              <w:jc w:val="both"/>
              <w:rPr>
                <w:rFonts w:eastAsia="Batang" w:cs="Arial"/>
                <w:lang w:val="fr-CH" w:eastAsia="ko-KR"/>
              </w:rPr>
            </w:pPr>
          </w:p>
          <w:p w14:paraId="43C93E26" w14:textId="77777777" w:rsidR="004422FB" w:rsidRPr="00FE5F9C" w:rsidRDefault="004422FB" w:rsidP="00A6228A">
            <w:pPr>
              <w:widowControl w:val="0"/>
              <w:jc w:val="both"/>
              <w:rPr>
                <w:rFonts w:eastAsia="Batang" w:cs="Arial"/>
                <w:lang w:val="fr-CH" w:eastAsia="ko-KR"/>
              </w:rPr>
            </w:pPr>
          </w:p>
          <w:p w14:paraId="1A6207E8" w14:textId="77777777" w:rsidR="004422FB" w:rsidRPr="00FE5F9C" w:rsidRDefault="004422FB" w:rsidP="00A6228A">
            <w:pPr>
              <w:widowControl w:val="0"/>
              <w:jc w:val="both"/>
              <w:rPr>
                <w:rFonts w:eastAsia="Batang" w:cs="Arial"/>
                <w:lang w:val="fr-CH" w:eastAsia="ko-KR"/>
              </w:rPr>
            </w:pPr>
          </w:p>
          <w:p w14:paraId="3DD6206E" w14:textId="77777777" w:rsidR="004422FB" w:rsidRPr="00FE5F9C" w:rsidRDefault="004422FB" w:rsidP="00A6228A">
            <w:pPr>
              <w:widowControl w:val="0"/>
              <w:jc w:val="both"/>
              <w:rPr>
                <w:rFonts w:eastAsia="Batang" w:cs="Arial"/>
                <w:lang w:val="fr-CH" w:eastAsia="ko-KR"/>
              </w:rPr>
            </w:pPr>
          </w:p>
          <w:p w14:paraId="5AA6EAEF" w14:textId="77777777" w:rsidR="004422FB" w:rsidRPr="00FE5F9C" w:rsidRDefault="004422FB" w:rsidP="00A6228A">
            <w:pPr>
              <w:widowControl w:val="0"/>
              <w:ind w:right="-108"/>
              <w:jc w:val="both"/>
              <w:rPr>
                <w:rFonts w:eastAsia="Batang" w:cs="Arial"/>
                <w:lang w:eastAsia="ko-KR"/>
              </w:rPr>
            </w:pPr>
            <w:r w:rsidRPr="00FE5F9C">
              <w:rPr>
                <w:rFonts w:eastAsia="Batang"/>
                <w:lang w:eastAsia="ko-KR"/>
              </w:rPr>
              <w:t>_________________________________________</w:t>
            </w:r>
          </w:p>
          <w:p w14:paraId="508FBDE5" w14:textId="77777777" w:rsidR="004422FB" w:rsidRPr="00FE5F9C" w:rsidRDefault="004422FB" w:rsidP="00A6228A">
            <w:pPr>
              <w:widowControl w:val="0"/>
              <w:jc w:val="both"/>
              <w:rPr>
                <w:rFonts w:eastAsia="Batang" w:cs="Arial"/>
                <w:lang w:eastAsia="ko-KR"/>
              </w:rPr>
            </w:pPr>
            <w:r w:rsidRPr="00FE5F9C">
              <w:rPr>
                <w:rFonts w:eastAsia="Batang"/>
                <w:lang w:eastAsia="ko-KR"/>
              </w:rPr>
              <w:t>Nom</w:t>
            </w:r>
          </w:p>
          <w:p w14:paraId="3574E9B0" w14:textId="77777777" w:rsidR="004422FB" w:rsidRDefault="004422FB" w:rsidP="00A6228A">
            <w:pPr>
              <w:widowControl w:val="0"/>
              <w:jc w:val="both"/>
              <w:rPr>
                <w:rFonts w:eastAsia="Batang"/>
                <w:lang w:eastAsia="ko-KR"/>
              </w:rPr>
            </w:pPr>
            <w:r w:rsidRPr="00FE5F9C">
              <w:rPr>
                <w:rFonts w:eastAsia="Batang"/>
                <w:lang w:eastAsia="ko-KR"/>
              </w:rPr>
              <w:t>Titre</w:t>
            </w:r>
          </w:p>
          <w:p w14:paraId="6135C334" w14:textId="77777777" w:rsidR="008F3C2F" w:rsidRDefault="008F3C2F" w:rsidP="00A6228A">
            <w:pPr>
              <w:widowControl w:val="0"/>
              <w:jc w:val="both"/>
              <w:rPr>
                <w:rFonts w:eastAsia="Batang"/>
                <w:lang w:eastAsia="ko-KR"/>
              </w:rPr>
            </w:pPr>
          </w:p>
          <w:p w14:paraId="668E798E" w14:textId="77777777" w:rsidR="008F3C2F" w:rsidRPr="00267C34" w:rsidRDefault="008F3C2F" w:rsidP="00A6228A">
            <w:pPr>
              <w:widowControl w:val="0"/>
              <w:jc w:val="both"/>
              <w:rPr>
                <w:rFonts w:eastAsia="Batang" w:cs="Arial"/>
                <w:lang w:eastAsia="ko-KR"/>
              </w:rPr>
            </w:pPr>
            <w:r>
              <w:rPr>
                <w:rFonts w:eastAsia="Batang"/>
                <w:lang w:eastAsia="ko-KR"/>
              </w:rPr>
              <w:t>Coordonnées</w:t>
            </w:r>
          </w:p>
        </w:tc>
      </w:tr>
    </w:tbl>
    <w:p w14:paraId="0697C2DF" w14:textId="77777777" w:rsidR="004422FB" w:rsidRPr="007D00A6" w:rsidRDefault="004422FB" w:rsidP="004422FB">
      <w:pPr>
        <w:widowControl w:val="0"/>
        <w:jc w:val="both"/>
        <w:rPr>
          <w:rFonts w:asciiTheme="minorBidi" w:eastAsia="Batang" w:hAnsiTheme="minorBidi" w:cstheme="minorBidi"/>
          <w:color w:val="000000"/>
        </w:rPr>
      </w:pPr>
    </w:p>
    <w:p w14:paraId="071BA861" w14:textId="77777777" w:rsidR="00DD32B1" w:rsidRDefault="00DD32B1">
      <w:pPr>
        <w:spacing w:line="240" w:lineRule="auto"/>
      </w:pPr>
      <w:r>
        <w:br w:type="page"/>
      </w:r>
    </w:p>
    <w:p w14:paraId="4B1740A8" w14:textId="77777777" w:rsidR="001F12D1" w:rsidRPr="00D72BEC" w:rsidRDefault="001F12D1" w:rsidP="00D72BEC">
      <w:pPr>
        <w:pStyle w:val="Titre1"/>
        <w:rPr>
          <w:rFonts w:asciiTheme="minorBidi" w:hAnsiTheme="minorBidi" w:cstheme="minorBidi"/>
        </w:rPr>
      </w:pPr>
      <w:r w:rsidRPr="00D72BEC">
        <w:rPr>
          <w:rFonts w:asciiTheme="minorBidi" w:hAnsiTheme="minorBidi" w:cstheme="minorBidi"/>
        </w:rPr>
        <w:lastRenderedPageBreak/>
        <w:t>Partie B – Liste des annexes</w:t>
      </w:r>
    </w:p>
    <w:p w14:paraId="56185D27" w14:textId="77777777" w:rsidR="001F12D1" w:rsidRPr="00D72BEC" w:rsidRDefault="001F12D1" w:rsidP="00D72BEC">
      <w:pPr>
        <w:pStyle w:val="Titre1"/>
        <w:rPr>
          <w:rFonts w:asciiTheme="minorBidi" w:hAnsiTheme="minorBidi" w:cstheme="minorBidi"/>
          <w:b w:val="0"/>
        </w:rPr>
      </w:pPr>
    </w:p>
    <w:p w14:paraId="7FBA783B"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1 – Plan d’acheminement</w:t>
      </w:r>
    </w:p>
    <w:p w14:paraId="2FA3722F" w14:textId="77777777" w:rsidR="001F12D1" w:rsidRPr="00D72BEC" w:rsidRDefault="001F12D1" w:rsidP="00D72BEC">
      <w:pPr>
        <w:pStyle w:val="Titre1"/>
        <w:tabs>
          <w:tab w:val="left" w:pos="1134"/>
        </w:tabs>
        <w:rPr>
          <w:rFonts w:asciiTheme="minorBidi" w:hAnsiTheme="minorBidi" w:cstheme="minorBidi"/>
          <w:b w:val="0"/>
        </w:rPr>
      </w:pPr>
    </w:p>
    <w:p w14:paraId="2C604D91"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2 – Tarifs</w:t>
      </w:r>
    </w:p>
    <w:p w14:paraId="058C7B03" w14:textId="77777777" w:rsidR="001F12D1" w:rsidRPr="00D72BEC" w:rsidRDefault="001F12D1" w:rsidP="00D72BEC">
      <w:pPr>
        <w:pStyle w:val="Titre1"/>
        <w:tabs>
          <w:tab w:val="left" w:pos="1134"/>
        </w:tabs>
        <w:rPr>
          <w:rFonts w:asciiTheme="minorBidi" w:hAnsiTheme="minorBidi" w:cstheme="minorBidi"/>
          <w:b w:val="0"/>
        </w:rPr>
      </w:pPr>
    </w:p>
    <w:p w14:paraId="7957D291"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3 – Volumes estimés</w:t>
      </w:r>
    </w:p>
    <w:p w14:paraId="3935F285" w14:textId="77777777" w:rsidR="001F12D1" w:rsidRPr="00D72BEC" w:rsidRDefault="001F12D1" w:rsidP="00D72BEC">
      <w:pPr>
        <w:pStyle w:val="Titre1"/>
        <w:tabs>
          <w:tab w:val="left" w:pos="1134"/>
        </w:tabs>
        <w:rPr>
          <w:rFonts w:asciiTheme="minorBidi" w:hAnsiTheme="minorBidi" w:cstheme="minorBidi"/>
          <w:b w:val="0"/>
        </w:rPr>
      </w:pPr>
    </w:p>
    <w:p w14:paraId="65A5BD3E"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4 – Niveaux de performance et heures critiques de remise</w:t>
      </w:r>
    </w:p>
    <w:p w14:paraId="2259E711" w14:textId="77777777" w:rsidR="001F12D1" w:rsidRPr="00D72BEC" w:rsidRDefault="001F12D1" w:rsidP="00D72BEC">
      <w:pPr>
        <w:pStyle w:val="Titre1"/>
        <w:tabs>
          <w:tab w:val="left" w:pos="1134"/>
        </w:tabs>
        <w:rPr>
          <w:rFonts w:asciiTheme="minorBidi" w:hAnsiTheme="minorBidi" w:cstheme="minorBidi"/>
          <w:b w:val="0"/>
        </w:rPr>
      </w:pPr>
    </w:p>
    <w:p w14:paraId="6E022E19"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5 – Liste de contacts du mandant</w:t>
      </w:r>
    </w:p>
    <w:p w14:paraId="64AF5464" w14:textId="77777777" w:rsidR="001F12D1" w:rsidRPr="00D72BEC" w:rsidRDefault="001F12D1" w:rsidP="00D72BEC">
      <w:pPr>
        <w:pStyle w:val="Textedebase"/>
        <w:tabs>
          <w:tab w:val="left" w:pos="1134"/>
        </w:tabs>
        <w:rPr>
          <w:rFonts w:asciiTheme="minorBidi" w:hAnsiTheme="minorBidi" w:cstheme="minorBidi"/>
        </w:rPr>
      </w:pPr>
    </w:p>
    <w:p w14:paraId="35455BF7" w14:textId="77777777" w:rsidR="001F12D1" w:rsidRPr="00D72BEC" w:rsidRDefault="001F12D1" w:rsidP="00D72BEC">
      <w:pPr>
        <w:pStyle w:val="Textedebase"/>
        <w:tabs>
          <w:tab w:val="left" w:pos="1134"/>
        </w:tabs>
        <w:rPr>
          <w:rFonts w:asciiTheme="minorBidi" w:hAnsiTheme="minorBidi" w:cstheme="minorBidi"/>
        </w:rPr>
      </w:pPr>
      <w:r w:rsidRPr="00D72BEC">
        <w:rPr>
          <w:rFonts w:asciiTheme="minorBidi" w:hAnsiTheme="minorBidi" w:cstheme="minorBidi"/>
        </w:rPr>
        <w:t>Annexe 6 – Liste de contacts du transporteur</w:t>
      </w:r>
    </w:p>
    <w:p w14:paraId="40E5F230" w14:textId="77777777" w:rsidR="001F12D1" w:rsidRPr="00D72BEC" w:rsidRDefault="001F12D1" w:rsidP="00D72BEC">
      <w:pPr>
        <w:pStyle w:val="Textedebase"/>
        <w:tabs>
          <w:tab w:val="left" w:pos="1134"/>
        </w:tabs>
        <w:rPr>
          <w:rFonts w:asciiTheme="minorBidi" w:hAnsiTheme="minorBidi" w:cstheme="minorBidi"/>
        </w:rPr>
      </w:pPr>
    </w:p>
    <w:p w14:paraId="50890503" w14:textId="77777777" w:rsidR="001F12D1" w:rsidRPr="00D72BEC" w:rsidRDefault="001F12D1" w:rsidP="00D72BEC">
      <w:pPr>
        <w:pStyle w:val="Titre1"/>
        <w:tabs>
          <w:tab w:val="left" w:pos="1134"/>
        </w:tabs>
        <w:rPr>
          <w:rFonts w:asciiTheme="minorBidi" w:hAnsiTheme="minorBidi" w:cstheme="minorBidi"/>
          <w:b w:val="0"/>
        </w:rPr>
      </w:pPr>
      <w:r w:rsidRPr="00D72BEC">
        <w:rPr>
          <w:rFonts w:asciiTheme="minorBidi" w:hAnsiTheme="minorBidi" w:cstheme="minorBidi"/>
          <w:b w:val="0"/>
        </w:rPr>
        <w:t>Annexe 7 – Mesures et tâches spécifiques concernant les marchandises dangereuses</w:t>
      </w:r>
    </w:p>
    <w:p w14:paraId="33921B4F" w14:textId="77777777" w:rsidR="001F12D1" w:rsidRPr="00D72BEC" w:rsidRDefault="001F12D1" w:rsidP="00D72BEC">
      <w:pPr>
        <w:pStyle w:val="Textedebase"/>
        <w:tabs>
          <w:tab w:val="left" w:pos="1134"/>
        </w:tabs>
        <w:rPr>
          <w:rFonts w:asciiTheme="minorBidi" w:hAnsiTheme="minorBidi" w:cstheme="minorBidi"/>
        </w:rPr>
      </w:pPr>
    </w:p>
    <w:p w14:paraId="072E69AA" w14:textId="77777777" w:rsidR="001F12D1" w:rsidRPr="00D72BEC" w:rsidRDefault="001F12D1" w:rsidP="00D72BEC">
      <w:pPr>
        <w:pStyle w:val="Textedebase"/>
        <w:rPr>
          <w:rFonts w:asciiTheme="minorBidi" w:hAnsiTheme="minorBidi" w:cstheme="minorBidi"/>
        </w:rPr>
      </w:pPr>
      <w:r w:rsidRPr="00D72BEC">
        <w:rPr>
          <w:rFonts w:asciiTheme="minorBidi" w:hAnsiTheme="minorBidi" w:cstheme="minorBidi"/>
        </w:rPr>
        <w:t>Annexe 8 – Échange de messages CARDIT/RESDIT pour les transporteurs contractants</w:t>
      </w:r>
    </w:p>
    <w:p w14:paraId="1A984892" w14:textId="77777777" w:rsidR="001F12D1" w:rsidRPr="00D72BEC" w:rsidRDefault="001F12D1" w:rsidP="00D72BEC">
      <w:pPr>
        <w:pStyle w:val="Textedebase"/>
        <w:tabs>
          <w:tab w:val="left" w:pos="2565"/>
        </w:tabs>
        <w:rPr>
          <w:rFonts w:asciiTheme="minorBidi" w:hAnsiTheme="minorBidi" w:cstheme="minorBidi"/>
        </w:rPr>
      </w:pPr>
    </w:p>
    <w:p w14:paraId="5F24CA26" w14:textId="77777777" w:rsidR="00EC043A" w:rsidRPr="00D72BEC" w:rsidRDefault="001F12D1" w:rsidP="00D72BEC">
      <w:pPr>
        <w:rPr>
          <w:rFonts w:asciiTheme="minorBidi" w:hAnsiTheme="minorBidi" w:cstheme="minorBidi"/>
        </w:rPr>
      </w:pPr>
      <w:r w:rsidRPr="00D72BEC">
        <w:rPr>
          <w:rFonts w:asciiTheme="minorBidi" w:hAnsiTheme="minorBidi" w:cstheme="minorBidi"/>
        </w:rPr>
        <w:t>Annexe 9 – Scénarios des plans d’urgence</w:t>
      </w:r>
    </w:p>
    <w:p w14:paraId="216C0E17" w14:textId="77777777" w:rsidR="001F12D1" w:rsidRPr="00D72BEC" w:rsidRDefault="001F12D1" w:rsidP="00D72BEC">
      <w:pPr>
        <w:rPr>
          <w:rFonts w:asciiTheme="minorBidi" w:hAnsiTheme="minorBidi" w:cstheme="minorBidi"/>
        </w:rPr>
      </w:pPr>
    </w:p>
    <w:p w14:paraId="471403E0" w14:textId="77777777" w:rsidR="00430C0E" w:rsidRPr="00D72BEC" w:rsidRDefault="00430C0E" w:rsidP="00D72BEC">
      <w:pPr>
        <w:rPr>
          <w:rFonts w:asciiTheme="minorBidi" w:hAnsiTheme="minorBidi" w:cstheme="minorBidi"/>
        </w:rPr>
        <w:sectPr w:rsidR="00430C0E" w:rsidRPr="00D72BEC" w:rsidSect="003118BD">
          <w:headerReference w:type="even" r:id="rId11"/>
          <w:headerReference w:type="default" r:id="rId12"/>
          <w:headerReference w:type="first" r:id="rId13"/>
          <w:footnotePr>
            <w:numRestart w:val="eachPage"/>
          </w:footnotePr>
          <w:endnotePr>
            <w:numFmt w:val="decimal"/>
          </w:endnotePr>
          <w:pgSz w:w="11907" w:h="16840" w:code="9"/>
          <w:pgMar w:top="1134" w:right="851" w:bottom="1134" w:left="1418" w:header="709" w:footer="709" w:gutter="0"/>
          <w:cols w:space="0"/>
          <w:titlePg/>
        </w:sectPr>
      </w:pPr>
    </w:p>
    <w:p w14:paraId="65E58E93" w14:textId="77777777" w:rsidR="00430C0E" w:rsidRPr="00D72BEC" w:rsidRDefault="00DE577C" w:rsidP="00D72BEC">
      <w:pPr>
        <w:tabs>
          <w:tab w:val="left" w:pos="1134"/>
        </w:tabs>
        <w:rPr>
          <w:rFonts w:asciiTheme="minorBidi" w:hAnsiTheme="minorBidi" w:cstheme="minorBidi"/>
          <w:b/>
          <w:bCs/>
        </w:rPr>
      </w:pPr>
      <w:r w:rsidRPr="00D72BEC">
        <w:rPr>
          <w:rFonts w:asciiTheme="minorBidi" w:hAnsiTheme="minorBidi" w:cstheme="minorBidi"/>
          <w:b/>
          <w:bCs/>
        </w:rPr>
        <w:lastRenderedPageBreak/>
        <w:t xml:space="preserve">Annexe 1 – </w:t>
      </w:r>
      <w:r w:rsidR="00430C0E" w:rsidRPr="00D72BEC">
        <w:rPr>
          <w:rFonts w:asciiTheme="minorBidi" w:hAnsiTheme="minorBidi" w:cstheme="minorBidi"/>
          <w:b/>
          <w:bCs/>
        </w:rPr>
        <w:t>Plan d’acheminement</w:t>
      </w:r>
    </w:p>
    <w:p w14:paraId="329B9451" w14:textId="77777777" w:rsidR="00430C0E" w:rsidRPr="00D72BEC" w:rsidRDefault="00430C0E" w:rsidP="00D72BEC">
      <w:pPr>
        <w:tabs>
          <w:tab w:val="left" w:pos="1909"/>
        </w:tabs>
        <w:rPr>
          <w:rFonts w:asciiTheme="minorBidi" w:hAnsiTheme="minorBidi" w:cstheme="minorBidi"/>
        </w:rPr>
      </w:pPr>
    </w:p>
    <w:p w14:paraId="1595A505" w14:textId="77777777" w:rsidR="00430C0E" w:rsidRPr="00D72BEC" w:rsidRDefault="00430C0E" w:rsidP="00D72BEC">
      <w:pPr>
        <w:tabs>
          <w:tab w:val="left" w:pos="1909"/>
        </w:tabs>
        <w:spacing w:after="120"/>
        <w:rPr>
          <w:rFonts w:asciiTheme="minorBidi" w:hAnsiTheme="minorBidi" w:cstheme="minorBidi"/>
        </w:rPr>
      </w:pPr>
      <w:r w:rsidRPr="00D72BEC">
        <w:rPr>
          <w:rFonts w:asciiTheme="minorBidi" w:hAnsiTheme="minorBidi" w:cstheme="minorBidi"/>
        </w:rPr>
        <w:t>Voici des exemples d’en-têtes de colonnes pour un tableur Excel destiné à la planification de l’acheminement:</w:t>
      </w:r>
    </w:p>
    <w:tbl>
      <w:tblPr>
        <w:tblStyle w:val="Grilledutableau"/>
        <w:tblW w:w="5000" w:type="pct"/>
        <w:tblLook w:val="04A0" w:firstRow="1" w:lastRow="0" w:firstColumn="1" w:lastColumn="0" w:noHBand="0" w:noVBand="1"/>
      </w:tblPr>
      <w:tblGrid>
        <w:gridCol w:w="2772"/>
        <w:gridCol w:w="5895"/>
        <w:gridCol w:w="5895"/>
      </w:tblGrid>
      <w:tr w:rsidR="00430C0E" w:rsidRPr="00D72BEC" w14:paraId="67FC492D" w14:textId="77777777" w:rsidTr="00D82A34">
        <w:trPr>
          <w:tblHeader/>
        </w:trPr>
        <w:tc>
          <w:tcPr>
            <w:tcW w:w="952" w:type="pct"/>
          </w:tcPr>
          <w:p w14:paraId="28E87022" w14:textId="77777777" w:rsidR="00430C0E" w:rsidRPr="00D72BEC" w:rsidRDefault="00430C0E" w:rsidP="00D72BEC">
            <w:pPr>
              <w:spacing w:before="60" w:after="60"/>
              <w:rPr>
                <w:rFonts w:asciiTheme="minorBidi" w:hAnsiTheme="minorBidi" w:cstheme="minorBidi"/>
                <w:i/>
                <w:iCs/>
              </w:rPr>
            </w:pPr>
            <w:r w:rsidRPr="00D72BEC">
              <w:rPr>
                <w:rFonts w:asciiTheme="minorBidi" w:hAnsiTheme="minorBidi" w:cstheme="minorBidi"/>
                <w:i/>
                <w:iCs/>
              </w:rPr>
              <w:t>En-tête</w:t>
            </w:r>
          </w:p>
        </w:tc>
        <w:tc>
          <w:tcPr>
            <w:tcW w:w="2024" w:type="pct"/>
          </w:tcPr>
          <w:p w14:paraId="78228E7B" w14:textId="77777777" w:rsidR="00430C0E" w:rsidRPr="00D72BEC" w:rsidRDefault="00430C0E" w:rsidP="00D72BEC">
            <w:pPr>
              <w:spacing w:before="60" w:after="60"/>
              <w:rPr>
                <w:rFonts w:asciiTheme="minorBidi" w:hAnsiTheme="minorBidi" w:cstheme="minorBidi"/>
                <w:i/>
                <w:iCs/>
              </w:rPr>
            </w:pPr>
            <w:r w:rsidRPr="00D72BEC">
              <w:rPr>
                <w:rFonts w:asciiTheme="minorBidi" w:hAnsiTheme="minorBidi" w:cstheme="minorBidi"/>
                <w:i/>
                <w:iCs/>
              </w:rPr>
              <w:t>Interprétation</w:t>
            </w:r>
          </w:p>
        </w:tc>
        <w:tc>
          <w:tcPr>
            <w:tcW w:w="2024" w:type="pct"/>
          </w:tcPr>
          <w:p w14:paraId="60C1057C" w14:textId="77777777" w:rsidR="00430C0E" w:rsidRPr="00D72BEC" w:rsidRDefault="00430C0E" w:rsidP="00D72BEC">
            <w:pPr>
              <w:spacing w:before="60" w:after="60"/>
              <w:rPr>
                <w:rFonts w:asciiTheme="minorBidi" w:hAnsiTheme="minorBidi" w:cstheme="minorBidi"/>
                <w:i/>
                <w:iCs/>
              </w:rPr>
            </w:pPr>
            <w:r w:rsidRPr="00D72BEC">
              <w:rPr>
                <w:rFonts w:asciiTheme="minorBidi" w:hAnsiTheme="minorBidi" w:cstheme="minorBidi"/>
                <w:i/>
                <w:iCs/>
              </w:rPr>
              <w:t>Exemple</w:t>
            </w:r>
          </w:p>
        </w:tc>
      </w:tr>
      <w:tr w:rsidR="00430C0E" w:rsidRPr="00D72BEC" w14:paraId="6EC11DC6" w14:textId="77777777" w:rsidTr="00D82A34">
        <w:tc>
          <w:tcPr>
            <w:tcW w:w="952" w:type="pct"/>
          </w:tcPr>
          <w:p w14:paraId="54902919"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Pays de destination</w:t>
            </w:r>
          </w:p>
        </w:tc>
        <w:tc>
          <w:tcPr>
            <w:tcW w:w="2024" w:type="pct"/>
          </w:tcPr>
          <w:p w14:paraId="3985978C"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N</w:t>
            </w:r>
            <w:r w:rsidR="00430C0E" w:rsidRPr="00D72BEC">
              <w:rPr>
                <w:rFonts w:asciiTheme="minorBidi" w:hAnsiTheme="minorBidi" w:cstheme="minorBidi"/>
              </w:rPr>
              <w:t>om du pays de destination</w:t>
            </w:r>
          </w:p>
        </w:tc>
        <w:tc>
          <w:tcPr>
            <w:tcW w:w="2024" w:type="pct"/>
          </w:tcPr>
          <w:p w14:paraId="5513AC2D" w14:textId="77777777" w:rsidR="00430C0E" w:rsidRPr="00D72BEC" w:rsidRDefault="00430C0E" w:rsidP="00D72BEC">
            <w:pPr>
              <w:spacing w:before="60" w:after="60"/>
              <w:rPr>
                <w:rFonts w:asciiTheme="minorBidi" w:hAnsiTheme="minorBidi" w:cstheme="minorBidi"/>
              </w:rPr>
            </w:pPr>
          </w:p>
        </w:tc>
      </w:tr>
      <w:tr w:rsidR="00430C0E" w:rsidRPr="00D72BEC" w14:paraId="060DA871" w14:textId="77777777" w:rsidTr="00D82A34">
        <w:tc>
          <w:tcPr>
            <w:tcW w:w="952" w:type="pct"/>
          </w:tcPr>
          <w:p w14:paraId="01A0368F"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Code IATA dest.</w:t>
            </w:r>
          </w:p>
        </w:tc>
        <w:tc>
          <w:tcPr>
            <w:tcW w:w="2024" w:type="pct"/>
          </w:tcPr>
          <w:p w14:paraId="7A59C8B6"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IATA de l’aéroport de destination</w:t>
            </w:r>
          </w:p>
        </w:tc>
        <w:tc>
          <w:tcPr>
            <w:tcW w:w="2024" w:type="pct"/>
          </w:tcPr>
          <w:p w14:paraId="6175FA3C" w14:textId="77777777" w:rsidR="00430C0E" w:rsidRPr="00D72BEC" w:rsidRDefault="00430C0E" w:rsidP="00D72BEC">
            <w:pPr>
              <w:spacing w:before="60" w:after="60"/>
              <w:rPr>
                <w:rFonts w:asciiTheme="minorBidi" w:hAnsiTheme="minorBidi" w:cstheme="minorBidi"/>
              </w:rPr>
            </w:pPr>
          </w:p>
        </w:tc>
      </w:tr>
      <w:tr w:rsidR="00430C0E" w:rsidRPr="00D72BEC" w14:paraId="748EEBDD" w14:textId="77777777" w:rsidTr="00D82A34">
        <w:tc>
          <w:tcPr>
            <w:tcW w:w="952" w:type="pct"/>
          </w:tcPr>
          <w:p w14:paraId="5503A5F4"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CTCI</w:t>
            </w:r>
          </w:p>
        </w:tc>
        <w:tc>
          <w:tcPr>
            <w:tcW w:w="2024" w:type="pct"/>
          </w:tcPr>
          <w:p w14:paraId="0802769C"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du CTCI de destination</w:t>
            </w:r>
          </w:p>
        </w:tc>
        <w:tc>
          <w:tcPr>
            <w:tcW w:w="2024" w:type="pct"/>
          </w:tcPr>
          <w:p w14:paraId="618CE08A" w14:textId="77777777" w:rsidR="00430C0E" w:rsidRPr="00D72BEC" w:rsidRDefault="00430C0E" w:rsidP="00D72BEC">
            <w:pPr>
              <w:spacing w:before="60" w:after="60"/>
              <w:rPr>
                <w:rFonts w:asciiTheme="minorBidi" w:hAnsiTheme="minorBidi" w:cstheme="minorBidi"/>
              </w:rPr>
            </w:pPr>
          </w:p>
        </w:tc>
      </w:tr>
      <w:tr w:rsidR="00430C0E" w:rsidRPr="00D72BEC" w14:paraId="512D72F4" w14:textId="77777777" w:rsidTr="00D82A34">
        <w:tc>
          <w:tcPr>
            <w:tcW w:w="952" w:type="pct"/>
          </w:tcPr>
          <w:p w14:paraId="29FB8668"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Catégorie de courrier</w:t>
            </w:r>
          </w:p>
        </w:tc>
        <w:tc>
          <w:tcPr>
            <w:tcW w:w="2024" w:type="pct"/>
          </w:tcPr>
          <w:p w14:paraId="316006D8"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Avion ou S.A.L</w:t>
            </w:r>
            <w:r w:rsidR="00DE577C" w:rsidRPr="00D72BEC">
              <w:rPr>
                <w:rFonts w:asciiTheme="minorBidi" w:hAnsiTheme="minorBidi" w:cstheme="minorBidi"/>
              </w:rPr>
              <w:t>.</w:t>
            </w:r>
          </w:p>
        </w:tc>
        <w:tc>
          <w:tcPr>
            <w:tcW w:w="2024" w:type="pct"/>
          </w:tcPr>
          <w:p w14:paraId="4BF355C0" w14:textId="77777777" w:rsidR="00430C0E" w:rsidRPr="00D72BEC" w:rsidRDefault="00430C0E" w:rsidP="00D72BEC">
            <w:pPr>
              <w:spacing w:before="60" w:after="60"/>
              <w:rPr>
                <w:rFonts w:asciiTheme="minorBidi" w:hAnsiTheme="minorBidi" w:cstheme="minorBidi"/>
              </w:rPr>
            </w:pPr>
          </w:p>
        </w:tc>
      </w:tr>
      <w:tr w:rsidR="00430C0E" w:rsidRPr="00D72BEC" w14:paraId="053DEDD2" w14:textId="77777777" w:rsidTr="00D82A34">
        <w:tc>
          <w:tcPr>
            <w:tcW w:w="952" w:type="pct"/>
          </w:tcPr>
          <w:p w14:paraId="579FCA10"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Produit postal</w:t>
            </w:r>
          </w:p>
        </w:tc>
        <w:tc>
          <w:tcPr>
            <w:tcW w:w="2024" w:type="pct"/>
          </w:tcPr>
          <w:p w14:paraId="2817B655"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U (lettres), C (colis), E (envois EMS)</w:t>
            </w:r>
          </w:p>
        </w:tc>
        <w:tc>
          <w:tcPr>
            <w:tcW w:w="2024" w:type="pct"/>
          </w:tcPr>
          <w:p w14:paraId="30BAB1A6" w14:textId="77777777" w:rsidR="00430C0E" w:rsidRPr="00D72BEC" w:rsidRDefault="00430C0E" w:rsidP="00D72BEC">
            <w:pPr>
              <w:spacing w:before="60" w:after="60"/>
              <w:rPr>
                <w:rFonts w:asciiTheme="minorBidi" w:hAnsiTheme="minorBidi" w:cstheme="minorBidi"/>
                <w:lang w:val="fr-CH"/>
              </w:rPr>
            </w:pPr>
          </w:p>
        </w:tc>
      </w:tr>
      <w:tr w:rsidR="00430C0E" w:rsidRPr="00D72BEC" w14:paraId="0B9BAC30" w14:textId="77777777" w:rsidTr="00D82A34">
        <w:tc>
          <w:tcPr>
            <w:tcW w:w="952" w:type="pct"/>
          </w:tcPr>
          <w:p w14:paraId="33D953D4"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Partenaire comptable</w:t>
            </w:r>
          </w:p>
        </w:tc>
        <w:tc>
          <w:tcPr>
            <w:tcW w:w="2024" w:type="pct"/>
          </w:tcPr>
          <w:p w14:paraId="3371AAE2"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N</w:t>
            </w:r>
            <w:r w:rsidR="00430C0E" w:rsidRPr="00D72BEC">
              <w:rPr>
                <w:rFonts w:asciiTheme="minorBidi" w:hAnsiTheme="minorBidi" w:cstheme="minorBidi"/>
              </w:rPr>
              <w:t xml:space="preserve">om du transporteur sous-traitant (le transporteur recevant </w:t>
            </w:r>
            <w:r w:rsidR="009E57CF" w:rsidRPr="00D72BEC">
              <w:rPr>
                <w:rFonts w:asciiTheme="minorBidi" w:hAnsiTheme="minorBidi" w:cstheme="minorBidi"/>
              </w:rPr>
              <w:br/>
            </w:r>
            <w:r w:rsidR="00430C0E" w:rsidRPr="00D72BEC">
              <w:rPr>
                <w:rFonts w:asciiTheme="minorBidi" w:hAnsiTheme="minorBidi" w:cstheme="minorBidi"/>
              </w:rPr>
              <w:t>le paiement)</w:t>
            </w:r>
          </w:p>
        </w:tc>
        <w:tc>
          <w:tcPr>
            <w:tcW w:w="2024" w:type="pct"/>
          </w:tcPr>
          <w:p w14:paraId="2AB562CA" w14:textId="77777777" w:rsidR="00430C0E" w:rsidRPr="00D72BEC" w:rsidRDefault="00430C0E" w:rsidP="00D72BEC">
            <w:pPr>
              <w:spacing w:before="60" w:after="60"/>
              <w:rPr>
                <w:rFonts w:asciiTheme="minorBidi" w:hAnsiTheme="minorBidi" w:cstheme="minorBidi"/>
              </w:rPr>
            </w:pPr>
          </w:p>
        </w:tc>
      </w:tr>
      <w:tr w:rsidR="00430C0E" w:rsidRPr="00D72BEC" w14:paraId="5C4CF2E6" w14:textId="77777777" w:rsidTr="00D82A34">
        <w:tc>
          <w:tcPr>
            <w:tcW w:w="952" w:type="pct"/>
          </w:tcPr>
          <w:p w14:paraId="6E2967E1"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CTCI expéditeur</w:t>
            </w:r>
          </w:p>
        </w:tc>
        <w:tc>
          <w:tcPr>
            <w:tcW w:w="2024" w:type="pct"/>
          </w:tcPr>
          <w:p w14:paraId="458316A7"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 xml:space="preserve">ode du CTCI du bureau d’échange expéditeur (dans le cas </w:t>
            </w:r>
            <w:r w:rsidR="009901C5">
              <w:rPr>
                <w:rFonts w:asciiTheme="minorBidi" w:hAnsiTheme="minorBidi" w:cstheme="minorBidi"/>
              </w:rPr>
              <w:br/>
            </w:r>
            <w:r w:rsidR="00430C0E" w:rsidRPr="00D72BEC">
              <w:rPr>
                <w:rFonts w:asciiTheme="minorBidi" w:hAnsiTheme="minorBidi" w:cstheme="minorBidi"/>
              </w:rPr>
              <w:t>où plusieurs itinéraires mènent à une même destination)</w:t>
            </w:r>
          </w:p>
        </w:tc>
        <w:tc>
          <w:tcPr>
            <w:tcW w:w="2024" w:type="pct"/>
          </w:tcPr>
          <w:p w14:paraId="5108DE82" w14:textId="77777777" w:rsidR="00430C0E" w:rsidRPr="00D72BEC" w:rsidRDefault="00430C0E" w:rsidP="00D72BEC">
            <w:pPr>
              <w:spacing w:before="60" w:after="60"/>
              <w:rPr>
                <w:rFonts w:asciiTheme="minorBidi" w:hAnsiTheme="minorBidi" w:cstheme="minorBidi"/>
              </w:rPr>
            </w:pPr>
          </w:p>
        </w:tc>
      </w:tr>
      <w:tr w:rsidR="00430C0E" w:rsidRPr="00D72BEC" w14:paraId="24556B5C" w14:textId="77777777" w:rsidTr="00D82A34">
        <w:tc>
          <w:tcPr>
            <w:tcW w:w="952" w:type="pct"/>
          </w:tcPr>
          <w:p w14:paraId="0F0F3AF3"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Début de validité</w:t>
            </w:r>
          </w:p>
        </w:tc>
        <w:tc>
          <w:tcPr>
            <w:tcW w:w="2024" w:type="pct"/>
          </w:tcPr>
          <w:p w14:paraId="56552423"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D</w:t>
            </w:r>
            <w:r w:rsidR="00430C0E" w:rsidRPr="00D72BEC">
              <w:rPr>
                <w:rFonts w:asciiTheme="minorBidi" w:hAnsiTheme="minorBidi" w:cstheme="minorBidi"/>
              </w:rPr>
              <w:t>ate de début d’application du plan d’acheminement</w:t>
            </w:r>
          </w:p>
        </w:tc>
        <w:tc>
          <w:tcPr>
            <w:tcW w:w="2024" w:type="pct"/>
          </w:tcPr>
          <w:p w14:paraId="1B5844D5" w14:textId="77777777" w:rsidR="00430C0E" w:rsidRPr="00D72BEC" w:rsidRDefault="00430C0E" w:rsidP="00D72BEC">
            <w:pPr>
              <w:spacing w:before="60" w:after="60"/>
              <w:rPr>
                <w:rFonts w:asciiTheme="minorBidi" w:hAnsiTheme="minorBidi" w:cstheme="minorBidi"/>
              </w:rPr>
            </w:pPr>
          </w:p>
        </w:tc>
      </w:tr>
      <w:tr w:rsidR="00430C0E" w:rsidRPr="00D72BEC" w14:paraId="66A62A26" w14:textId="77777777" w:rsidTr="00D82A34">
        <w:tc>
          <w:tcPr>
            <w:tcW w:w="952" w:type="pct"/>
          </w:tcPr>
          <w:p w14:paraId="7C0462F0" w14:textId="77777777" w:rsidR="00430C0E" w:rsidRPr="00D72BEC" w:rsidRDefault="00430C0E" w:rsidP="0045603B">
            <w:pPr>
              <w:spacing w:before="60" w:after="60"/>
              <w:rPr>
                <w:rFonts w:asciiTheme="minorBidi" w:hAnsiTheme="minorBidi" w:cstheme="minorBidi"/>
              </w:rPr>
            </w:pPr>
            <w:r w:rsidRPr="00D72BEC">
              <w:rPr>
                <w:rFonts w:asciiTheme="minorBidi" w:hAnsiTheme="minorBidi" w:cstheme="minorBidi"/>
              </w:rPr>
              <w:t>Fin de validité</w:t>
            </w:r>
          </w:p>
        </w:tc>
        <w:tc>
          <w:tcPr>
            <w:tcW w:w="2024" w:type="pct"/>
          </w:tcPr>
          <w:p w14:paraId="4F548C12" w14:textId="77777777" w:rsidR="00430C0E" w:rsidRPr="00D72BEC" w:rsidRDefault="00DE577C" w:rsidP="0045603B">
            <w:pPr>
              <w:spacing w:before="60" w:after="60"/>
              <w:rPr>
                <w:rFonts w:asciiTheme="minorBidi" w:hAnsiTheme="minorBidi" w:cstheme="minorBidi"/>
              </w:rPr>
            </w:pPr>
            <w:r w:rsidRPr="00D72BEC">
              <w:rPr>
                <w:rFonts w:asciiTheme="minorBidi" w:hAnsiTheme="minorBidi" w:cstheme="minorBidi"/>
              </w:rPr>
              <w:t>D</w:t>
            </w:r>
            <w:r w:rsidR="00430C0E" w:rsidRPr="00D72BEC">
              <w:rPr>
                <w:rFonts w:asciiTheme="minorBidi" w:hAnsiTheme="minorBidi" w:cstheme="minorBidi"/>
              </w:rPr>
              <w:t>ate de fin d’application du plan d’acheminement</w:t>
            </w:r>
          </w:p>
        </w:tc>
        <w:tc>
          <w:tcPr>
            <w:tcW w:w="2024" w:type="pct"/>
          </w:tcPr>
          <w:p w14:paraId="798E642E" w14:textId="77777777" w:rsidR="00430C0E" w:rsidRPr="00D72BEC" w:rsidRDefault="00430C0E" w:rsidP="0045603B">
            <w:pPr>
              <w:spacing w:before="60" w:after="60"/>
              <w:rPr>
                <w:rFonts w:asciiTheme="minorBidi" w:hAnsiTheme="minorBidi" w:cstheme="minorBidi"/>
              </w:rPr>
            </w:pPr>
          </w:p>
        </w:tc>
      </w:tr>
      <w:tr w:rsidR="00430C0E" w:rsidRPr="00D72BEC" w14:paraId="3E01D073" w14:textId="77777777" w:rsidTr="00D82A34">
        <w:tc>
          <w:tcPr>
            <w:tcW w:w="952" w:type="pct"/>
          </w:tcPr>
          <w:p w14:paraId="0FABF44F" w14:textId="77777777" w:rsidR="00430C0E" w:rsidRPr="00D72BEC" w:rsidRDefault="00430C0E" w:rsidP="0045603B">
            <w:pPr>
              <w:spacing w:before="60" w:after="60"/>
              <w:rPr>
                <w:rFonts w:asciiTheme="minorBidi" w:hAnsiTheme="minorBidi" w:cstheme="minorBidi"/>
              </w:rPr>
            </w:pPr>
            <w:r w:rsidRPr="00D72BEC">
              <w:rPr>
                <w:rFonts w:asciiTheme="minorBidi" w:hAnsiTheme="minorBidi" w:cstheme="minorBidi"/>
              </w:rPr>
              <w:t>1</w:t>
            </w:r>
            <w:r w:rsidRPr="00D72BEC">
              <w:rPr>
                <w:rFonts w:asciiTheme="minorBidi" w:hAnsiTheme="minorBidi" w:cstheme="minorBidi"/>
                <w:vertAlign w:val="superscript"/>
              </w:rPr>
              <w:t>er</w:t>
            </w:r>
            <w:r w:rsidRPr="00D72BEC">
              <w:rPr>
                <w:rFonts w:asciiTheme="minorBidi" w:hAnsiTheme="minorBidi" w:cstheme="minorBidi"/>
              </w:rPr>
              <w:t xml:space="preserve"> vol</w:t>
            </w:r>
          </w:p>
        </w:tc>
        <w:tc>
          <w:tcPr>
            <w:tcW w:w="2024" w:type="pct"/>
          </w:tcPr>
          <w:p w14:paraId="52C841E1" w14:textId="77777777" w:rsidR="00430C0E" w:rsidRPr="00D72BEC" w:rsidRDefault="00DE577C" w:rsidP="0045603B">
            <w:pPr>
              <w:spacing w:before="60" w:after="60"/>
              <w:rPr>
                <w:rFonts w:asciiTheme="minorBidi" w:hAnsiTheme="minorBidi" w:cstheme="minorBidi"/>
              </w:rPr>
            </w:pPr>
            <w:r w:rsidRPr="00D72BEC">
              <w:rPr>
                <w:rFonts w:asciiTheme="minorBidi" w:hAnsiTheme="minorBidi" w:cstheme="minorBidi"/>
              </w:rPr>
              <w:t>N</w:t>
            </w:r>
            <w:r w:rsidR="00430C0E" w:rsidRPr="00D72BEC">
              <w:rPr>
                <w:rFonts w:asciiTheme="minorBidi" w:hAnsiTheme="minorBidi" w:cstheme="minorBidi"/>
              </w:rPr>
              <w:t>uméro du premier vol</w:t>
            </w:r>
          </w:p>
        </w:tc>
        <w:tc>
          <w:tcPr>
            <w:tcW w:w="2024" w:type="pct"/>
          </w:tcPr>
          <w:p w14:paraId="67944401" w14:textId="77777777" w:rsidR="00430C0E" w:rsidRPr="00D72BEC" w:rsidRDefault="00430C0E" w:rsidP="0045603B">
            <w:pPr>
              <w:spacing w:before="60" w:after="60"/>
              <w:rPr>
                <w:rFonts w:asciiTheme="minorBidi" w:hAnsiTheme="minorBidi" w:cstheme="minorBidi"/>
              </w:rPr>
            </w:pPr>
          </w:p>
        </w:tc>
      </w:tr>
      <w:tr w:rsidR="00430C0E" w:rsidRPr="00D72BEC" w14:paraId="32968343" w14:textId="77777777" w:rsidTr="00D82A34">
        <w:tc>
          <w:tcPr>
            <w:tcW w:w="952" w:type="pct"/>
          </w:tcPr>
          <w:p w14:paraId="66A6AFCE"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De</w:t>
            </w:r>
          </w:p>
        </w:tc>
        <w:tc>
          <w:tcPr>
            <w:tcW w:w="2024" w:type="pct"/>
          </w:tcPr>
          <w:p w14:paraId="23B35E7C" w14:textId="77777777" w:rsidR="00430C0E" w:rsidRPr="00D72BEC" w:rsidRDefault="00DE577C" w:rsidP="00D72BEC">
            <w:pPr>
              <w:tabs>
                <w:tab w:val="left" w:pos="5010"/>
              </w:tabs>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IATA de l’aéroport de départ du premier vol</w:t>
            </w:r>
          </w:p>
        </w:tc>
        <w:tc>
          <w:tcPr>
            <w:tcW w:w="2024" w:type="pct"/>
          </w:tcPr>
          <w:p w14:paraId="333C7D0F" w14:textId="77777777" w:rsidR="00430C0E" w:rsidRPr="00D72BEC" w:rsidRDefault="00430C0E" w:rsidP="00D72BEC">
            <w:pPr>
              <w:spacing w:before="60" w:after="60"/>
              <w:rPr>
                <w:rFonts w:asciiTheme="minorBidi" w:hAnsiTheme="minorBidi" w:cstheme="minorBidi"/>
              </w:rPr>
            </w:pPr>
          </w:p>
        </w:tc>
      </w:tr>
      <w:tr w:rsidR="00430C0E" w:rsidRPr="00D72BEC" w14:paraId="300B62FC" w14:textId="77777777" w:rsidTr="00D82A34">
        <w:tc>
          <w:tcPr>
            <w:tcW w:w="952" w:type="pct"/>
          </w:tcPr>
          <w:p w14:paraId="533680DF"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À</w:t>
            </w:r>
          </w:p>
        </w:tc>
        <w:tc>
          <w:tcPr>
            <w:tcW w:w="2024" w:type="pct"/>
          </w:tcPr>
          <w:p w14:paraId="6CFADB8D"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IATA de l’aéroport d’arrivée du premier vol</w:t>
            </w:r>
          </w:p>
        </w:tc>
        <w:tc>
          <w:tcPr>
            <w:tcW w:w="2024" w:type="pct"/>
          </w:tcPr>
          <w:p w14:paraId="6EC5A9AE" w14:textId="77777777" w:rsidR="00430C0E" w:rsidRPr="00D72BEC" w:rsidRDefault="00430C0E" w:rsidP="00D72BEC">
            <w:pPr>
              <w:spacing w:before="60" w:after="60"/>
              <w:rPr>
                <w:rFonts w:asciiTheme="minorBidi" w:hAnsiTheme="minorBidi" w:cstheme="minorBidi"/>
              </w:rPr>
            </w:pPr>
          </w:p>
        </w:tc>
      </w:tr>
      <w:tr w:rsidR="00430C0E" w:rsidRPr="00D72BEC" w14:paraId="44FFF7E8" w14:textId="77777777" w:rsidTr="00D82A34">
        <w:tc>
          <w:tcPr>
            <w:tcW w:w="952" w:type="pct"/>
          </w:tcPr>
          <w:p w14:paraId="3FE1313E"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Départ</w:t>
            </w:r>
          </w:p>
        </w:tc>
        <w:tc>
          <w:tcPr>
            <w:tcW w:w="2024" w:type="pct"/>
          </w:tcPr>
          <w:p w14:paraId="3D2AED3E"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H</w:t>
            </w:r>
            <w:r w:rsidR="00430C0E" w:rsidRPr="00D72BEC">
              <w:rPr>
                <w:rFonts w:asciiTheme="minorBidi" w:hAnsiTheme="minorBidi" w:cstheme="minorBidi"/>
              </w:rPr>
              <w:t>eure de départ prévue du premier vol</w:t>
            </w:r>
          </w:p>
        </w:tc>
        <w:tc>
          <w:tcPr>
            <w:tcW w:w="2024" w:type="pct"/>
          </w:tcPr>
          <w:p w14:paraId="32DC3592" w14:textId="77777777" w:rsidR="00430C0E" w:rsidRPr="00D72BEC" w:rsidRDefault="00430C0E" w:rsidP="00D72BEC">
            <w:pPr>
              <w:spacing w:before="60" w:after="60"/>
              <w:rPr>
                <w:rFonts w:asciiTheme="minorBidi" w:hAnsiTheme="minorBidi" w:cstheme="minorBidi"/>
              </w:rPr>
            </w:pPr>
          </w:p>
        </w:tc>
      </w:tr>
      <w:tr w:rsidR="00430C0E" w:rsidRPr="00D72BEC" w14:paraId="18FBE1E9" w14:textId="77777777" w:rsidTr="00D82A34">
        <w:tc>
          <w:tcPr>
            <w:tcW w:w="952" w:type="pct"/>
          </w:tcPr>
          <w:p w14:paraId="2AD65F44"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Arrivée</w:t>
            </w:r>
          </w:p>
        </w:tc>
        <w:tc>
          <w:tcPr>
            <w:tcW w:w="2024" w:type="pct"/>
          </w:tcPr>
          <w:p w14:paraId="7D118153"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H</w:t>
            </w:r>
            <w:r w:rsidR="00430C0E" w:rsidRPr="00D72BEC">
              <w:rPr>
                <w:rFonts w:asciiTheme="minorBidi" w:hAnsiTheme="minorBidi" w:cstheme="minorBidi"/>
              </w:rPr>
              <w:t>eure d’arrivée prévue du premier vol</w:t>
            </w:r>
          </w:p>
        </w:tc>
        <w:tc>
          <w:tcPr>
            <w:tcW w:w="2024" w:type="pct"/>
          </w:tcPr>
          <w:p w14:paraId="239B5440" w14:textId="77777777" w:rsidR="00430C0E" w:rsidRPr="00D72BEC" w:rsidRDefault="00430C0E" w:rsidP="00D72BEC">
            <w:pPr>
              <w:spacing w:before="60" w:after="60"/>
              <w:rPr>
                <w:rFonts w:asciiTheme="minorBidi" w:hAnsiTheme="minorBidi" w:cstheme="minorBidi"/>
              </w:rPr>
            </w:pPr>
          </w:p>
        </w:tc>
      </w:tr>
      <w:tr w:rsidR="00430C0E" w:rsidRPr="00D72BEC" w14:paraId="1B2C4904" w14:textId="77777777" w:rsidTr="00D82A34">
        <w:tc>
          <w:tcPr>
            <w:tcW w:w="952" w:type="pct"/>
          </w:tcPr>
          <w:p w14:paraId="12166623"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Jours de vol</w:t>
            </w:r>
          </w:p>
        </w:tc>
        <w:tc>
          <w:tcPr>
            <w:tcW w:w="2024" w:type="pct"/>
          </w:tcPr>
          <w:p w14:paraId="005912ED"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J</w:t>
            </w:r>
            <w:r w:rsidR="00430C0E" w:rsidRPr="00D72BEC">
              <w:rPr>
                <w:rFonts w:asciiTheme="minorBidi" w:hAnsiTheme="minorBidi" w:cstheme="minorBidi"/>
              </w:rPr>
              <w:t xml:space="preserve">ours de la semaine </w:t>
            </w:r>
            <w:r w:rsidR="009E57CF" w:rsidRPr="00D72BEC">
              <w:rPr>
                <w:rFonts w:asciiTheme="minorBidi" w:hAnsiTheme="minorBidi" w:cstheme="minorBidi"/>
              </w:rPr>
              <w:t>où a</w:t>
            </w:r>
            <w:r w:rsidR="00430C0E" w:rsidRPr="00D72BEC">
              <w:rPr>
                <w:rFonts w:asciiTheme="minorBidi" w:hAnsiTheme="minorBidi" w:cstheme="minorBidi"/>
              </w:rPr>
              <w:t xml:space="preserve"> lieu le premier vol</w:t>
            </w:r>
          </w:p>
        </w:tc>
        <w:tc>
          <w:tcPr>
            <w:tcW w:w="2024" w:type="pct"/>
          </w:tcPr>
          <w:p w14:paraId="7437C923" w14:textId="77777777" w:rsidR="00430C0E" w:rsidRPr="00D72BEC" w:rsidRDefault="00430C0E" w:rsidP="00D72BEC">
            <w:pPr>
              <w:spacing w:before="60" w:after="60"/>
              <w:rPr>
                <w:rFonts w:asciiTheme="minorBidi" w:hAnsiTheme="minorBidi" w:cstheme="minorBidi"/>
              </w:rPr>
            </w:pPr>
          </w:p>
        </w:tc>
      </w:tr>
      <w:tr w:rsidR="00430C0E" w:rsidRPr="00D72BEC" w14:paraId="58ECFAC7" w14:textId="77777777" w:rsidTr="00D82A34">
        <w:tc>
          <w:tcPr>
            <w:tcW w:w="952" w:type="pct"/>
          </w:tcPr>
          <w:p w14:paraId="0CF9E5B7"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Jours d’envoi du courrier depuis xxx</w:t>
            </w:r>
          </w:p>
        </w:tc>
        <w:tc>
          <w:tcPr>
            <w:tcW w:w="2024" w:type="pct"/>
          </w:tcPr>
          <w:p w14:paraId="69EE46FD" w14:textId="77777777" w:rsidR="00430C0E" w:rsidRPr="00D72BEC" w:rsidRDefault="00DE577C" w:rsidP="00D72BEC">
            <w:pPr>
              <w:spacing w:before="60" w:after="60"/>
              <w:rPr>
                <w:rFonts w:asciiTheme="minorBidi" w:hAnsiTheme="minorBidi" w:cstheme="minorBidi"/>
              </w:rPr>
            </w:pPr>
            <w:r w:rsidRPr="00D72BEC">
              <w:rPr>
                <w:rFonts w:asciiTheme="minorBidi" w:hAnsiTheme="minorBidi" w:cstheme="minorBidi"/>
              </w:rPr>
              <w:t>J</w:t>
            </w:r>
            <w:r w:rsidR="00430C0E" w:rsidRPr="00D72BEC">
              <w:rPr>
                <w:rFonts w:asciiTheme="minorBidi" w:hAnsiTheme="minorBidi" w:cstheme="minorBidi"/>
              </w:rPr>
              <w:t>ours de la semaine d’utilisation du premier vol pour le courrier (xxx correspondant au code IATA de l’aéroport d’origine)</w:t>
            </w:r>
          </w:p>
        </w:tc>
        <w:tc>
          <w:tcPr>
            <w:tcW w:w="2024" w:type="pct"/>
          </w:tcPr>
          <w:p w14:paraId="752649E0" w14:textId="77777777" w:rsidR="00430C0E" w:rsidRPr="00D72BEC" w:rsidRDefault="00430C0E" w:rsidP="00D72BEC">
            <w:pPr>
              <w:spacing w:before="60" w:after="60"/>
              <w:rPr>
                <w:rFonts w:asciiTheme="minorBidi" w:hAnsiTheme="minorBidi" w:cstheme="minorBidi"/>
              </w:rPr>
            </w:pPr>
          </w:p>
        </w:tc>
      </w:tr>
      <w:tr w:rsidR="00430C0E" w:rsidRPr="00D72BEC" w14:paraId="7F612BA0" w14:textId="77777777" w:rsidTr="00D82A34">
        <w:tc>
          <w:tcPr>
            <w:tcW w:w="952" w:type="pct"/>
          </w:tcPr>
          <w:p w14:paraId="165D8D6C" w14:textId="77777777" w:rsidR="00430C0E" w:rsidRPr="00D72BEC" w:rsidRDefault="00430C0E" w:rsidP="00D72BEC">
            <w:pPr>
              <w:pageBreakBefore/>
              <w:spacing w:before="60" w:after="60"/>
              <w:rPr>
                <w:rFonts w:asciiTheme="minorBidi" w:hAnsiTheme="minorBidi" w:cstheme="minorBidi"/>
              </w:rPr>
            </w:pPr>
            <w:r w:rsidRPr="00D72BEC">
              <w:rPr>
                <w:rFonts w:asciiTheme="minorBidi" w:hAnsiTheme="minorBidi" w:cstheme="minorBidi"/>
              </w:rPr>
              <w:lastRenderedPageBreak/>
              <w:t>2</w:t>
            </w:r>
            <w:r w:rsidRPr="00D72BEC">
              <w:rPr>
                <w:rFonts w:asciiTheme="minorBidi" w:hAnsiTheme="minorBidi" w:cstheme="minorBidi"/>
                <w:vertAlign w:val="superscript"/>
              </w:rPr>
              <w:t>e</w:t>
            </w:r>
            <w:r w:rsidRPr="00D72BEC">
              <w:rPr>
                <w:rFonts w:asciiTheme="minorBidi" w:hAnsiTheme="minorBidi" w:cstheme="minorBidi"/>
              </w:rPr>
              <w:t xml:space="preserve"> vol</w:t>
            </w:r>
          </w:p>
        </w:tc>
        <w:tc>
          <w:tcPr>
            <w:tcW w:w="2024" w:type="pct"/>
          </w:tcPr>
          <w:p w14:paraId="1E0715A5"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 xml:space="preserve">Si le courrier est acheminé en deux étapes, numéro </w:t>
            </w:r>
            <w:r w:rsidR="00297C98" w:rsidRPr="00D72BEC">
              <w:rPr>
                <w:rFonts w:asciiTheme="minorBidi" w:hAnsiTheme="minorBidi" w:cstheme="minorBidi"/>
              </w:rPr>
              <w:br/>
            </w:r>
            <w:r w:rsidRPr="00D72BEC">
              <w:rPr>
                <w:rFonts w:asciiTheme="minorBidi" w:hAnsiTheme="minorBidi" w:cstheme="minorBidi"/>
              </w:rPr>
              <w:t>du deuxième vol</w:t>
            </w:r>
          </w:p>
        </w:tc>
        <w:tc>
          <w:tcPr>
            <w:tcW w:w="2024" w:type="pct"/>
          </w:tcPr>
          <w:p w14:paraId="10D61145" w14:textId="77777777" w:rsidR="00430C0E" w:rsidRPr="00D72BEC" w:rsidRDefault="00430C0E" w:rsidP="00D72BEC">
            <w:pPr>
              <w:spacing w:before="60" w:after="60"/>
              <w:rPr>
                <w:rFonts w:asciiTheme="minorBidi" w:hAnsiTheme="minorBidi" w:cstheme="minorBidi"/>
              </w:rPr>
            </w:pPr>
          </w:p>
        </w:tc>
      </w:tr>
      <w:tr w:rsidR="00430C0E" w:rsidRPr="00D72BEC" w14:paraId="4B4C3A66" w14:textId="77777777" w:rsidTr="00D82A34">
        <w:tc>
          <w:tcPr>
            <w:tcW w:w="952" w:type="pct"/>
          </w:tcPr>
          <w:p w14:paraId="4DD395BB"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De</w:t>
            </w:r>
          </w:p>
        </w:tc>
        <w:tc>
          <w:tcPr>
            <w:tcW w:w="2024" w:type="pct"/>
          </w:tcPr>
          <w:p w14:paraId="49240378" w14:textId="77777777" w:rsidR="00430C0E" w:rsidRPr="00D72BEC" w:rsidRDefault="00297C98"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IATA de l’aéroport de départ du deuxième vol</w:t>
            </w:r>
          </w:p>
        </w:tc>
        <w:tc>
          <w:tcPr>
            <w:tcW w:w="2024" w:type="pct"/>
          </w:tcPr>
          <w:p w14:paraId="05A5F8F3" w14:textId="77777777" w:rsidR="00430C0E" w:rsidRPr="00D72BEC" w:rsidRDefault="00430C0E" w:rsidP="00D72BEC">
            <w:pPr>
              <w:spacing w:before="60" w:after="60"/>
              <w:rPr>
                <w:rFonts w:asciiTheme="minorBidi" w:hAnsiTheme="minorBidi" w:cstheme="minorBidi"/>
              </w:rPr>
            </w:pPr>
          </w:p>
        </w:tc>
      </w:tr>
      <w:tr w:rsidR="00430C0E" w:rsidRPr="00D72BEC" w14:paraId="0EC10125" w14:textId="77777777" w:rsidTr="00D82A34">
        <w:tc>
          <w:tcPr>
            <w:tcW w:w="952" w:type="pct"/>
          </w:tcPr>
          <w:p w14:paraId="466936C4"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À</w:t>
            </w:r>
          </w:p>
        </w:tc>
        <w:tc>
          <w:tcPr>
            <w:tcW w:w="2024" w:type="pct"/>
          </w:tcPr>
          <w:p w14:paraId="4D66E3A1" w14:textId="77777777" w:rsidR="00430C0E" w:rsidRPr="00D72BEC" w:rsidRDefault="00297C98" w:rsidP="00D72BEC">
            <w:pPr>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ode IATA de l’aéroport d’arrivée du deuxième vol</w:t>
            </w:r>
          </w:p>
        </w:tc>
        <w:tc>
          <w:tcPr>
            <w:tcW w:w="2024" w:type="pct"/>
          </w:tcPr>
          <w:p w14:paraId="7F377CF0" w14:textId="77777777" w:rsidR="00430C0E" w:rsidRPr="00D72BEC" w:rsidRDefault="00430C0E" w:rsidP="00D72BEC">
            <w:pPr>
              <w:spacing w:before="60" w:after="60"/>
              <w:rPr>
                <w:rFonts w:asciiTheme="minorBidi" w:hAnsiTheme="minorBidi" w:cstheme="minorBidi"/>
              </w:rPr>
            </w:pPr>
          </w:p>
        </w:tc>
      </w:tr>
      <w:tr w:rsidR="00430C0E" w:rsidRPr="00D72BEC" w14:paraId="0F38628D" w14:textId="77777777" w:rsidTr="00D82A34">
        <w:tc>
          <w:tcPr>
            <w:tcW w:w="952" w:type="pct"/>
          </w:tcPr>
          <w:p w14:paraId="1D55A8F5"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Départ</w:t>
            </w:r>
          </w:p>
        </w:tc>
        <w:tc>
          <w:tcPr>
            <w:tcW w:w="2024" w:type="pct"/>
          </w:tcPr>
          <w:p w14:paraId="7A3F8189" w14:textId="77777777" w:rsidR="00430C0E" w:rsidRPr="00D72BEC" w:rsidRDefault="00297C98" w:rsidP="00D72BEC">
            <w:pPr>
              <w:spacing w:before="60" w:after="60"/>
              <w:rPr>
                <w:rFonts w:asciiTheme="minorBidi" w:hAnsiTheme="minorBidi" w:cstheme="minorBidi"/>
              </w:rPr>
            </w:pPr>
            <w:r w:rsidRPr="00D72BEC">
              <w:rPr>
                <w:rFonts w:asciiTheme="minorBidi" w:hAnsiTheme="minorBidi" w:cstheme="minorBidi"/>
              </w:rPr>
              <w:t>H</w:t>
            </w:r>
            <w:r w:rsidR="00430C0E" w:rsidRPr="00D72BEC">
              <w:rPr>
                <w:rFonts w:asciiTheme="minorBidi" w:hAnsiTheme="minorBidi" w:cstheme="minorBidi"/>
              </w:rPr>
              <w:t>eure de départ prévue du deuxième vol</w:t>
            </w:r>
          </w:p>
        </w:tc>
        <w:tc>
          <w:tcPr>
            <w:tcW w:w="2024" w:type="pct"/>
          </w:tcPr>
          <w:p w14:paraId="7159705C" w14:textId="77777777" w:rsidR="00430C0E" w:rsidRPr="00D72BEC" w:rsidRDefault="00430C0E" w:rsidP="00D72BEC">
            <w:pPr>
              <w:spacing w:before="60" w:after="60"/>
              <w:rPr>
                <w:rFonts w:asciiTheme="minorBidi" w:hAnsiTheme="minorBidi" w:cstheme="minorBidi"/>
              </w:rPr>
            </w:pPr>
          </w:p>
        </w:tc>
      </w:tr>
      <w:tr w:rsidR="00430C0E" w:rsidRPr="00D72BEC" w14:paraId="54283860" w14:textId="77777777" w:rsidTr="00D82A34">
        <w:tc>
          <w:tcPr>
            <w:tcW w:w="952" w:type="pct"/>
          </w:tcPr>
          <w:p w14:paraId="012968B5" w14:textId="77777777" w:rsidR="00430C0E" w:rsidRPr="00D72BEC" w:rsidRDefault="00430C0E" w:rsidP="00D72BEC">
            <w:pPr>
              <w:spacing w:before="60" w:after="60"/>
              <w:rPr>
                <w:rFonts w:asciiTheme="minorBidi" w:hAnsiTheme="minorBidi" w:cstheme="minorBidi"/>
              </w:rPr>
            </w:pPr>
            <w:r w:rsidRPr="00D72BEC">
              <w:rPr>
                <w:rFonts w:asciiTheme="minorBidi" w:hAnsiTheme="minorBidi" w:cstheme="minorBidi"/>
              </w:rPr>
              <w:t>Arrivée</w:t>
            </w:r>
          </w:p>
        </w:tc>
        <w:tc>
          <w:tcPr>
            <w:tcW w:w="2024" w:type="pct"/>
          </w:tcPr>
          <w:p w14:paraId="2CA2A50C" w14:textId="77777777" w:rsidR="00430C0E" w:rsidRPr="00D72BEC" w:rsidRDefault="00297C98" w:rsidP="00D72BEC">
            <w:pPr>
              <w:spacing w:before="60" w:after="60"/>
              <w:rPr>
                <w:rFonts w:asciiTheme="minorBidi" w:hAnsiTheme="minorBidi" w:cstheme="minorBidi"/>
              </w:rPr>
            </w:pPr>
            <w:r w:rsidRPr="00D72BEC">
              <w:rPr>
                <w:rFonts w:asciiTheme="minorBidi" w:hAnsiTheme="minorBidi" w:cstheme="minorBidi"/>
              </w:rPr>
              <w:t>H</w:t>
            </w:r>
            <w:r w:rsidR="00430C0E" w:rsidRPr="00D72BEC">
              <w:rPr>
                <w:rFonts w:asciiTheme="minorBidi" w:hAnsiTheme="minorBidi" w:cstheme="minorBidi"/>
              </w:rPr>
              <w:t xml:space="preserve">eure d’arrivée prévue du deuxième vol; si le vol arrive </w:t>
            </w:r>
            <w:r w:rsidRPr="00D72BEC">
              <w:rPr>
                <w:rFonts w:asciiTheme="minorBidi" w:hAnsiTheme="minorBidi" w:cstheme="minorBidi"/>
              </w:rPr>
              <w:br/>
            </w:r>
            <w:r w:rsidR="00430C0E" w:rsidRPr="00D72BEC">
              <w:rPr>
                <w:rFonts w:asciiTheme="minorBidi" w:hAnsiTheme="minorBidi" w:cstheme="minorBidi"/>
              </w:rPr>
              <w:t>le lendemain, ajouter +1</w:t>
            </w:r>
          </w:p>
        </w:tc>
        <w:tc>
          <w:tcPr>
            <w:tcW w:w="2024" w:type="pct"/>
          </w:tcPr>
          <w:p w14:paraId="76A28729" w14:textId="77777777" w:rsidR="00430C0E" w:rsidRPr="00D72BEC" w:rsidRDefault="00430C0E" w:rsidP="00D72BEC">
            <w:pPr>
              <w:spacing w:before="60" w:after="60"/>
              <w:rPr>
                <w:rFonts w:asciiTheme="minorBidi" w:hAnsiTheme="minorBidi" w:cstheme="minorBidi"/>
              </w:rPr>
            </w:pPr>
          </w:p>
        </w:tc>
      </w:tr>
      <w:tr w:rsidR="00430C0E" w:rsidRPr="00D72BEC" w14:paraId="0630C07D" w14:textId="77777777" w:rsidTr="00D82A34">
        <w:tc>
          <w:tcPr>
            <w:tcW w:w="952" w:type="pct"/>
          </w:tcPr>
          <w:p w14:paraId="2607A281" w14:textId="77777777" w:rsidR="00430C0E" w:rsidRPr="00D72BEC" w:rsidRDefault="00430C0E" w:rsidP="0045603B">
            <w:pPr>
              <w:spacing w:before="60" w:after="60"/>
              <w:rPr>
                <w:rFonts w:asciiTheme="minorBidi" w:hAnsiTheme="minorBidi" w:cstheme="minorBidi"/>
              </w:rPr>
            </w:pPr>
            <w:r w:rsidRPr="00D72BEC">
              <w:rPr>
                <w:rFonts w:asciiTheme="minorBidi" w:hAnsiTheme="minorBidi" w:cstheme="minorBidi"/>
              </w:rPr>
              <w:t>Jours de vol</w:t>
            </w:r>
          </w:p>
        </w:tc>
        <w:tc>
          <w:tcPr>
            <w:tcW w:w="2024" w:type="pct"/>
          </w:tcPr>
          <w:p w14:paraId="0DF1EA5C" w14:textId="77777777" w:rsidR="00430C0E" w:rsidRPr="00D72BEC" w:rsidRDefault="00297C98" w:rsidP="0045603B">
            <w:pPr>
              <w:spacing w:before="60" w:after="60"/>
              <w:rPr>
                <w:rFonts w:asciiTheme="minorBidi" w:hAnsiTheme="minorBidi" w:cstheme="minorBidi"/>
              </w:rPr>
            </w:pPr>
            <w:r w:rsidRPr="00D72BEC">
              <w:rPr>
                <w:rFonts w:asciiTheme="minorBidi" w:hAnsiTheme="minorBidi" w:cstheme="minorBidi"/>
              </w:rPr>
              <w:t>J</w:t>
            </w:r>
            <w:r w:rsidR="00430C0E" w:rsidRPr="00D72BEC">
              <w:rPr>
                <w:rFonts w:asciiTheme="minorBidi" w:hAnsiTheme="minorBidi" w:cstheme="minorBidi"/>
              </w:rPr>
              <w:t xml:space="preserve">ours de la semaine </w:t>
            </w:r>
            <w:r w:rsidRPr="00D72BEC">
              <w:rPr>
                <w:rFonts w:asciiTheme="minorBidi" w:hAnsiTheme="minorBidi" w:cstheme="minorBidi"/>
              </w:rPr>
              <w:t xml:space="preserve">où a </w:t>
            </w:r>
            <w:r w:rsidR="00430C0E" w:rsidRPr="00D72BEC">
              <w:rPr>
                <w:rFonts w:asciiTheme="minorBidi" w:hAnsiTheme="minorBidi" w:cstheme="minorBidi"/>
              </w:rPr>
              <w:t>lieu le deuxième vol</w:t>
            </w:r>
          </w:p>
        </w:tc>
        <w:tc>
          <w:tcPr>
            <w:tcW w:w="2024" w:type="pct"/>
          </w:tcPr>
          <w:p w14:paraId="14B88771" w14:textId="77777777" w:rsidR="00430C0E" w:rsidRPr="00D72BEC" w:rsidRDefault="00430C0E" w:rsidP="0045603B">
            <w:pPr>
              <w:spacing w:before="60" w:after="60"/>
              <w:rPr>
                <w:rFonts w:asciiTheme="minorBidi" w:hAnsiTheme="minorBidi" w:cstheme="minorBidi"/>
              </w:rPr>
            </w:pPr>
          </w:p>
        </w:tc>
      </w:tr>
      <w:tr w:rsidR="00430C0E" w:rsidRPr="00D72BEC" w14:paraId="6D382344" w14:textId="77777777" w:rsidTr="00D82A34">
        <w:tc>
          <w:tcPr>
            <w:tcW w:w="952" w:type="pct"/>
          </w:tcPr>
          <w:p w14:paraId="17552500" w14:textId="77777777" w:rsidR="00430C0E" w:rsidRPr="00D72BEC" w:rsidRDefault="00430C0E" w:rsidP="0045603B">
            <w:pPr>
              <w:keepNext/>
              <w:keepLines/>
              <w:spacing w:before="60" w:after="60"/>
              <w:rPr>
                <w:rFonts w:asciiTheme="minorBidi" w:hAnsiTheme="minorBidi" w:cstheme="minorBidi"/>
              </w:rPr>
            </w:pPr>
            <w:r w:rsidRPr="00D72BEC">
              <w:rPr>
                <w:rFonts w:asciiTheme="minorBidi" w:hAnsiTheme="minorBidi" w:cstheme="minorBidi"/>
              </w:rPr>
              <w:t>3</w:t>
            </w:r>
            <w:r w:rsidRPr="00D72BEC">
              <w:rPr>
                <w:rFonts w:asciiTheme="minorBidi" w:hAnsiTheme="minorBidi" w:cstheme="minorBidi"/>
                <w:vertAlign w:val="superscript"/>
              </w:rPr>
              <w:t>e</w:t>
            </w:r>
            <w:r w:rsidRPr="00D72BEC">
              <w:rPr>
                <w:rFonts w:asciiTheme="minorBidi" w:hAnsiTheme="minorBidi" w:cstheme="minorBidi"/>
              </w:rPr>
              <w:t xml:space="preserve"> vol</w:t>
            </w:r>
          </w:p>
        </w:tc>
        <w:tc>
          <w:tcPr>
            <w:tcW w:w="2024" w:type="pct"/>
          </w:tcPr>
          <w:p w14:paraId="38791D35" w14:textId="77777777" w:rsidR="00430C0E" w:rsidRPr="00D72BEC" w:rsidRDefault="00430C0E" w:rsidP="0045603B">
            <w:pPr>
              <w:keepNext/>
              <w:keepLines/>
              <w:spacing w:before="60" w:after="60"/>
              <w:rPr>
                <w:rFonts w:asciiTheme="minorBidi" w:hAnsiTheme="minorBidi" w:cstheme="minorBidi"/>
              </w:rPr>
            </w:pPr>
            <w:r w:rsidRPr="00D72BEC">
              <w:rPr>
                <w:rFonts w:asciiTheme="minorBidi" w:hAnsiTheme="minorBidi" w:cstheme="minorBidi"/>
              </w:rPr>
              <w:t xml:space="preserve">Si le courrier est acheminé en trois étapes, numéro </w:t>
            </w:r>
            <w:r w:rsidR="00297C98" w:rsidRPr="00D72BEC">
              <w:rPr>
                <w:rFonts w:asciiTheme="minorBidi" w:hAnsiTheme="minorBidi" w:cstheme="minorBidi"/>
              </w:rPr>
              <w:br/>
            </w:r>
            <w:r w:rsidRPr="00D72BEC">
              <w:rPr>
                <w:rFonts w:asciiTheme="minorBidi" w:hAnsiTheme="minorBidi" w:cstheme="minorBidi"/>
              </w:rPr>
              <w:t>du troisième vol</w:t>
            </w:r>
          </w:p>
        </w:tc>
        <w:tc>
          <w:tcPr>
            <w:tcW w:w="2024" w:type="pct"/>
          </w:tcPr>
          <w:p w14:paraId="19625A8A" w14:textId="77777777" w:rsidR="00430C0E" w:rsidRPr="00D72BEC" w:rsidRDefault="00430C0E" w:rsidP="0045603B">
            <w:pPr>
              <w:keepNext/>
              <w:keepLines/>
              <w:spacing w:before="60" w:after="60"/>
              <w:rPr>
                <w:rFonts w:asciiTheme="minorBidi" w:hAnsiTheme="minorBidi" w:cstheme="minorBidi"/>
              </w:rPr>
            </w:pPr>
          </w:p>
        </w:tc>
      </w:tr>
      <w:tr w:rsidR="00430C0E" w:rsidRPr="00D72BEC" w14:paraId="14165312" w14:textId="77777777" w:rsidTr="00D82A34">
        <w:tc>
          <w:tcPr>
            <w:tcW w:w="952" w:type="pct"/>
          </w:tcPr>
          <w:p w14:paraId="1DADDE51"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De</w:t>
            </w:r>
          </w:p>
        </w:tc>
        <w:tc>
          <w:tcPr>
            <w:tcW w:w="2024" w:type="pct"/>
          </w:tcPr>
          <w:p w14:paraId="32369195" w14:textId="77777777" w:rsidR="00430C0E" w:rsidRPr="00D72BEC" w:rsidRDefault="00297C98" w:rsidP="00D72BEC">
            <w:pPr>
              <w:keepNext/>
              <w:keepLines/>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 xml:space="preserve">ode d’aéroport IATA correspondant à l’aéroport de départ </w:t>
            </w:r>
            <w:r w:rsidRPr="00D72BEC">
              <w:rPr>
                <w:rFonts w:asciiTheme="minorBidi" w:hAnsiTheme="minorBidi" w:cstheme="minorBidi"/>
              </w:rPr>
              <w:br/>
            </w:r>
            <w:r w:rsidR="00430C0E" w:rsidRPr="00D72BEC">
              <w:rPr>
                <w:rFonts w:asciiTheme="minorBidi" w:hAnsiTheme="minorBidi" w:cstheme="minorBidi"/>
              </w:rPr>
              <w:t>du troisième vol</w:t>
            </w:r>
          </w:p>
        </w:tc>
        <w:tc>
          <w:tcPr>
            <w:tcW w:w="2024" w:type="pct"/>
          </w:tcPr>
          <w:p w14:paraId="727BD7E5" w14:textId="77777777" w:rsidR="00430C0E" w:rsidRPr="00D72BEC" w:rsidRDefault="00430C0E" w:rsidP="00D72BEC">
            <w:pPr>
              <w:keepNext/>
              <w:keepLines/>
              <w:spacing w:before="60" w:after="60"/>
              <w:rPr>
                <w:rFonts w:asciiTheme="minorBidi" w:hAnsiTheme="minorBidi" w:cstheme="minorBidi"/>
              </w:rPr>
            </w:pPr>
          </w:p>
        </w:tc>
      </w:tr>
      <w:tr w:rsidR="00430C0E" w:rsidRPr="00D72BEC" w14:paraId="064F65A4" w14:textId="77777777" w:rsidTr="00D82A34">
        <w:tc>
          <w:tcPr>
            <w:tcW w:w="952" w:type="pct"/>
          </w:tcPr>
          <w:p w14:paraId="377D9C27"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À</w:t>
            </w:r>
          </w:p>
        </w:tc>
        <w:tc>
          <w:tcPr>
            <w:tcW w:w="2024" w:type="pct"/>
          </w:tcPr>
          <w:p w14:paraId="68DC4A00" w14:textId="77777777" w:rsidR="00430C0E" w:rsidRPr="00D72BEC" w:rsidRDefault="00297C98" w:rsidP="00D72BEC">
            <w:pPr>
              <w:keepNext/>
              <w:keepLines/>
              <w:spacing w:before="60" w:after="60"/>
              <w:rPr>
                <w:rFonts w:asciiTheme="minorBidi" w:hAnsiTheme="minorBidi" w:cstheme="minorBidi"/>
              </w:rPr>
            </w:pPr>
            <w:r w:rsidRPr="00D72BEC">
              <w:rPr>
                <w:rFonts w:asciiTheme="minorBidi" w:hAnsiTheme="minorBidi" w:cstheme="minorBidi"/>
              </w:rPr>
              <w:t>C</w:t>
            </w:r>
            <w:r w:rsidR="00430C0E" w:rsidRPr="00D72BEC">
              <w:rPr>
                <w:rFonts w:asciiTheme="minorBidi" w:hAnsiTheme="minorBidi" w:cstheme="minorBidi"/>
              </w:rPr>
              <w:t xml:space="preserve">ode d’aéroport IATA correspondant à l’aéroport d’arrivée </w:t>
            </w:r>
            <w:r w:rsidRPr="00D72BEC">
              <w:rPr>
                <w:rFonts w:asciiTheme="minorBidi" w:hAnsiTheme="minorBidi" w:cstheme="minorBidi"/>
              </w:rPr>
              <w:br/>
            </w:r>
            <w:r w:rsidR="00430C0E" w:rsidRPr="00D72BEC">
              <w:rPr>
                <w:rFonts w:asciiTheme="minorBidi" w:hAnsiTheme="minorBidi" w:cstheme="minorBidi"/>
              </w:rPr>
              <w:t>du troisième vol</w:t>
            </w:r>
          </w:p>
        </w:tc>
        <w:tc>
          <w:tcPr>
            <w:tcW w:w="2024" w:type="pct"/>
          </w:tcPr>
          <w:p w14:paraId="660FC6ED" w14:textId="77777777" w:rsidR="00430C0E" w:rsidRPr="00D72BEC" w:rsidRDefault="00430C0E" w:rsidP="00D72BEC">
            <w:pPr>
              <w:keepNext/>
              <w:keepLines/>
              <w:spacing w:before="60" w:after="60"/>
              <w:rPr>
                <w:rFonts w:asciiTheme="minorBidi" w:hAnsiTheme="minorBidi" w:cstheme="minorBidi"/>
              </w:rPr>
            </w:pPr>
          </w:p>
        </w:tc>
      </w:tr>
      <w:tr w:rsidR="00430C0E" w:rsidRPr="00D72BEC" w14:paraId="061F6D48" w14:textId="77777777" w:rsidTr="00D82A34">
        <w:tc>
          <w:tcPr>
            <w:tcW w:w="952" w:type="pct"/>
          </w:tcPr>
          <w:p w14:paraId="2EFAFB80"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Départ</w:t>
            </w:r>
          </w:p>
        </w:tc>
        <w:tc>
          <w:tcPr>
            <w:tcW w:w="2024" w:type="pct"/>
          </w:tcPr>
          <w:p w14:paraId="6D8F3CCE"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Heure de départ prévue du troisième vol</w:t>
            </w:r>
          </w:p>
        </w:tc>
        <w:tc>
          <w:tcPr>
            <w:tcW w:w="2024" w:type="pct"/>
          </w:tcPr>
          <w:p w14:paraId="2B1CACD7" w14:textId="77777777" w:rsidR="00430C0E" w:rsidRPr="00D72BEC" w:rsidRDefault="00430C0E" w:rsidP="00D72BEC">
            <w:pPr>
              <w:keepNext/>
              <w:keepLines/>
              <w:spacing w:before="60" w:after="60"/>
              <w:rPr>
                <w:rFonts w:asciiTheme="minorBidi" w:hAnsiTheme="minorBidi" w:cstheme="minorBidi"/>
              </w:rPr>
            </w:pPr>
          </w:p>
        </w:tc>
      </w:tr>
      <w:tr w:rsidR="00430C0E" w:rsidRPr="00D72BEC" w14:paraId="6F87A241" w14:textId="77777777" w:rsidTr="00D82A34">
        <w:tc>
          <w:tcPr>
            <w:tcW w:w="952" w:type="pct"/>
            <w:tcBorders>
              <w:bottom w:val="single" w:sz="4" w:space="0" w:color="auto"/>
            </w:tcBorders>
          </w:tcPr>
          <w:p w14:paraId="7EB006F8"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Arrivée</w:t>
            </w:r>
          </w:p>
        </w:tc>
        <w:tc>
          <w:tcPr>
            <w:tcW w:w="2024" w:type="pct"/>
            <w:tcBorders>
              <w:bottom w:val="single" w:sz="4" w:space="0" w:color="auto"/>
            </w:tcBorders>
          </w:tcPr>
          <w:p w14:paraId="4208518D"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 xml:space="preserve">Heure d’arrivée prévue du troisième vol; si le vol arrive </w:t>
            </w:r>
            <w:r w:rsidR="00297C98" w:rsidRPr="00D72BEC">
              <w:rPr>
                <w:rFonts w:asciiTheme="minorBidi" w:hAnsiTheme="minorBidi" w:cstheme="minorBidi"/>
              </w:rPr>
              <w:br/>
            </w:r>
            <w:r w:rsidRPr="00D72BEC">
              <w:rPr>
                <w:rFonts w:asciiTheme="minorBidi" w:hAnsiTheme="minorBidi" w:cstheme="minorBidi"/>
              </w:rPr>
              <w:t>le lendemain, ajouter +1</w:t>
            </w:r>
          </w:p>
        </w:tc>
        <w:tc>
          <w:tcPr>
            <w:tcW w:w="2024" w:type="pct"/>
            <w:tcBorders>
              <w:bottom w:val="single" w:sz="4" w:space="0" w:color="auto"/>
            </w:tcBorders>
          </w:tcPr>
          <w:p w14:paraId="542D78FF" w14:textId="77777777" w:rsidR="00430C0E" w:rsidRPr="00D72BEC" w:rsidRDefault="00430C0E" w:rsidP="00D72BEC">
            <w:pPr>
              <w:keepNext/>
              <w:keepLines/>
              <w:spacing w:before="60" w:after="60"/>
              <w:rPr>
                <w:rFonts w:asciiTheme="minorBidi" w:hAnsiTheme="minorBidi" w:cstheme="minorBidi"/>
              </w:rPr>
            </w:pPr>
          </w:p>
        </w:tc>
      </w:tr>
      <w:tr w:rsidR="00430C0E" w:rsidRPr="00D72BEC" w14:paraId="473E8690" w14:textId="77777777" w:rsidTr="00D82A34">
        <w:tc>
          <w:tcPr>
            <w:tcW w:w="952" w:type="pct"/>
            <w:tcBorders>
              <w:bottom w:val="single" w:sz="4" w:space="0" w:color="auto"/>
            </w:tcBorders>
          </w:tcPr>
          <w:p w14:paraId="41688CBA" w14:textId="77777777" w:rsidR="00430C0E" w:rsidRPr="00D72BEC" w:rsidRDefault="00430C0E" w:rsidP="00D72BEC">
            <w:pPr>
              <w:keepNext/>
              <w:keepLines/>
              <w:spacing w:before="60" w:after="60"/>
              <w:rPr>
                <w:rFonts w:asciiTheme="minorBidi" w:hAnsiTheme="minorBidi" w:cstheme="minorBidi"/>
              </w:rPr>
            </w:pPr>
            <w:r w:rsidRPr="00D72BEC">
              <w:rPr>
                <w:rFonts w:asciiTheme="minorBidi" w:hAnsiTheme="minorBidi" w:cstheme="minorBidi"/>
              </w:rPr>
              <w:t>Jours de vol</w:t>
            </w:r>
          </w:p>
        </w:tc>
        <w:tc>
          <w:tcPr>
            <w:tcW w:w="2024" w:type="pct"/>
            <w:tcBorders>
              <w:bottom w:val="single" w:sz="4" w:space="0" w:color="auto"/>
            </w:tcBorders>
          </w:tcPr>
          <w:p w14:paraId="62EB91D0" w14:textId="77777777" w:rsidR="00430C0E" w:rsidRPr="00D72BEC" w:rsidRDefault="00297C98" w:rsidP="00D72BEC">
            <w:pPr>
              <w:keepNext/>
              <w:keepLines/>
              <w:spacing w:before="60" w:after="60"/>
              <w:rPr>
                <w:rFonts w:asciiTheme="minorBidi" w:hAnsiTheme="minorBidi" w:cstheme="minorBidi"/>
              </w:rPr>
            </w:pPr>
            <w:r w:rsidRPr="00D72BEC">
              <w:rPr>
                <w:rFonts w:asciiTheme="minorBidi" w:hAnsiTheme="minorBidi" w:cstheme="minorBidi"/>
              </w:rPr>
              <w:t>J</w:t>
            </w:r>
            <w:r w:rsidR="00430C0E" w:rsidRPr="00D72BEC">
              <w:rPr>
                <w:rFonts w:asciiTheme="minorBidi" w:hAnsiTheme="minorBidi" w:cstheme="minorBidi"/>
              </w:rPr>
              <w:t xml:space="preserve">ours de la semaine </w:t>
            </w:r>
            <w:r w:rsidRPr="00D72BEC">
              <w:rPr>
                <w:rFonts w:asciiTheme="minorBidi" w:hAnsiTheme="minorBidi" w:cstheme="minorBidi"/>
              </w:rPr>
              <w:t xml:space="preserve">où a </w:t>
            </w:r>
            <w:r w:rsidR="00430C0E" w:rsidRPr="00D72BEC">
              <w:rPr>
                <w:rFonts w:asciiTheme="minorBidi" w:hAnsiTheme="minorBidi" w:cstheme="minorBidi"/>
              </w:rPr>
              <w:t>lieu le troisième vol</w:t>
            </w:r>
          </w:p>
        </w:tc>
        <w:tc>
          <w:tcPr>
            <w:tcW w:w="2024" w:type="pct"/>
            <w:tcBorders>
              <w:bottom w:val="single" w:sz="4" w:space="0" w:color="auto"/>
            </w:tcBorders>
          </w:tcPr>
          <w:p w14:paraId="0245B507" w14:textId="77777777" w:rsidR="00430C0E" w:rsidRPr="00D72BEC" w:rsidRDefault="00430C0E" w:rsidP="00D72BEC">
            <w:pPr>
              <w:keepNext/>
              <w:keepLines/>
              <w:spacing w:before="60" w:after="60"/>
              <w:rPr>
                <w:rFonts w:asciiTheme="minorBidi" w:hAnsiTheme="minorBidi" w:cstheme="minorBidi"/>
              </w:rPr>
            </w:pPr>
          </w:p>
        </w:tc>
      </w:tr>
    </w:tbl>
    <w:p w14:paraId="44BD24EC" w14:textId="77777777" w:rsidR="00430C0E" w:rsidRPr="00D72BEC" w:rsidRDefault="00430C0E" w:rsidP="00D72BEC">
      <w:pPr>
        <w:rPr>
          <w:rFonts w:asciiTheme="minorBidi" w:hAnsiTheme="minorBidi" w:cstheme="minorBidi"/>
        </w:rPr>
      </w:pPr>
    </w:p>
    <w:p w14:paraId="273E3DB7" w14:textId="77777777" w:rsidR="00430C0E" w:rsidRPr="00D72BEC" w:rsidRDefault="00430C0E" w:rsidP="00D72BEC">
      <w:pPr>
        <w:tabs>
          <w:tab w:val="left" w:pos="1909"/>
        </w:tabs>
        <w:spacing w:after="120"/>
        <w:rPr>
          <w:rFonts w:asciiTheme="minorBidi" w:hAnsiTheme="minorBidi" w:cstheme="minorBidi"/>
        </w:rPr>
      </w:pPr>
      <w:r w:rsidRPr="00D72BEC">
        <w:rPr>
          <w:rFonts w:asciiTheme="minorBidi" w:hAnsiTheme="minorBidi" w:cstheme="minorBidi"/>
        </w:rPr>
        <w:t>Voici un exemple de mise en forme de ce tableur Excel:</w:t>
      </w:r>
    </w:p>
    <w:p w14:paraId="19D25001" w14:textId="77777777" w:rsidR="00430C0E" w:rsidRPr="00D72BEC" w:rsidRDefault="00430C0E" w:rsidP="00D72BEC">
      <w:pPr>
        <w:rPr>
          <w:rFonts w:asciiTheme="minorBidi" w:hAnsiTheme="minorBidi" w:cstheme="minorBidi"/>
        </w:rPr>
      </w:pPr>
      <w:r w:rsidRPr="00D72BEC">
        <w:rPr>
          <w:rFonts w:asciiTheme="minorBidi" w:hAnsiTheme="minorBidi" w:cstheme="minorBidi"/>
          <w:noProof/>
          <w:lang w:val="en-US" w:eastAsia="en-US"/>
        </w:rPr>
        <w:drawing>
          <wp:inline distT="0" distB="0" distL="0" distR="0" wp14:anchorId="1EF2B9A7" wp14:editId="60C8F3B6">
            <wp:extent cx="9253220" cy="639437"/>
            <wp:effectExtent l="0" t="0" r="0" b="8890"/>
            <wp:docPr id="2" name="Image 2" descr="Z:\public\dl\00 Logistique\Traduction\STFR\Mathilde Bouvier\Projets en cours\180417 - Framework for a Service Agreement\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ublic\dl\00 Logistique\Traduction\STFR\Mathilde Bouvier\Projets en cours\180417 - Framework for a Service Agreement\Captur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3220" cy="639437"/>
                    </a:xfrm>
                    <a:prstGeom prst="rect">
                      <a:avLst/>
                    </a:prstGeom>
                    <a:noFill/>
                    <a:ln>
                      <a:noFill/>
                    </a:ln>
                  </pic:spPr>
                </pic:pic>
              </a:graphicData>
            </a:graphic>
          </wp:inline>
        </w:drawing>
      </w:r>
    </w:p>
    <w:p w14:paraId="3453E485" w14:textId="77777777" w:rsidR="0040792E" w:rsidRPr="00D72BEC" w:rsidRDefault="0040792E" w:rsidP="00D72BEC">
      <w:pPr>
        <w:rPr>
          <w:rFonts w:asciiTheme="minorBidi" w:hAnsiTheme="minorBidi" w:cstheme="minorBidi"/>
          <w:bCs/>
          <w:i/>
        </w:rPr>
      </w:pPr>
      <w:r w:rsidRPr="00D72BEC">
        <w:rPr>
          <w:rFonts w:asciiTheme="minorBidi" w:hAnsiTheme="minorBidi" w:cstheme="minorBidi"/>
          <w:b/>
          <w:i/>
        </w:rPr>
        <w:br w:type="page"/>
      </w:r>
    </w:p>
    <w:p w14:paraId="117297F6" w14:textId="77777777" w:rsidR="00430C0E" w:rsidRPr="00D72BEC" w:rsidRDefault="00C6364D" w:rsidP="00D72BEC">
      <w:pPr>
        <w:pStyle w:val="Titre1"/>
        <w:tabs>
          <w:tab w:val="left" w:pos="1134"/>
        </w:tabs>
        <w:jc w:val="left"/>
        <w:rPr>
          <w:rFonts w:asciiTheme="minorBidi" w:hAnsiTheme="minorBidi" w:cstheme="minorBidi"/>
          <w:bCs w:val="0"/>
          <w:iCs/>
        </w:rPr>
      </w:pPr>
      <w:r w:rsidRPr="00D72BEC">
        <w:rPr>
          <w:rFonts w:asciiTheme="minorBidi" w:hAnsiTheme="minorBidi" w:cstheme="minorBidi"/>
          <w:bCs w:val="0"/>
          <w:iCs/>
        </w:rPr>
        <w:lastRenderedPageBreak/>
        <w:t xml:space="preserve">Annexe 2 – </w:t>
      </w:r>
      <w:r w:rsidR="00430C0E" w:rsidRPr="00D72BEC">
        <w:rPr>
          <w:rFonts w:asciiTheme="minorBidi" w:hAnsiTheme="minorBidi" w:cstheme="minorBidi"/>
          <w:bCs w:val="0"/>
          <w:iCs/>
        </w:rPr>
        <w:t>Tarifs</w:t>
      </w:r>
    </w:p>
    <w:p w14:paraId="743C8371" w14:textId="77777777" w:rsidR="00430C0E" w:rsidRPr="00D72BEC" w:rsidRDefault="00430C0E" w:rsidP="00D72BEC">
      <w:pPr>
        <w:pStyle w:val="Textedebase"/>
        <w:rPr>
          <w:rFonts w:asciiTheme="minorBidi" w:hAnsiTheme="minorBidi" w:cstheme="minorBidi"/>
        </w:rPr>
      </w:pPr>
    </w:p>
    <w:p w14:paraId="508B8667" w14:textId="77777777" w:rsidR="00430C0E" w:rsidRPr="00D72BEC" w:rsidRDefault="00430C0E" w:rsidP="00D72BEC">
      <w:pPr>
        <w:pStyle w:val="Textedebase"/>
        <w:rPr>
          <w:rFonts w:asciiTheme="minorBidi" w:hAnsiTheme="minorBidi" w:cstheme="minorBidi"/>
        </w:rPr>
      </w:pPr>
      <w:r w:rsidRPr="00D72BEC">
        <w:rPr>
          <w:rFonts w:asciiTheme="minorBidi" w:hAnsiTheme="minorBidi" w:cstheme="minorBidi"/>
        </w:rPr>
        <w:t xml:space="preserve">Ci-dessous se trouve un exemple de fichier de tarification (à saisir, </w:t>
      </w:r>
      <w:r w:rsidR="00C6364D" w:rsidRPr="00D72BEC">
        <w:rPr>
          <w:rFonts w:asciiTheme="minorBidi" w:hAnsiTheme="minorBidi" w:cstheme="minorBidi"/>
        </w:rPr>
        <w:t>p. ex.</w:t>
      </w:r>
      <w:r w:rsidRPr="00D72BEC">
        <w:rPr>
          <w:rFonts w:asciiTheme="minorBidi" w:hAnsiTheme="minorBidi" w:cstheme="minorBidi"/>
        </w:rPr>
        <w:t>, dans Excel).</w:t>
      </w:r>
    </w:p>
    <w:p w14:paraId="13AFFD1B" w14:textId="77777777" w:rsidR="00430C0E" w:rsidRPr="00D72BEC" w:rsidRDefault="00430C0E" w:rsidP="00D72BEC">
      <w:pPr>
        <w:pStyle w:val="Textedebase"/>
        <w:rPr>
          <w:rFonts w:asciiTheme="minorBidi" w:hAnsiTheme="minorBidi" w:cstheme="minorBidi"/>
        </w:rPr>
      </w:pPr>
    </w:p>
    <w:p w14:paraId="618DA68F" w14:textId="77777777" w:rsidR="00430C0E" w:rsidRPr="00D72BEC" w:rsidRDefault="00430C0E" w:rsidP="00D72BEC">
      <w:pPr>
        <w:pStyle w:val="Textedebase"/>
        <w:rPr>
          <w:rFonts w:asciiTheme="minorBidi" w:hAnsiTheme="minorBidi" w:cstheme="minorBidi"/>
        </w:rPr>
      </w:pPr>
      <w:r w:rsidRPr="00D72BEC">
        <w:rPr>
          <w:rFonts w:asciiTheme="minorBidi" w:hAnsiTheme="minorBidi" w:cstheme="minorBidi"/>
        </w:rPr>
        <w:t>Il est recommandé que le fichier ou la feuille Excel porte le code IATA de l’aéroport d’origine.</w:t>
      </w:r>
    </w:p>
    <w:p w14:paraId="123BAD2B" w14:textId="77777777" w:rsidR="00430C0E" w:rsidRPr="00D72BEC" w:rsidRDefault="00430C0E" w:rsidP="00D72BEC">
      <w:pPr>
        <w:pStyle w:val="Textedebase"/>
        <w:rPr>
          <w:rFonts w:asciiTheme="minorBidi" w:hAnsiTheme="minorBidi" w:cstheme="minorBidi"/>
        </w:rPr>
      </w:pPr>
    </w:p>
    <w:p w14:paraId="166F0FB5" w14:textId="77777777" w:rsidR="00430C0E" w:rsidRPr="00D72BEC" w:rsidRDefault="00430C0E" w:rsidP="00D72BEC">
      <w:pPr>
        <w:pStyle w:val="Textedebase"/>
        <w:rPr>
          <w:rFonts w:asciiTheme="minorBidi" w:hAnsiTheme="minorBidi" w:cstheme="minorBidi"/>
        </w:rPr>
      </w:pPr>
      <w:r w:rsidRPr="00D72BEC">
        <w:rPr>
          <w:rFonts w:asciiTheme="minorBidi" w:hAnsiTheme="minorBidi" w:cstheme="minorBidi"/>
        </w:rPr>
        <w:t>Il est également recommandé que les volumes estimés se basent sur les volumes réels pour une période donnée. Cette mention devrait être portée en haut de la page (feuille Excel).</w:t>
      </w:r>
    </w:p>
    <w:p w14:paraId="3DBA585D" w14:textId="77777777" w:rsidR="00430C0E" w:rsidRPr="00D72BEC" w:rsidRDefault="00430C0E" w:rsidP="00D72BEC">
      <w:pPr>
        <w:pStyle w:val="Textedebase"/>
        <w:rPr>
          <w:rFonts w:asciiTheme="minorBidi" w:hAnsiTheme="minorBidi" w:cstheme="minorBidi"/>
        </w:rPr>
      </w:pPr>
    </w:p>
    <w:p w14:paraId="30DCB7CF" w14:textId="77777777" w:rsidR="00430C0E" w:rsidRPr="00D72BEC" w:rsidRDefault="00430C0E" w:rsidP="00D72BEC">
      <w:pPr>
        <w:pStyle w:val="Textedebase"/>
        <w:rPr>
          <w:rFonts w:asciiTheme="minorBidi" w:hAnsiTheme="minorBidi" w:cstheme="minorBidi"/>
        </w:rPr>
      </w:pPr>
      <w:r w:rsidRPr="00D72BEC">
        <w:rPr>
          <w:rFonts w:asciiTheme="minorBidi" w:hAnsiTheme="minorBidi" w:cstheme="minorBidi"/>
        </w:rPr>
        <w:t>Les volumes estimés sont basés sur les volumes réels du jj.mm.aaaa au jj.mm.aaaa.</w:t>
      </w:r>
    </w:p>
    <w:p w14:paraId="1E8459BE" w14:textId="77777777" w:rsidR="00430C0E" w:rsidRPr="00D72BEC" w:rsidRDefault="00430C0E" w:rsidP="00D72BEC">
      <w:pPr>
        <w:pStyle w:val="Textedebase"/>
        <w:rPr>
          <w:rFonts w:asciiTheme="minorBidi" w:hAnsiTheme="minorBidi" w:cstheme="minorBidi"/>
        </w:rPr>
      </w:pPr>
    </w:p>
    <w:tbl>
      <w:tblPr>
        <w:tblStyle w:val="Grilledutableau"/>
        <w:tblW w:w="5000" w:type="pct"/>
        <w:tblLook w:val="04A0" w:firstRow="1" w:lastRow="0" w:firstColumn="1" w:lastColumn="0" w:noHBand="0" w:noVBand="1"/>
      </w:tblPr>
      <w:tblGrid>
        <w:gridCol w:w="1457"/>
        <w:gridCol w:w="1457"/>
        <w:gridCol w:w="1456"/>
        <w:gridCol w:w="1296"/>
        <w:gridCol w:w="1616"/>
        <w:gridCol w:w="1293"/>
        <w:gridCol w:w="1619"/>
        <w:gridCol w:w="1284"/>
        <w:gridCol w:w="1628"/>
        <w:gridCol w:w="1456"/>
      </w:tblGrid>
      <w:tr w:rsidR="009901C5" w:rsidRPr="00D72BEC" w14:paraId="70984D77" w14:textId="77777777" w:rsidTr="009901C5">
        <w:tc>
          <w:tcPr>
            <w:tcW w:w="500" w:type="pct"/>
            <w:vMerge w:val="restart"/>
            <w:tcBorders>
              <w:top w:val="single" w:sz="4" w:space="0" w:color="auto"/>
              <w:left w:val="single" w:sz="4" w:space="0" w:color="auto"/>
            </w:tcBorders>
          </w:tcPr>
          <w:p w14:paraId="567383D2" w14:textId="77777777" w:rsidR="009901C5" w:rsidRPr="00D72BEC" w:rsidRDefault="009901C5" w:rsidP="00D72BEC">
            <w:pPr>
              <w:pStyle w:val="Textedebase"/>
              <w:spacing w:before="60" w:after="60"/>
              <w:ind w:left="-57"/>
              <w:jc w:val="left"/>
              <w:rPr>
                <w:rFonts w:asciiTheme="minorBidi" w:hAnsiTheme="minorBidi" w:cstheme="minorBidi"/>
              </w:rPr>
            </w:pPr>
            <w:r w:rsidRPr="00D72BEC">
              <w:rPr>
                <w:rFonts w:asciiTheme="minorBidi" w:hAnsiTheme="minorBidi" w:cstheme="minorBidi"/>
                <w:i/>
                <w:iCs/>
              </w:rPr>
              <w:t xml:space="preserve">Pays </w:t>
            </w:r>
            <w:r w:rsidRPr="00D72BEC">
              <w:rPr>
                <w:rFonts w:asciiTheme="minorBidi" w:hAnsiTheme="minorBidi" w:cstheme="minorBidi"/>
                <w:i/>
                <w:iCs/>
              </w:rPr>
              <w:br/>
              <w:t xml:space="preserve">de destination </w:t>
            </w:r>
          </w:p>
        </w:tc>
        <w:tc>
          <w:tcPr>
            <w:tcW w:w="500" w:type="pct"/>
            <w:vMerge w:val="restart"/>
            <w:tcBorders>
              <w:top w:val="single" w:sz="4" w:space="0" w:color="auto"/>
              <w:left w:val="nil"/>
            </w:tcBorders>
          </w:tcPr>
          <w:p w14:paraId="2894F92A" w14:textId="77777777" w:rsidR="009901C5" w:rsidRPr="00D72BEC" w:rsidRDefault="009901C5" w:rsidP="00D72BEC">
            <w:pPr>
              <w:pStyle w:val="Textedebase"/>
              <w:spacing w:before="60" w:after="60"/>
              <w:ind w:left="-57"/>
              <w:jc w:val="left"/>
              <w:rPr>
                <w:rFonts w:asciiTheme="minorBidi" w:hAnsiTheme="minorBidi" w:cstheme="minorBidi"/>
              </w:rPr>
            </w:pPr>
            <w:r w:rsidRPr="00D72BEC">
              <w:rPr>
                <w:rFonts w:asciiTheme="minorBidi" w:hAnsiTheme="minorBidi" w:cstheme="minorBidi"/>
                <w:i/>
                <w:iCs/>
              </w:rPr>
              <w:t xml:space="preserve">Code ISO 3166 à deux caractères </w:t>
            </w:r>
            <w:r w:rsidRPr="00D72BEC">
              <w:rPr>
                <w:rFonts w:asciiTheme="minorBidi" w:hAnsiTheme="minorBidi" w:cstheme="minorBidi"/>
                <w:i/>
                <w:iCs/>
              </w:rPr>
              <w:br/>
              <w:t>du pays</w:t>
            </w:r>
          </w:p>
        </w:tc>
        <w:tc>
          <w:tcPr>
            <w:tcW w:w="500" w:type="pct"/>
            <w:vMerge w:val="restart"/>
            <w:tcBorders>
              <w:top w:val="single" w:sz="4" w:space="0" w:color="auto"/>
              <w:left w:val="nil"/>
            </w:tcBorders>
          </w:tcPr>
          <w:p w14:paraId="76278CFB" w14:textId="77777777" w:rsidR="009901C5" w:rsidRPr="00D72BEC" w:rsidRDefault="009901C5" w:rsidP="00D72BEC">
            <w:pPr>
              <w:pStyle w:val="Textedebase"/>
              <w:spacing w:before="60" w:after="60"/>
              <w:ind w:left="-57"/>
              <w:jc w:val="left"/>
              <w:rPr>
                <w:rFonts w:asciiTheme="minorBidi" w:hAnsiTheme="minorBidi" w:cstheme="minorBidi"/>
              </w:rPr>
            </w:pPr>
            <w:r w:rsidRPr="00D72BEC">
              <w:rPr>
                <w:rFonts w:asciiTheme="minorBidi" w:hAnsiTheme="minorBidi" w:cstheme="minorBidi"/>
                <w:i/>
                <w:iCs/>
              </w:rPr>
              <w:t xml:space="preserve">Code IATA </w:t>
            </w:r>
            <w:r w:rsidRPr="00D72BEC">
              <w:rPr>
                <w:rFonts w:asciiTheme="minorBidi" w:hAnsiTheme="minorBidi" w:cstheme="minorBidi"/>
                <w:i/>
                <w:iCs/>
              </w:rPr>
              <w:br/>
              <w:t>de l’aéroport de destination</w:t>
            </w:r>
          </w:p>
        </w:tc>
        <w:tc>
          <w:tcPr>
            <w:tcW w:w="1000" w:type="pct"/>
            <w:gridSpan w:val="2"/>
            <w:tcBorders>
              <w:bottom w:val="nil"/>
            </w:tcBorders>
          </w:tcPr>
          <w:p w14:paraId="66587962"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Envois prioritaires de la poste aux lettres et EMS</w:t>
            </w:r>
          </w:p>
        </w:tc>
        <w:tc>
          <w:tcPr>
            <w:tcW w:w="1000" w:type="pct"/>
            <w:gridSpan w:val="2"/>
            <w:tcBorders>
              <w:bottom w:val="nil"/>
            </w:tcBorders>
          </w:tcPr>
          <w:p w14:paraId="6B359CB6"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Envois S.A.L. de la poste </w:t>
            </w:r>
            <w:r w:rsidRPr="00D72BEC">
              <w:rPr>
                <w:rFonts w:asciiTheme="minorBidi" w:hAnsiTheme="minorBidi" w:cstheme="minorBidi"/>
                <w:i/>
                <w:iCs/>
              </w:rPr>
              <w:br/>
              <w:t>aux lettres</w:t>
            </w:r>
          </w:p>
        </w:tc>
        <w:tc>
          <w:tcPr>
            <w:tcW w:w="1000" w:type="pct"/>
            <w:gridSpan w:val="2"/>
            <w:tcBorders>
              <w:bottom w:val="nil"/>
            </w:tcBorders>
          </w:tcPr>
          <w:p w14:paraId="02C9D27B"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Colis</w:t>
            </w:r>
          </w:p>
        </w:tc>
        <w:tc>
          <w:tcPr>
            <w:tcW w:w="500" w:type="pct"/>
            <w:tcBorders>
              <w:bottom w:val="nil"/>
            </w:tcBorders>
          </w:tcPr>
          <w:p w14:paraId="139C5C94"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Observations</w:t>
            </w:r>
          </w:p>
        </w:tc>
      </w:tr>
      <w:tr w:rsidR="009901C5" w:rsidRPr="00D72BEC" w14:paraId="174EFF85" w14:textId="77777777" w:rsidTr="00F7060C">
        <w:tc>
          <w:tcPr>
            <w:tcW w:w="500" w:type="pct"/>
            <w:vMerge/>
          </w:tcPr>
          <w:p w14:paraId="1DE0CBD0" w14:textId="77777777" w:rsidR="009901C5" w:rsidRPr="00D72BEC" w:rsidRDefault="009901C5" w:rsidP="00D72BEC">
            <w:pPr>
              <w:pStyle w:val="Textedebase"/>
              <w:spacing w:before="60" w:after="60"/>
              <w:ind w:left="-57"/>
              <w:jc w:val="left"/>
              <w:rPr>
                <w:rFonts w:asciiTheme="minorBidi" w:hAnsiTheme="minorBidi" w:cstheme="minorBidi"/>
                <w:i/>
                <w:iCs/>
              </w:rPr>
            </w:pPr>
          </w:p>
        </w:tc>
        <w:tc>
          <w:tcPr>
            <w:tcW w:w="500" w:type="pct"/>
            <w:vMerge/>
          </w:tcPr>
          <w:p w14:paraId="53F7AE86" w14:textId="77777777" w:rsidR="009901C5" w:rsidRPr="00D72BEC" w:rsidRDefault="009901C5" w:rsidP="00D72BEC">
            <w:pPr>
              <w:pStyle w:val="Textedebase"/>
              <w:spacing w:before="60" w:after="60"/>
              <w:ind w:left="-57"/>
              <w:jc w:val="left"/>
              <w:rPr>
                <w:rFonts w:asciiTheme="minorBidi" w:hAnsiTheme="minorBidi" w:cstheme="minorBidi"/>
                <w:i/>
                <w:iCs/>
              </w:rPr>
            </w:pPr>
          </w:p>
        </w:tc>
        <w:tc>
          <w:tcPr>
            <w:tcW w:w="500" w:type="pct"/>
            <w:vMerge/>
          </w:tcPr>
          <w:p w14:paraId="5FEF1ADA" w14:textId="77777777" w:rsidR="009901C5" w:rsidRPr="00D72BEC" w:rsidRDefault="009901C5" w:rsidP="00D72BEC">
            <w:pPr>
              <w:pStyle w:val="Textedebase"/>
              <w:spacing w:before="60" w:after="60"/>
              <w:ind w:left="-57"/>
              <w:jc w:val="left"/>
              <w:rPr>
                <w:rFonts w:asciiTheme="minorBidi" w:hAnsiTheme="minorBidi" w:cstheme="minorBidi"/>
                <w:i/>
                <w:iCs/>
              </w:rPr>
            </w:pPr>
          </w:p>
        </w:tc>
        <w:tc>
          <w:tcPr>
            <w:tcW w:w="445" w:type="pct"/>
            <w:tcBorders>
              <w:top w:val="nil"/>
            </w:tcBorders>
          </w:tcPr>
          <w:p w14:paraId="72E604AB"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Estimation </w:t>
            </w:r>
            <w:r w:rsidRPr="00D72BEC">
              <w:rPr>
                <w:rFonts w:asciiTheme="minorBidi" w:hAnsiTheme="minorBidi" w:cstheme="minorBidi"/>
                <w:i/>
                <w:iCs/>
              </w:rPr>
              <w:br/>
              <w:t>(en kg)</w:t>
            </w:r>
          </w:p>
        </w:tc>
        <w:tc>
          <w:tcPr>
            <w:tcW w:w="555" w:type="pct"/>
            <w:tcBorders>
              <w:top w:val="nil"/>
            </w:tcBorders>
          </w:tcPr>
          <w:p w14:paraId="7D4E0E67"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Tarif (code </w:t>
            </w:r>
            <w:r w:rsidR="00F7060C">
              <w:rPr>
                <w:rFonts w:asciiTheme="minorBidi" w:hAnsiTheme="minorBidi" w:cstheme="minorBidi"/>
                <w:i/>
                <w:iCs/>
              </w:rPr>
              <w:br/>
            </w:r>
            <w:r w:rsidRPr="00D72BEC">
              <w:rPr>
                <w:rFonts w:asciiTheme="minorBidi" w:hAnsiTheme="minorBidi" w:cstheme="minorBidi"/>
                <w:i/>
                <w:iCs/>
              </w:rPr>
              <w:t>de la devise/kg)</w:t>
            </w:r>
          </w:p>
        </w:tc>
        <w:tc>
          <w:tcPr>
            <w:tcW w:w="444" w:type="pct"/>
            <w:tcBorders>
              <w:top w:val="nil"/>
            </w:tcBorders>
          </w:tcPr>
          <w:p w14:paraId="368B700B"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Estimation </w:t>
            </w:r>
            <w:r w:rsidRPr="00D72BEC">
              <w:rPr>
                <w:rFonts w:asciiTheme="minorBidi" w:hAnsiTheme="minorBidi" w:cstheme="minorBidi"/>
                <w:i/>
                <w:iCs/>
              </w:rPr>
              <w:br/>
              <w:t>(en kg)</w:t>
            </w:r>
          </w:p>
        </w:tc>
        <w:tc>
          <w:tcPr>
            <w:tcW w:w="556" w:type="pct"/>
            <w:tcBorders>
              <w:top w:val="nil"/>
            </w:tcBorders>
          </w:tcPr>
          <w:p w14:paraId="1E561BC2"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Tarif (code </w:t>
            </w:r>
            <w:r w:rsidR="00F7060C">
              <w:rPr>
                <w:rFonts w:asciiTheme="minorBidi" w:hAnsiTheme="minorBidi" w:cstheme="minorBidi"/>
                <w:i/>
                <w:iCs/>
              </w:rPr>
              <w:br/>
            </w:r>
            <w:r w:rsidRPr="00D72BEC">
              <w:rPr>
                <w:rFonts w:asciiTheme="minorBidi" w:hAnsiTheme="minorBidi" w:cstheme="minorBidi"/>
                <w:i/>
                <w:iCs/>
              </w:rPr>
              <w:t>de la devise/kg)</w:t>
            </w:r>
          </w:p>
        </w:tc>
        <w:tc>
          <w:tcPr>
            <w:tcW w:w="441" w:type="pct"/>
            <w:tcBorders>
              <w:top w:val="nil"/>
            </w:tcBorders>
          </w:tcPr>
          <w:p w14:paraId="68739912"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Estimation </w:t>
            </w:r>
            <w:r w:rsidRPr="00D72BEC">
              <w:rPr>
                <w:rFonts w:asciiTheme="minorBidi" w:hAnsiTheme="minorBidi" w:cstheme="minorBidi"/>
                <w:i/>
                <w:iCs/>
              </w:rPr>
              <w:br/>
              <w:t>(en kg)</w:t>
            </w:r>
          </w:p>
        </w:tc>
        <w:tc>
          <w:tcPr>
            <w:tcW w:w="559" w:type="pct"/>
            <w:tcBorders>
              <w:top w:val="nil"/>
            </w:tcBorders>
          </w:tcPr>
          <w:p w14:paraId="35C43F33" w14:textId="77777777" w:rsidR="009901C5" w:rsidRPr="00D72BEC" w:rsidRDefault="009901C5"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Tarif (code </w:t>
            </w:r>
            <w:r w:rsidR="00F7060C">
              <w:rPr>
                <w:rFonts w:asciiTheme="minorBidi" w:hAnsiTheme="minorBidi" w:cstheme="minorBidi"/>
                <w:i/>
                <w:iCs/>
              </w:rPr>
              <w:br/>
            </w:r>
            <w:r w:rsidRPr="00D72BEC">
              <w:rPr>
                <w:rFonts w:asciiTheme="minorBidi" w:hAnsiTheme="minorBidi" w:cstheme="minorBidi"/>
                <w:i/>
                <w:iCs/>
              </w:rPr>
              <w:t>de la devise/kg)</w:t>
            </w:r>
          </w:p>
        </w:tc>
        <w:tc>
          <w:tcPr>
            <w:tcW w:w="500" w:type="pct"/>
            <w:tcBorders>
              <w:top w:val="nil"/>
            </w:tcBorders>
          </w:tcPr>
          <w:p w14:paraId="44B96470" w14:textId="77777777" w:rsidR="009901C5" w:rsidRPr="00D72BEC" w:rsidRDefault="009901C5" w:rsidP="00D72BEC">
            <w:pPr>
              <w:pStyle w:val="Textedebase"/>
              <w:spacing w:before="60" w:after="60"/>
              <w:ind w:left="-57"/>
              <w:jc w:val="left"/>
              <w:rPr>
                <w:rFonts w:asciiTheme="minorBidi" w:hAnsiTheme="minorBidi" w:cstheme="minorBidi"/>
                <w:i/>
                <w:iCs/>
              </w:rPr>
            </w:pPr>
          </w:p>
        </w:tc>
      </w:tr>
      <w:tr w:rsidR="00430C0E" w:rsidRPr="00D72BEC" w14:paraId="068227F0" w14:textId="77777777" w:rsidTr="00F7060C">
        <w:tc>
          <w:tcPr>
            <w:tcW w:w="500" w:type="pct"/>
          </w:tcPr>
          <w:p w14:paraId="4CAD5B32" w14:textId="77777777" w:rsidR="00430C0E" w:rsidRPr="00D72BEC" w:rsidRDefault="00430C0E" w:rsidP="00D72BEC">
            <w:pPr>
              <w:pStyle w:val="Textedebase"/>
              <w:spacing w:before="60" w:after="60"/>
              <w:ind w:left="-57"/>
              <w:jc w:val="left"/>
              <w:rPr>
                <w:rFonts w:asciiTheme="minorBidi" w:hAnsiTheme="minorBidi" w:cstheme="minorBidi"/>
              </w:rPr>
            </w:pPr>
          </w:p>
        </w:tc>
        <w:tc>
          <w:tcPr>
            <w:tcW w:w="500" w:type="pct"/>
          </w:tcPr>
          <w:p w14:paraId="31906AC0" w14:textId="77777777" w:rsidR="00430C0E" w:rsidRPr="00D72BEC" w:rsidRDefault="00430C0E" w:rsidP="00D72BEC">
            <w:pPr>
              <w:pStyle w:val="Textedebase"/>
              <w:spacing w:before="60" w:after="60"/>
              <w:ind w:left="-57"/>
              <w:jc w:val="left"/>
              <w:rPr>
                <w:rFonts w:asciiTheme="minorBidi" w:hAnsiTheme="minorBidi" w:cstheme="minorBidi"/>
              </w:rPr>
            </w:pPr>
          </w:p>
        </w:tc>
        <w:tc>
          <w:tcPr>
            <w:tcW w:w="500" w:type="pct"/>
          </w:tcPr>
          <w:p w14:paraId="0C5C1C93" w14:textId="77777777" w:rsidR="00430C0E" w:rsidRPr="00D72BEC" w:rsidRDefault="00430C0E" w:rsidP="00D72BEC">
            <w:pPr>
              <w:pStyle w:val="Textedebase"/>
              <w:spacing w:before="60" w:after="60"/>
              <w:ind w:left="-57"/>
              <w:jc w:val="left"/>
              <w:rPr>
                <w:rFonts w:asciiTheme="minorBidi" w:hAnsiTheme="minorBidi" w:cstheme="minorBidi"/>
              </w:rPr>
            </w:pPr>
          </w:p>
        </w:tc>
        <w:tc>
          <w:tcPr>
            <w:tcW w:w="445" w:type="pct"/>
          </w:tcPr>
          <w:p w14:paraId="44C0D831" w14:textId="77777777" w:rsidR="00430C0E" w:rsidRPr="00D72BEC" w:rsidRDefault="00430C0E" w:rsidP="00D72BEC">
            <w:pPr>
              <w:pStyle w:val="Textedebase"/>
              <w:spacing w:before="60" w:after="60"/>
              <w:ind w:left="-57"/>
              <w:jc w:val="left"/>
              <w:rPr>
                <w:rFonts w:asciiTheme="minorBidi" w:hAnsiTheme="minorBidi" w:cstheme="minorBidi"/>
              </w:rPr>
            </w:pPr>
          </w:p>
        </w:tc>
        <w:tc>
          <w:tcPr>
            <w:tcW w:w="555" w:type="pct"/>
          </w:tcPr>
          <w:p w14:paraId="3532B0C2" w14:textId="77777777" w:rsidR="00430C0E" w:rsidRPr="00D72BEC" w:rsidRDefault="00430C0E" w:rsidP="00D72BEC">
            <w:pPr>
              <w:pStyle w:val="Textedebase"/>
              <w:spacing w:before="60" w:after="60"/>
              <w:ind w:left="-57"/>
              <w:jc w:val="left"/>
              <w:rPr>
                <w:rFonts w:asciiTheme="minorBidi" w:hAnsiTheme="minorBidi" w:cstheme="minorBidi"/>
              </w:rPr>
            </w:pPr>
          </w:p>
        </w:tc>
        <w:tc>
          <w:tcPr>
            <w:tcW w:w="444" w:type="pct"/>
          </w:tcPr>
          <w:p w14:paraId="74B3DDF6" w14:textId="77777777" w:rsidR="00430C0E" w:rsidRPr="00D72BEC" w:rsidRDefault="00430C0E" w:rsidP="00D72BEC">
            <w:pPr>
              <w:pStyle w:val="Textedebase"/>
              <w:spacing w:before="60" w:after="60"/>
              <w:ind w:left="-57"/>
              <w:jc w:val="left"/>
              <w:rPr>
                <w:rFonts w:asciiTheme="minorBidi" w:hAnsiTheme="minorBidi" w:cstheme="minorBidi"/>
              </w:rPr>
            </w:pPr>
          </w:p>
        </w:tc>
        <w:tc>
          <w:tcPr>
            <w:tcW w:w="556" w:type="pct"/>
          </w:tcPr>
          <w:p w14:paraId="33571E41" w14:textId="77777777" w:rsidR="00430C0E" w:rsidRPr="00D72BEC" w:rsidRDefault="00430C0E" w:rsidP="00D72BEC">
            <w:pPr>
              <w:pStyle w:val="Textedebase"/>
              <w:spacing w:before="60" w:after="60"/>
              <w:ind w:left="-57"/>
              <w:jc w:val="left"/>
              <w:rPr>
                <w:rFonts w:asciiTheme="minorBidi" w:hAnsiTheme="minorBidi" w:cstheme="minorBidi"/>
              </w:rPr>
            </w:pPr>
          </w:p>
        </w:tc>
        <w:tc>
          <w:tcPr>
            <w:tcW w:w="441" w:type="pct"/>
          </w:tcPr>
          <w:p w14:paraId="30306F11" w14:textId="77777777" w:rsidR="00430C0E" w:rsidRPr="00D72BEC" w:rsidRDefault="00430C0E" w:rsidP="00D72BEC">
            <w:pPr>
              <w:pStyle w:val="Textedebase"/>
              <w:spacing w:before="60" w:after="60"/>
              <w:ind w:left="-57"/>
              <w:jc w:val="left"/>
              <w:rPr>
                <w:rFonts w:asciiTheme="minorBidi" w:hAnsiTheme="minorBidi" w:cstheme="minorBidi"/>
              </w:rPr>
            </w:pPr>
          </w:p>
        </w:tc>
        <w:tc>
          <w:tcPr>
            <w:tcW w:w="559" w:type="pct"/>
          </w:tcPr>
          <w:p w14:paraId="4D21B5A4" w14:textId="77777777" w:rsidR="00430C0E" w:rsidRPr="00D72BEC" w:rsidRDefault="00430C0E" w:rsidP="00D72BEC">
            <w:pPr>
              <w:pStyle w:val="Textedebase"/>
              <w:spacing w:before="60" w:after="60"/>
              <w:ind w:left="-57"/>
              <w:jc w:val="left"/>
              <w:rPr>
                <w:rFonts w:asciiTheme="minorBidi" w:hAnsiTheme="minorBidi" w:cstheme="minorBidi"/>
              </w:rPr>
            </w:pPr>
          </w:p>
        </w:tc>
        <w:tc>
          <w:tcPr>
            <w:tcW w:w="500" w:type="pct"/>
          </w:tcPr>
          <w:p w14:paraId="214245F2" w14:textId="77777777" w:rsidR="00430C0E" w:rsidRPr="00D72BEC" w:rsidRDefault="00430C0E" w:rsidP="00D72BEC">
            <w:pPr>
              <w:pStyle w:val="Textedebase"/>
              <w:spacing w:before="60" w:after="60"/>
              <w:ind w:left="-57"/>
              <w:jc w:val="left"/>
              <w:rPr>
                <w:rFonts w:asciiTheme="minorBidi" w:hAnsiTheme="minorBidi" w:cstheme="minorBidi"/>
              </w:rPr>
            </w:pPr>
          </w:p>
        </w:tc>
      </w:tr>
    </w:tbl>
    <w:p w14:paraId="4A42DF8E" w14:textId="77777777" w:rsidR="00430C0E" w:rsidRPr="00D72BEC" w:rsidRDefault="00430C0E" w:rsidP="00D72BEC">
      <w:pPr>
        <w:pStyle w:val="Textedebase"/>
        <w:rPr>
          <w:rFonts w:asciiTheme="minorBidi" w:hAnsiTheme="minorBidi" w:cstheme="minorBidi"/>
        </w:rPr>
      </w:pPr>
    </w:p>
    <w:p w14:paraId="02871B5D" w14:textId="77777777" w:rsidR="00430C0E" w:rsidRPr="00D72BEC" w:rsidRDefault="00430C0E" w:rsidP="00D72BEC">
      <w:pPr>
        <w:pStyle w:val="Textedebase"/>
        <w:rPr>
          <w:rFonts w:asciiTheme="minorBidi" w:hAnsiTheme="minorBidi" w:cstheme="minorBidi"/>
        </w:rPr>
      </w:pPr>
    </w:p>
    <w:p w14:paraId="7D9DA1B7" w14:textId="77777777" w:rsidR="00FB2E84" w:rsidRPr="00D72BEC" w:rsidRDefault="00FB2E84" w:rsidP="00D72BEC">
      <w:pPr>
        <w:rPr>
          <w:rFonts w:asciiTheme="minorBidi" w:hAnsiTheme="minorBidi" w:cstheme="minorBidi"/>
        </w:rPr>
        <w:sectPr w:rsidR="00FB2E84" w:rsidRPr="00D72BEC" w:rsidSect="00B13E8F">
          <w:headerReference w:type="default" r:id="rId15"/>
          <w:headerReference w:type="first" r:id="rId16"/>
          <w:footnotePr>
            <w:numRestart w:val="eachPage"/>
          </w:footnotePr>
          <w:endnotePr>
            <w:numFmt w:val="decimal"/>
          </w:endnotePr>
          <w:pgSz w:w="16840" w:h="11907" w:orient="landscape" w:code="9"/>
          <w:pgMar w:top="1418" w:right="1134" w:bottom="851" w:left="1134" w:header="709" w:footer="709" w:gutter="0"/>
          <w:cols w:space="0"/>
          <w:docGrid w:linePitch="272"/>
        </w:sectPr>
      </w:pPr>
    </w:p>
    <w:p w14:paraId="2351F081" w14:textId="77777777" w:rsidR="00FB2E84" w:rsidRPr="00D72BEC" w:rsidRDefault="00FB2E84" w:rsidP="00D72BEC">
      <w:pPr>
        <w:pStyle w:val="Textedebase"/>
        <w:rPr>
          <w:rFonts w:asciiTheme="minorBidi" w:hAnsiTheme="minorBidi" w:cstheme="minorBidi"/>
          <w:b/>
          <w:bCs/>
        </w:rPr>
      </w:pPr>
      <w:r w:rsidRPr="00D72BEC">
        <w:rPr>
          <w:rFonts w:asciiTheme="minorBidi" w:hAnsiTheme="minorBidi" w:cstheme="minorBidi"/>
          <w:b/>
          <w:bCs/>
        </w:rPr>
        <w:lastRenderedPageBreak/>
        <w:t>Annexe 3 – Volumes estimés</w:t>
      </w:r>
    </w:p>
    <w:p w14:paraId="198444A1" w14:textId="77777777" w:rsidR="00FB2E84" w:rsidRPr="00D72BEC" w:rsidRDefault="00FB2E84" w:rsidP="00D72BEC">
      <w:pPr>
        <w:pStyle w:val="Textedebase"/>
        <w:rPr>
          <w:rFonts w:asciiTheme="minorBidi" w:hAnsiTheme="minorBidi" w:cstheme="minorBidi"/>
          <w:b/>
          <w:bCs/>
        </w:rPr>
      </w:pPr>
    </w:p>
    <w:p w14:paraId="02499E12"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Vous trouverez ci-dessous un exemple de modèle pour le suivi des volumes attendus par année.</w:t>
      </w:r>
    </w:p>
    <w:p w14:paraId="5D41DA40" w14:textId="77777777" w:rsidR="00FB2E84" w:rsidRPr="00D72BEC" w:rsidRDefault="00FB2E84" w:rsidP="00D72BEC">
      <w:pPr>
        <w:pStyle w:val="Textedebase"/>
        <w:rPr>
          <w:rFonts w:asciiTheme="minorBidi" w:hAnsiTheme="minorBidi" w:cstheme="minorBidi"/>
        </w:rPr>
      </w:pPr>
    </w:p>
    <w:p w14:paraId="425EAE8E"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Il est recommandé que les volumes estimés se basent sur les volumes réels pour une période donnée. Cette mention devrait être portée en haut de la page (feuille Excel).</w:t>
      </w:r>
    </w:p>
    <w:p w14:paraId="455B5E3E" w14:textId="77777777" w:rsidR="00FB2E84" w:rsidRPr="00D72BEC" w:rsidRDefault="00FB2E84" w:rsidP="00D72BEC">
      <w:pPr>
        <w:pStyle w:val="Textedebase"/>
        <w:rPr>
          <w:rFonts w:asciiTheme="minorBidi" w:hAnsiTheme="minorBidi" w:cstheme="minorBidi"/>
        </w:rPr>
      </w:pPr>
    </w:p>
    <w:p w14:paraId="5D3B5680"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Les volumes estimés sont basés sur les volumes réels du jj.mm.aaaa au jj.mm.aaaa.</w:t>
      </w:r>
    </w:p>
    <w:p w14:paraId="48724E82" w14:textId="77777777" w:rsidR="00FB2E84" w:rsidRPr="00D72BEC" w:rsidRDefault="00FB2E84" w:rsidP="00D72BEC">
      <w:pPr>
        <w:pStyle w:val="Textedebase"/>
        <w:rPr>
          <w:rFonts w:asciiTheme="minorBidi" w:hAnsiTheme="minorBidi" w:cstheme="minorBidi"/>
        </w:rPr>
      </w:pPr>
    </w:p>
    <w:tbl>
      <w:tblPr>
        <w:tblStyle w:val="Grilledutableau"/>
        <w:tblW w:w="5000" w:type="pct"/>
        <w:tblLook w:val="04A0" w:firstRow="1" w:lastRow="0" w:firstColumn="1" w:lastColumn="0" w:noHBand="0" w:noVBand="1"/>
      </w:tblPr>
      <w:tblGrid>
        <w:gridCol w:w="1413"/>
        <w:gridCol w:w="1791"/>
        <w:gridCol w:w="1614"/>
        <w:gridCol w:w="1606"/>
        <w:gridCol w:w="1606"/>
        <w:gridCol w:w="1598"/>
      </w:tblGrid>
      <w:tr w:rsidR="00406329" w:rsidRPr="00D72BEC" w14:paraId="1F316C2A" w14:textId="77777777" w:rsidTr="00406329">
        <w:tc>
          <w:tcPr>
            <w:tcW w:w="734" w:type="pct"/>
            <w:vMerge w:val="restart"/>
            <w:tcBorders>
              <w:top w:val="single" w:sz="4" w:space="0" w:color="auto"/>
              <w:left w:val="single" w:sz="4" w:space="0" w:color="auto"/>
            </w:tcBorders>
          </w:tcPr>
          <w:p w14:paraId="643A9B2E"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Pays </w:t>
            </w:r>
            <w:r w:rsidRPr="00D72BEC">
              <w:rPr>
                <w:rFonts w:asciiTheme="minorBidi" w:hAnsiTheme="minorBidi" w:cstheme="minorBidi"/>
                <w:i/>
                <w:iCs/>
              </w:rPr>
              <w:br/>
              <w:t>de destination</w:t>
            </w:r>
          </w:p>
        </w:tc>
        <w:tc>
          <w:tcPr>
            <w:tcW w:w="930" w:type="pct"/>
            <w:vMerge w:val="restart"/>
            <w:tcBorders>
              <w:top w:val="single" w:sz="4" w:space="0" w:color="auto"/>
              <w:left w:val="nil"/>
            </w:tcBorders>
          </w:tcPr>
          <w:p w14:paraId="37601844" w14:textId="77777777" w:rsidR="00406329" w:rsidRPr="00D72BEC" w:rsidRDefault="00406329" w:rsidP="00D72BEC">
            <w:pPr>
              <w:pStyle w:val="Textedebase"/>
              <w:spacing w:before="60" w:after="60"/>
              <w:ind w:left="-57" w:right="-157"/>
              <w:jc w:val="left"/>
              <w:rPr>
                <w:rFonts w:asciiTheme="minorBidi" w:hAnsiTheme="minorBidi" w:cstheme="minorBidi"/>
                <w:i/>
                <w:iCs/>
              </w:rPr>
            </w:pPr>
            <w:r w:rsidRPr="00D72BEC">
              <w:rPr>
                <w:rFonts w:asciiTheme="minorBidi" w:hAnsiTheme="minorBidi" w:cstheme="minorBidi"/>
                <w:i/>
                <w:iCs/>
              </w:rPr>
              <w:t xml:space="preserve">Code ISO 3166 </w:t>
            </w:r>
            <w:r w:rsidRPr="00D72BEC">
              <w:rPr>
                <w:rFonts w:asciiTheme="minorBidi" w:hAnsiTheme="minorBidi" w:cstheme="minorBidi"/>
                <w:i/>
                <w:iCs/>
              </w:rPr>
              <w:br/>
              <w:t xml:space="preserve">à deux caractères </w:t>
            </w:r>
            <w:r w:rsidRPr="00D72BEC">
              <w:rPr>
                <w:rFonts w:asciiTheme="minorBidi" w:hAnsiTheme="minorBidi" w:cstheme="minorBidi"/>
                <w:i/>
                <w:iCs/>
              </w:rPr>
              <w:br/>
              <w:t>du pays</w:t>
            </w:r>
          </w:p>
        </w:tc>
        <w:tc>
          <w:tcPr>
            <w:tcW w:w="838" w:type="pct"/>
            <w:vMerge w:val="restart"/>
            <w:tcBorders>
              <w:top w:val="single" w:sz="4" w:space="0" w:color="auto"/>
              <w:left w:val="nil"/>
            </w:tcBorders>
          </w:tcPr>
          <w:p w14:paraId="7C8FB966"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Code IATA </w:t>
            </w:r>
            <w:r w:rsidRPr="00D72BEC">
              <w:rPr>
                <w:rFonts w:asciiTheme="minorBidi" w:hAnsiTheme="minorBidi" w:cstheme="minorBidi"/>
                <w:i/>
                <w:iCs/>
              </w:rPr>
              <w:br/>
              <w:t xml:space="preserve">de l’aéroport </w:t>
            </w:r>
            <w:r w:rsidRPr="00D72BEC">
              <w:rPr>
                <w:rFonts w:asciiTheme="minorBidi" w:hAnsiTheme="minorBidi" w:cstheme="minorBidi"/>
                <w:i/>
                <w:iCs/>
              </w:rPr>
              <w:br/>
              <w:t>de destination</w:t>
            </w:r>
          </w:p>
        </w:tc>
        <w:tc>
          <w:tcPr>
            <w:tcW w:w="834" w:type="pct"/>
          </w:tcPr>
          <w:p w14:paraId="30C86FF2"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Envois prioritaires </w:t>
            </w:r>
            <w:r w:rsidRPr="00D72BEC">
              <w:rPr>
                <w:rFonts w:asciiTheme="minorBidi" w:hAnsiTheme="minorBidi" w:cstheme="minorBidi"/>
                <w:i/>
                <w:iCs/>
              </w:rPr>
              <w:br/>
              <w:t>de la poste aux lettres et EMS</w:t>
            </w:r>
          </w:p>
        </w:tc>
        <w:tc>
          <w:tcPr>
            <w:tcW w:w="834" w:type="pct"/>
          </w:tcPr>
          <w:p w14:paraId="147B745A"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 xml:space="preserve">Envois S.A.L. de la poste </w:t>
            </w:r>
            <w:r w:rsidRPr="00D72BEC">
              <w:rPr>
                <w:rFonts w:asciiTheme="minorBidi" w:hAnsiTheme="minorBidi" w:cstheme="minorBidi"/>
                <w:i/>
                <w:iCs/>
              </w:rPr>
              <w:br/>
              <w:t>aux lettres</w:t>
            </w:r>
          </w:p>
        </w:tc>
        <w:tc>
          <w:tcPr>
            <w:tcW w:w="830" w:type="pct"/>
          </w:tcPr>
          <w:p w14:paraId="5F2B6793"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Colis</w:t>
            </w:r>
          </w:p>
        </w:tc>
      </w:tr>
      <w:tr w:rsidR="00406329" w:rsidRPr="00D72BEC" w14:paraId="149851D0" w14:textId="77777777" w:rsidTr="00406329">
        <w:tc>
          <w:tcPr>
            <w:tcW w:w="734" w:type="pct"/>
            <w:vMerge/>
            <w:tcBorders>
              <w:left w:val="single" w:sz="4" w:space="0" w:color="auto"/>
            </w:tcBorders>
          </w:tcPr>
          <w:p w14:paraId="460F411A" w14:textId="77777777" w:rsidR="00406329" w:rsidRPr="00D72BEC" w:rsidRDefault="00406329" w:rsidP="00D72BEC">
            <w:pPr>
              <w:pStyle w:val="Textedebase"/>
              <w:spacing w:before="60" w:after="60"/>
              <w:ind w:left="-57"/>
              <w:jc w:val="left"/>
              <w:rPr>
                <w:rFonts w:asciiTheme="minorBidi" w:hAnsiTheme="minorBidi" w:cstheme="minorBidi"/>
                <w:i/>
                <w:iCs/>
              </w:rPr>
            </w:pPr>
          </w:p>
        </w:tc>
        <w:tc>
          <w:tcPr>
            <w:tcW w:w="930" w:type="pct"/>
            <w:vMerge/>
          </w:tcPr>
          <w:p w14:paraId="524164FA" w14:textId="77777777" w:rsidR="00406329" w:rsidRPr="00D72BEC" w:rsidRDefault="00406329" w:rsidP="00D72BEC">
            <w:pPr>
              <w:pStyle w:val="Textedebase"/>
              <w:spacing w:before="60" w:after="60"/>
              <w:ind w:left="-57" w:right="-157"/>
              <w:jc w:val="left"/>
              <w:rPr>
                <w:rFonts w:asciiTheme="minorBidi" w:hAnsiTheme="minorBidi" w:cstheme="minorBidi"/>
                <w:i/>
                <w:iCs/>
              </w:rPr>
            </w:pPr>
          </w:p>
        </w:tc>
        <w:tc>
          <w:tcPr>
            <w:tcW w:w="838" w:type="pct"/>
            <w:vMerge/>
          </w:tcPr>
          <w:p w14:paraId="31CB9F31" w14:textId="77777777" w:rsidR="00406329" w:rsidRPr="00D72BEC" w:rsidRDefault="00406329" w:rsidP="00D72BEC">
            <w:pPr>
              <w:pStyle w:val="Textedebase"/>
              <w:spacing w:before="60" w:after="60"/>
              <w:ind w:left="-57"/>
              <w:jc w:val="left"/>
              <w:rPr>
                <w:rFonts w:asciiTheme="minorBidi" w:hAnsiTheme="minorBidi" w:cstheme="minorBidi"/>
                <w:i/>
                <w:iCs/>
              </w:rPr>
            </w:pPr>
          </w:p>
        </w:tc>
        <w:tc>
          <w:tcPr>
            <w:tcW w:w="834" w:type="pct"/>
          </w:tcPr>
          <w:p w14:paraId="6BA6E281"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Poids estimé par an (en kg)</w:t>
            </w:r>
          </w:p>
        </w:tc>
        <w:tc>
          <w:tcPr>
            <w:tcW w:w="834" w:type="pct"/>
          </w:tcPr>
          <w:p w14:paraId="7C4C688B"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Poids estimé par an (en kg)</w:t>
            </w:r>
          </w:p>
        </w:tc>
        <w:tc>
          <w:tcPr>
            <w:tcW w:w="830" w:type="pct"/>
          </w:tcPr>
          <w:p w14:paraId="1A539C1A" w14:textId="77777777" w:rsidR="00406329" w:rsidRPr="00D72BEC" w:rsidRDefault="00406329" w:rsidP="00D72BEC">
            <w:pPr>
              <w:pStyle w:val="Textedebase"/>
              <w:spacing w:before="60" w:after="60"/>
              <w:ind w:left="-57"/>
              <w:jc w:val="left"/>
              <w:rPr>
                <w:rFonts w:asciiTheme="minorBidi" w:hAnsiTheme="minorBidi" w:cstheme="minorBidi"/>
                <w:i/>
                <w:iCs/>
              </w:rPr>
            </w:pPr>
            <w:r w:rsidRPr="00D72BEC">
              <w:rPr>
                <w:rFonts w:asciiTheme="minorBidi" w:hAnsiTheme="minorBidi" w:cstheme="minorBidi"/>
                <w:i/>
                <w:iCs/>
              </w:rPr>
              <w:t>Poids estimé par an (en kg)</w:t>
            </w:r>
          </w:p>
        </w:tc>
      </w:tr>
      <w:tr w:rsidR="00FB2E84" w:rsidRPr="00D72BEC" w14:paraId="383AD78A" w14:textId="77777777" w:rsidTr="00406329">
        <w:tc>
          <w:tcPr>
            <w:tcW w:w="734" w:type="pct"/>
          </w:tcPr>
          <w:p w14:paraId="32874D2A" w14:textId="77777777" w:rsidR="00FB2E84" w:rsidRPr="00D72BEC" w:rsidRDefault="00FB2E84" w:rsidP="00D72BEC">
            <w:pPr>
              <w:pStyle w:val="Textedebase"/>
              <w:spacing w:before="60" w:after="60"/>
              <w:ind w:left="-57"/>
              <w:jc w:val="left"/>
              <w:rPr>
                <w:rFonts w:asciiTheme="minorBidi" w:hAnsiTheme="minorBidi" w:cstheme="minorBidi"/>
              </w:rPr>
            </w:pPr>
          </w:p>
        </w:tc>
        <w:tc>
          <w:tcPr>
            <w:tcW w:w="930" w:type="pct"/>
          </w:tcPr>
          <w:p w14:paraId="0BA80B5E" w14:textId="77777777" w:rsidR="00FB2E84" w:rsidRPr="00D72BEC" w:rsidRDefault="00FB2E84" w:rsidP="00D72BEC">
            <w:pPr>
              <w:pStyle w:val="Textedebase"/>
              <w:spacing w:before="60" w:after="60"/>
              <w:ind w:left="-57"/>
              <w:jc w:val="left"/>
              <w:rPr>
                <w:rFonts w:asciiTheme="minorBidi" w:hAnsiTheme="minorBidi" w:cstheme="minorBidi"/>
              </w:rPr>
            </w:pPr>
          </w:p>
        </w:tc>
        <w:tc>
          <w:tcPr>
            <w:tcW w:w="838" w:type="pct"/>
          </w:tcPr>
          <w:p w14:paraId="48C8D716" w14:textId="77777777" w:rsidR="00FB2E84" w:rsidRPr="00D72BEC" w:rsidRDefault="00FB2E84" w:rsidP="00D72BEC">
            <w:pPr>
              <w:pStyle w:val="Textedebase"/>
              <w:spacing w:before="60" w:after="60"/>
              <w:ind w:left="-57"/>
              <w:jc w:val="left"/>
              <w:rPr>
                <w:rFonts w:asciiTheme="minorBidi" w:hAnsiTheme="minorBidi" w:cstheme="minorBidi"/>
              </w:rPr>
            </w:pPr>
          </w:p>
        </w:tc>
        <w:tc>
          <w:tcPr>
            <w:tcW w:w="834" w:type="pct"/>
          </w:tcPr>
          <w:p w14:paraId="5BF03AD6" w14:textId="77777777" w:rsidR="00FB2E84" w:rsidRPr="00D72BEC" w:rsidRDefault="00FB2E84" w:rsidP="00D72BEC">
            <w:pPr>
              <w:pStyle w:val="Textedebase"/>
              <w:spacing w:before="60" w:after="60"/>
              <w:ind w:left="-57"/>
              <w:jc w:val="left"/>
              <w:rPr>
                <w:rFonts w:asciiTheme="minorBidi" w:hAnsiTheme="minorBidi" w:cstheme="minorBidi"/>
              </w:rPr>
            </w:pPr>
          </w:p>
        </w:tc>
        <w:tc>
          <w:tcPr>
            <w:tcW w:w="834" w:type="pct"/>
          </w:tcPr>
          <w:p w14:paraId="2A0E0766" w14:textId="77777777" w:rsidR="00FB2E84" w:rsidRPr="00D72BEC" w:rsidRDefault="00FB2E84" w:rsidP="00D72BEC">
            <w:pPr>
              <w:pStyle w:val="Textedebase"/>
              <w:spacing w:before="60" w:after="60"/>
              <w:ind w:left="-57"/>
              <w:jc w:val="left"/>
              <w:rPr>
                <w:rFonts w:asciiTheme="minorBidi" w:hAnsiTheme="minorBidi" w:cstheme="minorBidi"/>
              </w:rPr>
            </w:pPr>
          </w:p>
        </w:tc>
        <w:tc>
          <w:tcPr>
            <w:tcW w:w="830" w:type="pct"/>
          </w:tcPr>
          <w:p w14:paraId="773E9DDB" w14:textId="77777777" w:rsidR="00FB2E84" w:rsidRPr="00D72BEC" w:rsidRDefault="00FB2E84" w:rsidP="00D72BEC">
            <w:pPr>
              <w:pStyle w:val="Textedebase"/>
              <w:spacing w:before="60" w:after="60"/>
              <w:ind w:left="-57"/>
              <w:jc w:val="left"/>
              <w:rPr>
                <w:rFonts w:asciiTheme="minorBidi" w:hAnsiTheme="minorBidi" w:cstheme="minorBidi"/>
              </w:rPr>
            </w:pPr>
          </w:p>
        </w:tc>
      </w:tr>
    </w:tbl>
    <w:p w14:paraId="446BA213" w14:textId="77777777" w:rsidR="00FB2E84" w:rsidRPr="00D72BEC" w:rsidRDefault="00FB2E84" w:rsidP="00D72BEC">
      <w:pPr>
        <w:pStyle w:val="Textedebase"/>
        <w:rPr>
          <w:rFonts w:asciiTheme="minorBidi" w:hAnsiTheme="minorBidi" w:cstheme="minorBidi"/>
        </w:rPr>
      </w:pPr>
    </w:p>
    <w:p w14:paraId="70357DAE" w14:textId="77777777" w:rsidR="00FB2E84" w:rsidRPr="00D72BEC" w:rsidRDefault="00FB2E84" w:rsidP="00D72BEC">
      <w:pPr>
        <w:rPr>
          <w:rFonts w:asciiTheme="minorBidi" w:hAnsiTheme="minorBidi" w:cstheme="minorBidi"/>
          <w:b/>
          <w:i/>
        </w:rPr>
      </w:pPr>
    </w:p>
    <w:p w14:paraId="4F2360B0" w14:textId="77777777" w:rsidR="00FB2E84" w:rsidRPr="00D72BEC" w:rsidRDefault="00FB2E84" w:rsidP="00D72BEC">
      <w:pPr>
        <w:pStyle w:val="Titre1"/>
        <w:tabs>
          <w:tab w:val="left" w:pos="1134"/>
        </w:tabs>
        <w:jc w:val="left"/>
        <w:rPr>
          <w:rFonts w:asciiTheme="minorBidi" w:hAnsiTheme="minorBidi" w:cstheme="minorBidi"/>
          <w:b w:val="0"/>
          <w:i/>
        </w:rPr>
      </w:pPr>
      <w:r w:rsidRPr="00D72BEC">
        <w:rPr>
          <w:rFonts w:asciiTheme="minorBidi" w:hAnsiTheme="minorBidi" w:cstheme="minorBidi"/>
        </w:rPr>
        <w:br w:type="page"/>
      </w:r>
    </w:p>
    <w:p w14:paraId="1B41301C" w14:textId="77777777" w:rsidR="00FB2E84" w:rsidRPr="00D72BEC" w:rsidRDefault="00285501" w:rsidP="00D72BEC">
      <w:pPr>
        <w:pStyle w:val="Titre1"/>
        <w:tabs>
          <w:tab w:val="left" w:pos="1134"/>
        </w:tabs>
        <w:jc w:val="left"/>
        <w:rPr>
          <w:rFonts w:asciiTheme="minorBidi" w:hAnsiTheme="minorBidi" w:cstheme="minorBidi"/>
          <w:bCs w:val="0"/>
          <w:iCs/>
        </w:rPr>
      </w:pPr>
      <w:r w:rsidRPr="00D72BEC">
        <w:rPr>
          <w:rFonts w:asciiTheme="minorBidi" w:hAnsiTheme="minorBidi" w:cstheme="minorBidi"/>
          <w:bCs w:val="0"/>
          <w:iCs/>
        </w:rPr>
        <w:lastRenderedPageBreak/>
        <w:t xml:space="preserve">Annexe 4 – </w:t>
      </w:r>
      <w:r w:rsidR="00FB2E84" w:rsidRPr="00D72BEC">
        <w:rPr>
          <w:rFonts w:asciiTheme="minorBidi" w:hAnsiTheme="minorBidi" w:cstheme="minorBidi"/>
          <w:bCs w:val="0"/>
          <w:iCs/>
        </w:rPr>
        <w:t>Niveaux de performance et heures critiques de remise</w:t>
      </w:r>
    </w:p>
    <w:p w14:paraId="2EDF526D" w14:textId="77777777" w:rsidR="00FB2E84" w:rsidRPr="00D72BEC" w:rsidRDefault="00FB2E84" w:rsidP="00D72BEC">
      <w:pPr>
        <w:pStyle w:val="Titre1"/>
        <w:tabs>
          <w:tab w:val="left" w:pos="1134"/>
        </w:tabs>
        <w:jc w:val="left"/>
        <w:rPr>
          <w:rFonts w:asciiTheme="minorBidi" w:hAnsiTheme="minorBidi" w:cstheme="minorBidi"/>
          <w:b w:val="0"/>
          <w:i/>
        </w:rPr>
      </w:pPr>
    </w:p>
    <w:p w14:paraId="4869F88A"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 xml:space="preserve">La présente annexe contient des exemples d’informations relatives aux niveaux de performance et aux heures critiques de remise. </w:t>
      </w:r>
    </w:p>
    <w:p w14:paraId="247090EA" w14:textId="77777777" w:rsidR="00FB2E84" w:rsidRPr="00D72BEC" w:rsidRDefault="00FB2E84" w:rsidP="00D72BEC">
      <w:pPr>
        <w:pStyle w:val="Textedebase"/>
        <w:rPr>
          <w:rFonts w:asciiTheme="minorBidi" w:hAnsiTheme="minorBidi" w:cstheme="minorBidi"/>
        </w:rPr>
      </w:pPr>
    </w:p>
    <w:p w14:paraId="0D741F20"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Le transporteur doit traiter le courrier selon les niveaux de performance convenus:</w:t>
      </w:r>
    </w:p>
    <w:p w14:paraId="3ADAD85B" w14:textId="77777777" w:rsidR="00FB2E84" w:rsidRPr="00D72BEC" w:rsidRDefault="00FB2E84" w:rsidP="00D72BEC">
      <w:pPr>
        <w:pStyle w:val="Premierretrait"/>
        <w:rPr>
          <w:rFonts w:asciiTheme="minorBidi" w:hAnsiTheme="minorBidi" w:cstheme="minorBidi"/>
        </w:rPr>
      </w:pPr>
      <w:r w:rsidRPr="00D72BEC">
        <w:rPr>
          <w:rFonts w:asciiTheme="minorBidi" w:hAnsiTheme="minorBidi" w:cstheme="minorBidi"/>
        </w:rPr>
        <w:t>Performances – Courrier</w:t>
      </w:r>
      <w:r w:rsidR="00285501" w:rsidRPr="00D72BEC">
        <w:rPr>
          <w:rFonts w:asciiTheme="minorBidi" w:hAnsiTheme="minorBidi" w:cstheme="minorBidi"/>
        </w:rPr>
        <w:t>:</w:t>
      </w:r>
    </w:p>
    <w:p w14:paraId="78AAEAB4" w14:textId="77777777" w:rsidR="00FB2E84" w:rsidRPr="00D72BEC" w:rsidRDefault="00FB2E84" w:rsidP="00D72BEC">
      <w:pPr>
        <w:pStyle w:val="Deuximeretrait"/>
        <w:rPr>
          <w:rFonts w:asciiTheme="minorBidi" w:hAnsiTheme="minorBidi" w:cstheme="minorBidi"/>
        </w:rPr>
      </w:pPr>
      <w:r w:rsidRPr="00D72BEC">
        <w:rPr>
          <w:rFonts w:asciiTheme="minorBidi" w:hAnsiTheme="minorBidi" w:cstheme="minorBidi"/>
        </w:rPr>
        <w:t>Objectif de distribution dans les délais (___%) par catégorie de courrier (par destination, le cas échéant)</w:t>
      </w:r>
      <w:r w:rsidR="00285501" w:rsidRPr="00D72BEC">
        <w:rPr>
          <w:rFonts w:asciiTheme="minorBidi" w:hAnsiTheme="minorBidi" w:cstheme="minorBidi"/>
        </w:rPr>
        <w:t>.</w:t>
      </w:r>
    </w:p>
    <w:p w14:paraId="4FFAFED0" w14:textId="77777777" w:rsidR="00FB2E84" w:rsidRPr="00D72BEC" w:rsidRDefault="00FB2E84" w:rsidP="00D72BEC">
      <w:pPr>
        <w:pStyle w:val="Deuximeretrait"/>
        <w:rPr>
          <w:rFonts w:asciiTheme="minorBidi" w:hAnsiTheme="minorBidi" w:cstheme="minorBidi"/>
        </w:rPr>
      </w:pPr>
      <w:r w:rsidRPr="00D72BEC">
        <w:rPr>
          <w:rFonts w:asciiTheme="minorBidi" w:hAnsiTheme="minorBidi" w:cstheme="minorBidi"/>
        </w:rPr>
        <w:t>Mesure et suivi des performances en matière de distribution dans les délais</w:t>
      </w:r>
      <w:r w:rsidR="00285501" w:rsidRPr="00D72BEC">
        <w:rPr>
          <w:rFonts w:asciiTheme="minorBidi" w:hAnsiTheme="minorBidi" w:cstheme="minorBidi"/>
        </w:rPr>
        <w:t>.</w:t>
      </w:r>
    </w:p>
    <w:p w14:paraId="6B0E627A" w14:textId="77777777" w:rsidR="00FB2E84" w:rsidRPr="00D72BEC" w:rsidRDefault="00FB2E84" w:rsidP="00D72BEC">
      <w:pPr>
        <w:pStyle w:val="Deuximeretrait"/>
        <w:rPr>
          <w:rFonts w:asciiTheme="minorBidi" w:hAnsiTheme="minorBidi" w:cstheme="minorBidi"/>
        </w:rPr>
      </w:pPr>
      <w:r w:rsidRPr="00D72BEC">
        <w:rPr>
          <w:rFonts w:asciiTheme="minorBidi" w:hAnsiTheme="minorBidi" w:cstheme="minorBidi"/>
        </w:rPr>
        <w:t>Mesures relatives au déchargement</w:t>
      </w:r>
      <w:r w:rsidR="00285501" w:rsidRPr="00D72BEC">
        <w:rPr>
          <w:rFonts w:asciiTheme="minorBidi" w:hAnsiTheme="minorBidi" w:cstheme="minorBidi"/>
        </w:rPr>
        <w:t>.</w:t>
      </w:r>
    </w:p>
    <w:p w14:paraId="21E4D842" w14:textId="77777777" w:rsidR="00FB2E84" w:rsidRPr="00D72BEC" w:rsidRDefault="00FB2E84" w:rsidP="00D72BEC">
      <w:pPr>
        <w:pStyle w:val="Premierretrait"/>
        <w:rPr>
          <w:rFonts w:asciiTheme="minorBidi" w:hAnsiTheme="minorBidi" w:cstheme="minorBidi"/>
        </w:rPr>
      </w:pPr>
      <w:r w:rsidRPr="00D72BEC">
        <w:rPr>
          <w:rFonts w:asciiTheme="minorBidi" w:hAnsiTheme="minorBidi" w:cstheme="minorBidi"/>
        </w:rPr>
        <w:t>Performances – Messages EDI</w:t>
      </w:r>
      <w:r w:rsidR="00285501" w:rsidRPr="00D72BEC">
        <w:rPr>
          <w:rFonts w:asciiTheme="minorBidi" w:hAnsiTheme="minorBidi" w:cstheme="minorBidi"/>
        </w:rPr>
        <w:t>:</w:t>
      </w:r>
    </w:p>
    <w:p w14:paraId="63493238" w14:textId="77777777" w:rsidR="00FB2E84" w:rsidRPr="00D72BEC" w:rsidRDefault="00FB2E84" w:rsidP="00D72BEC">
      <w:pPr>
        <w:pStyle w:val="Deuximeretrait"/>
        <w:rPr>
          <w:rFonts w:asciiTheme="minorBidi" w:hAnsiTheme="minorBidi" w:cstheme="minorBidi"/>
        </w:rPr>
      </w:pPr>
      <w:r w:rsidRPr="00D72BEC">
        <w:rPr>
          <w:rFonts w:asciiTheme="minorBidi" w:hAnsiTheme="minorBidi" w:cstheme="minorBidi"/>
        </w:rPr>
        <w:t>Objectifs de qualité (le message EDI a-</w:t>
      </w:r>
      <w:r w:rsidR="00285501" w:rsidRPr="00D72BEC">
        <w:rPr>
          <w:rFonts w:asciiTheme="minorBidi" w:hAnsiTheme="minorBidi" w:cstheme="minorBidi"/>
        </w:rPr>
        <w:t>t-il été envoyé dans les délais?</w:t>
      </w:r>
      <w:r w:rsidRPr="00D72BEC">
        <w:rPr>
          <w:rFonts w:asciiTheme="minorBidi" w:hAnsiTheme="minorBidi" w:cstheme="minorBidi"/>
        </w:rPr>
        <w:t xml:space="preserve"> les informations sont-elles correctes</w:t>
      </w:r>
      <w:r w:rsidR="00285501" w:rsidRPr="00D72BEC">
        <w:rPr>
          <w:rFonts w:asciiTheme="minorBidi" w:hAnsiTheme="minorBidi" w:cstheme="minorBidi"/>
        </w:rPr>
        <w:t>?</w:t>
      </w:r>
      <w:r w:rsidRPr="00D72BEC">
        <w:rPr>
          <w:rFonts w:asciiTheme="minorBidi" w:hAnsiTheme="minorBidi" w:cstheme="minorBidi"/>
        </w:rPr>
        <w:t>, etc.)</w:t>
      </w:r>
      <w:r w:rsidR="00285501" w:rsidRPr="00D72BEC">
        <w:rPr>
          <w:rFonts w:asciiTheme="minorBidi" w:hAnsiTheme="minorBidi" w:cstheme="minorBidi"/>
        </w:rPr>
        <w:t>.</w:t>
      </w:r>
    </w:p>
    <w:p w14:paraId="0A186ACF" w14:textId="77777777" w:rsidR="00FB2E84" w:rsidRPr="00D72BEC" w:rsidRDefault="00FB2E84" w:rsidP="00D72BEC">
      <w:pPr>
        <w:pStyle w:val="Deuximeretrait"/>
        <w:rPr>
          <w:rFonts w:asciiTheme="minorBidi" w:hAnsiTheme="minorBidi" w:cstheme="minorBidi"/>
        </w:rPr>
      </w:pPr>
      <w:r w:rsidRPr="00D72BEC">
        <w:rPr>
          <w:rFonts w:asciiTheme="minorBidi" w:hAnsiTheme="minorBidi" w:cstheme="minorBidi"/>
        </w:rPr>
        <w:t>Évaluation et suivi de la qualité</w:t>
      </w:r>
      <w:r w:rsidR="00285501" w:rsidRPr="00D72BEC">
        <w:rPr>
          <w:rFonts w:asciiTheme="minorBidi" w:hAnsiTheme="minorBidi" w:cstheme="minorBidi"/>
        </w:rPr>
        <w:t>.</w:t>
      </w:r>
    </w:p>
    <w:p w14:paraId="65C64038" w14:textId="77777777" w:rsidR="00FB2E84" w:rsidRPr="00D72BEC" w:rsidRDefault="00E177CA" w:rsidP="00D72BEC">
      <w:pPr>
        <w:pStyle w:val="Deuximeretrait"/>
        <w:rPr>
          <w:rFonts w:asciiTheme="minorBidi" w:hAnsiTheme="minorBidi" w:cstheme="minorBidi"/>
        </w:rPr>
      </w:pPr>
      <w:r>
        <w:rPr>
          <w:rFonts w:asciiTheme="minorBidi" w:hAnsiTheme="minorBidi" w:cstheme="minorBidi"/>
        </w:rPr>
        <w:t>Exigences spécifiques</w:t>
      </w:r>
      <w:r w:rsidR="00FB2E84" w:rsidRPr="00D72BEC">
        <w:rPr>
          <w:rFonts w:asciiTheme="minorBidi" w:hAnsiTheme="minorBidi" w:cstheme="minorBidi"/>
        </w:rPr>
        <w:t xml:space="preserve"> </w:t>
      </w:r>
      <w:r>
        <w:rPr>
          <w:rFonts w:asciiTheme="minorBidi" w:hAnsiTheme="minorBidi" w:cstheme="minorBidi"/>
        </w:rPr>
        <w:t>(</w:t>
      </w:r>
      <w:r w:rsidR="00285501" w:rsidRPr="00D72BEC">
        <w:rPr>
          <w:rFonts w:asciiTheme="minorBidi" w:hAnsiTheme="minorBidi" w:cstheme="minorBidi"/>
        </w:rPr>
        <w:t>p. ex.</w:t>
      </w:r>
      <w:r w:rsidR="00FB2E84" w:rsidRPr="00D72BEC">
        <w:rPr>
          <w:rFonts w:asciiTheme="minorBidi" w:hAnsiTheme="minorBidi" w:cstheme="minorBidi"/>
        </w:rPr>
        <w:t xml:space="preserve"> «Messages RESDIT générés automatiquement non acceptés»</w:t>
      </w:r>
      <w:r w:rsidR="00285501" w:rsidRPr="00D72BEC">
        <w:rPr>
          <w:rFonts w:asciiTheme="minorBidi" w:hAnsiTheme="minorBidi" w:cstheme="minorBidi"/>
        </w:rPr>
        <w:t>).</w:t>
      </w:r>
    </w:p>
    <w:p w14:paraId="019A86F4" w14:textId="77777777" w:rsidR="00FB2E84" w:rsidRPr="00D72BEC" w:rsidRDefault="00FB2E84" w:rsidP="00D72BEC">
      <w:pPr>
        <w:pStyle w:val="Textedebase"/>
        <w:rPr>
          <w:rFonts w:asciiTheme="minorBidi" w:hAnsiTheme="minorBidi" w:cstheme="minorBidi"/>
          <w:i/>
          <w:iCs/>
        </w:rPr>
      </w:pPr>
    </w:p>
    <w:p w14:paraId="2037F39E" w14:textId="77777777" w:rsidR="00FB2E84" w:rsidRPr="00D72BEC" w:rsidRDefault="00FB2E84" w:rsidP="00D72BEC">
      <w:pPr>
        <w:pStyle w:val="Textedebase"/>
        <w:rPr>
          <w:rFonts w:asciiTheme="minorBidi" w:hAnsiTheme="minorBidi" w:cstheme="minorBidi"/>
        </w:rPr>
      </w:pPr>
      <w:r w:rsidRPr="00D72BEC">
        <w:rPr>
          <w:rFonts w:asciiTheme="minorBidi" w:hAnsiTheme="minorBidi" w:cstheme="minorBidi"/>
        </w:rPr>
        <w:t>L’heure critique de remise aux points d’origine et de destination convenue entre les Parties est la suivante:</w:t>
      </w:r>
    </w:p>
    <w:p w14:paraId="1D89B7FD" w14:textId="77777777" w:rsidR="00FB2E84" w:rsidRPr="00D72BEC" w:rsidRDefault="00FB2E84" w:rsidP="00D72BEC">
      <w:pPr>
        <w:pStyle w:val="1Premierretrait"/>
        <w:rPr>
          <w:rFonts w:asciiTheme="minorBidi" w:hAnsiTheme="minorBidi" w:cstheme="minorBidi"/>
          <w:bCs/>
        </w:rPr>
      </w:pPr>
      <w:r w:rsidRPr="00D72BEC">
        <w:rPr>
          <w:rFonts w:asciiTheme="minorBidi" w:hAnsiTheme="minorBidi" w:cstheme="minorBidi"/>
        </w:rPr>
        <w:t>–</w:t>
      </w:r>
      <w:r w:rsidRPr="00D72BEC">
        <w:rPr>
          <w:rFonts w:asciiTheme="minorBidi" w:hAnsiTheme="minorBidi" w:cstheme="minorBidi"/>
        </w:rPr>
        <w:tab/>
        <w:t>Heure limite de remise à l’origine</w:t>
      </w:r>
      <w:r w:rsidR="00285501" w:rsidRPr="00D72BEC">
        <w:rPr>
          <w:rFonts w:asciiTheme="minorBidi" w:hAnsiTheme="minorBidi" w:cstheme="minorBidi"/>
        </w:rPr>
        <w:t>.</w:t>
      </w:r>
    </w:p>
    <w:p w14:paraId="47641DBE" w14:textId="77777777" w:rsidR="00FB2E84" w:rsidRPr="00D72BEC" w:rsidRDefault="00FB2E84" w:rsidP="00D72BEC">
      <w:pPr>
        <w:pStyle w:val="1Premierretrait"/>
        <w:rPr>
          <w:rFonts w:asciiTheme="minorBidi" w:hAnsiTheme="minorBidi" w:cstheme="minorBidi"/>
          <w:bCs/>
        </w:rPr>
      </w:pPr>
      <w:r w:rsidRPr="00D72BEC">
        <w:rPr>
          <w:rFonts w:asciiTheme="minorBidi" w:hAnsiTheme="minorBidi" w:cstheme="minorBidi"/>
        </w:rPr>
        <w:t>–</w:t>
      </w:r>
      <w:r w:rsidRPr="00D72BEC">
        <w:rPr>
          <w:rFonts w:asciiTheme="minorBidi" w:hAnsiTheme="minorBidi" w:cstheme="minorBidi"/>
        </w:rPr>
        <w:tab/>
        <w:t>Heure limite de remise à la destination</w:t>
      </w:r>
      <w:r w:rsidR="00285501" w:rsidRPr="00D72BEC">
        <w:rPr>
          <w:rFonts w:asciiTheme="minorBidi" w:hAnsiTheme="minorBidi" w:cstheme="minorBidi"/>
        </w:rPr>
        <w:t>.</w:t>
      </w:r>
    </w:p>
    <w:p w14:paraId="66D5E663" w14:textId="77777777" w:rsidR="00FB2E84" w:rsidRPr="00D72BEC" w:rsidRDefault="00FB2E84" w:rsidP="00D72BEC">
      <w:pPr>
        <w:pStyle w:val="Textedebase"/>
        <w:rPr>
          <w:rFonts w:asciiTheme="minorBidi" w:hAnsiTheme="minorBidi" w:cstheme="minorBidi"/>
        </w:rPr>
      </w:pPr>
    </w:p>
    <w:p w14:paraId="36F45CC0" w14:textId="77777777" w:rsidR="00FB2E84" w:rsidRPr="00D72BEC" w:rsidRDefault="00FB2E84" w:rsidP="00D72BEC">
      <w:pPr>
        <w:pStyle w:val="Textedebase"/>
        <w:rPr>
          <w:rFonts w:asciiTheme="minorBidi" w:hAnsiTheme="minorBidi" w:cstheme="minorBidi"/>
        </w:rPr>
      </w:pPr>
    </w:p>
    <w:p w14:paraId="57970418" w14:textId="77777777" w:rsidR="00FB2E84" w:rsidRPr="00D72BEC" w:rsidRDefault="00FB2E84" w:rsidP="00D72BEC">
      <w:pPr>
        <w:rPr>
          <w:rFonts w:asciiTheme="minorBidi" w:hAnsiTheme="minorBidi" w:cstheme="minorBidi"/>
          <w:bCs/>
          <w:i/>
        </w:rPr>
      </w:pPr>
      <w:r w:rsidRPr="00D72BEC">
        <w:rPr>
          <w:rFonts w:asciiTheme="minorBidi" w:hAnsiTheme="minorBidi" w:cstheme="minorBidi"/>
        </w:rPr>
        <w:br w:type="page"/>
      </w:r>
    </w:p>
    <w:p w14:paraId="5784FE75" w14:textId="77777777" w:rsidR="00FB2E84" w:rsidRPr="00D72BEC" w:rsidRDefault="00D72BEC" w:rsidP="00D72BEC">
      <w:pPr>
        <w:pStyle w:val="Titre1"/>
        <w:tabs>
          <w:tab w:val="left" w:pos="1134"/>
        </w:tabs>
        <w:ind w:left="0" w:firstLine="0"/>
        <w:jc w:val="left"/>
        <w:rPr>
          <w:rFonts w:asciiTheme="minorBidi" w:hAnsiTheme="minorBidi" w:cstheme="minorBidi"/>
          <w:bCs w:val="0"/>
          <w:iCs/>
        </w:rPr>
      </w:pPr>
      <w:r w:rsidRPr="00D72BEC">
        <w:rPr>
          <w:rFonts w:asciiTheme="minorBidi" w:hAnsiTheme="minorBidi" w:cstheme="minorBidi"/>
          <w:bCs w:val="0"/>
          <w:iCs/>
        </w:rPr>
        <w:lastRenderedPageBreak/>
        <w:t xml:space="preserve">Annexe 5 – </w:t>
      </w:r>
      <w:r w:rsidR="00FB2E84" w:rsidRPr="00D72BEC">
        <w:rPr>
          <w:rFonts w:asciiTheme="minorBidi" w:hAnsiTheme="minorBidi" w:cstheme="minorBidi"/>
          <w:bCs w:val="0"/>
          <w:iCs/>
        </w:rPr>
        <w:t>Liste de contacts du mandant</w:t>
      </w:r>
    </w:p>
    <w:p w14:paraId="2422C45E" w14:textId="77777777" w:rsidR="00FB2E84" w:rsidRPr="00D72BEC" w:rsidRDefault="00FB2E84" w:rsidP="00D72BEC">
      <w:pPr>
        <w:pStyle w:val="Titre1"/>
        <w:tabs>
          <w:tab w:val="left" w:pos="2552"/>
          <w:tab w:val="left" w:leader="underscore" w:pos="9639"/>
        </w:tabs>
        <w:rPr>
          <w:rFonts w:asciiTheme="minorBidi" w:hAnsiTheme="minorBidi" w:cstheme="minorBidi"/>
          <w:b w:val="0"/>
        </w:rPr>
      </w:pPr>
    </w:p>
    <w:p w14:paraId="64D41945"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Mandant – Achats (questions contractuelles):</w:t>
      </w:r>
      <w:r w:rsidRPr="00D72BEC">
        <w:rPr>
          <w:rFonts w:asciiTheme="minorBidi" w:hAnsiTheme="minorBidi" w:cstheme="minorBidi"/>
          <w:b w:val="0"/>
        </w:rPr>
        <w:tab/>
      </w:r>
    </w:p>
    <w:p w14:paraId="37DA6514" w14:textId="77777777" w:rsidR="00FB2E84" w:rsidRPr="00D72BEC" w:rsidRDefault="00FB2E84" w:rsidP="00D72BEC">
      <w:pPr>
        <w:pStyle w:val="Titre1"/>
        <w:tabs>
          <w:tab w:val="left" w:pos="1695"/>
        </w:tabs>
        <w:rPr>
          <w:rFonts w:asciiTheme="minorBidi" w:hAnsiTheme="minorBidi" w:cstheme="minorBidi"/>
          <w:b w:val="0"/>
        </w:rPr>
      </w:pPr>
    </w:p>
    <w:p w14:paraId="50647127"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3855CA8C"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4E482D7B"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Mobile:</w:t>
      </w:r>
      <w:r w:rsidRPr="00D72BEC">
        <w:rPr>
          <w:rFonts w:asciiTheme="minorBidi" w:hAnsiTheme="minorBidi" w:cstheme="minorBidi"/>
          <w:b w:val="0"/>
        </w:rPr>
        <w:tab/>
      </w:r>
    </w:p>
    <w:p w14:paraId="4205B29B" w14:textId="77777777" w:rsidR="00FB2E84" w:rsidRPr="00D72BEC" w:rsidRDefault="00FB2E84" w:rsidP="00D72BEC">
      <w:pPr>
        <w:pStyle w:val="Titre1"/>
        <w:tabs>
          <w:tab w:val="left" w:pos="851"/>
          <w:tab w:val="left" w:leader="underscore" w:pos="9639"/>
        </w:tabs>
        <w:rPr>
          <w:rFonts w:asciiTheme="minorBidi" w:hAnsiTheme="minorBidi" w:cstheme="minorBidi"/>
          <w:b w:val="0"/>
          <w:lang w:val="fr-CH"/>
        </w:rPr>
      </w:pPr>
    </w:p>
    <w:p w14:paraId="6FA1C5DD"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2C309C28" w14:textId="77777777" w:rsidR="00FB2E84" w:rsidRPr="00D72BEC" w:rsidRDefault="00FB2E84" w:rsidP="00D72BEC">
      <w:pPr>
        <w:pStyle w:val="Titre1"/>
        <w:tabs>
          <w:tab w:val="left" w:pos="851"/>
          <w:tab w:val="left" w:leader="underscore" w:pos="9639"/>
        </w:tabs>
        <w:rPr>
          <w:rFonts w:asciiTheme="minorBidi" w:hAnsiTheme="minorBidi" w:cstheme="minorBidi"/>
          <w:b w:val="0"/>
          <w:lang w:val="fr-CH"/>
        </w:rPr>
      </w:pPr>
    </w:p>
    <w:p w14:paraId="5FE38185"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35ECC719" w14:textId="77777777" w:rsidR="00FB2E84" w:rsidRPr="00D72BEC" w:rsidRDefault="00FB2E84" w:rsidP="00D72BEC">
      <w:pPr>
        <w:pStyle w:val="Titre1"/>
        <w:rPr>
          <w:rFonts w:asciiTheme="minorBidi" w:hAnsiTheme="minorBidi" w:cstheme="minorBidi"/>
          <w:b w:val="0"/>
          <w:lang w:val="fr-CH"/>
        </w:rPr>
      </w:pPr>
    </w:p>
    <w:p w14:paraId="579EE69E" w14:textId="77777777" w:rsidR="00FB2E84" w:rsidRPr="00D72BEC" w:rsidRDefault="00FB2E84" w:rsidP="00D72BEC">
      <w:pPr>
        <w:pStyle w:val="Titre1"/>
        <w:tabs>
          <w:tab w:val="left" w:pos="2552"/>
          <w:tab w:val="left" w:leader="underscore" w:pos="9639"/>
        </w:tabs>
        <w:rPr>
          <w:rFonts w:asciiTheme="minorBidi" w:hAnsiTheme="minorBidi" w:cstheme="minorBidi"/>
          <w:b w:val="0"/>
          <w:lang w:val="fr-CH"/>
        </w:rPr>
      </w:pPr>
    </w:p>
    <w:p w14:paraId="060221C1"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Mandant – Gestion du courrier-avion (questions contractuelles):</w:t>
      </w:r>
      <w:r w:rsidRPr="00D72BEC">
        <w:rPr>
          <w:rFonts w:asciiTheme="minorBidi" w:hAnsiTheme="minorBidi" w:cstheme="minorBidi"/>
          <w:b w:val="0"/>
        </w:rPr>
        <w:tab/>
      </w:r>
    </w:p>
    <w:p w14:paraId="1AD5A13D" w14:textId="77777777" w:rsidR="00FB2E84" w:rsidRPr="00D72BEC" w:rsidRDefault="00FB2E84" w:rsidP="00D72BEC">
      <w:pPr>
        <w:pStyle w:val="Titre1"/>
        <w:rPr>
          <w:rFonts w:asciiTheme="minorBidi" w:hAnsiTheme="minorBidi" w:cstheme="minorBidi"/>
          <w:b w:val="0"/>
          <w:lang w:val="fr-CH"/>
        </w:rPr>
      </w:pPr>
    </w:p>
    <w:p w14:paraId="10975683"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Téléphone:</w:t>
      </w:r>
      <w:r w:rsidRPr="00D72BEC">
        <w:rPr>
          <w:rFonts w:asciiTheme="minorBidi" w:hAnsiTheme="minorBidi" w:cstheme="minorBidi"/>
          <w:b w:val="0"/>
        </w:rPr>
        <w:tab/>
      </w:r>
    </w:p>
    <w:p w14:paraId="18DE9FA8" w14:textId="77777777" w:rsidR="00FB2E84" w:rsidRPr="00D72BEC" w:rsidRDefault="00FB2E84" w:rsidP="00D72BEC">
      <w:pPr>
        <w:pStyle w:val="Titre1"/>
        <w:tabs>
          <w:tab w:val="left" w:pos="851"/>
          <w:tab w:val="left" w:leader="underscore" w:pos="9639"/>
        </w:tabs>
        <w:rPr>
          <w:rFonts w:asciiTheme="minorBidi" w:hAnsiTheme="minorBidi" w:cstheme="minorBidi"/>
          <w:b w:val="0"/>
          <w:lang w:val="fr-CH"/>
        </w:rPr>
      </w:pPr>
    </w:p>
    <w:p w14:paraId="2F9FAF1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1C0E0FDB" w14:textId="77777777" w:rsidR="00FB2E84" w:rsidRPr="00D72BEC" w:rsidRDefault="00FB2E84" w:rsidP="00D72BEC">
      <w:pPr>
        <w:pStyle w:val="Titre1"/>
        <w:tabs>
          <w:tab w:val="left" w:pos="851"/>
          <w:tab w:val="left" w:leader="underscore" w:pos="9639"/>
        </w:tabs>
        <w:rPr>
          <w:rFonts w:asciiTheme="minorBidi" w:hAnsiTheme="minorBidi" w:cstheme="minorBidi"/>
          <w:b w:val="0"/>
          <w:lang w:val="fr-CH"/>
        </w:rPr>
      </w:pPr>
    </w:p>
    <w:p w14:paraId="628304F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57638C91" w14:textId="77777777" w:rsidR="00FB2E84" w:rsidRPr="00D72BEC" w:rsidRDefault="00FB2E84" w:rsidP="00D72BEC">
      <w:pPr>
        <w:pStyle w:val="Titre1"/>
        <w:tabs>
          <w:tab w:val="left" w:pos="851"/>
          <w:tab w:val="left" w:leader="underscore" w:pos="9639"/>
        </w:tabs>
        <w:rPr>
          <w:rFonts w:asciiTheme="minorBidi" w:hAnsiTheme="minorBidi" w:cstheme="minorBidi"/>
          <w:b w:val="0"/>
          <w:lang w:val="fr-CH"/>
        </w:rPr>
      </w:pPr>
    </w:p>
    <w:p w14:paraId="21148007"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2A804EDB" w14:textId="77777777" w:rsidR="00FB2E84" w:rsidRPr="00D72BEC" w:rsidRDefault="00FB2E84" w:rsidP="00D72BEC">
      <w:pPr>
        <w:pStyle w:val="Titre1"/>
        <w:rPr>
          <w:rFonts w:asciiTheme="minorBidi" w:hAnsiTheme="minorBidi" w:cstheme="minorBidi"/>
          <w:b w:val="0"/>
          <w:lang w:val="fr-CH"/>
        </w:rPr>
      </w:pPr>
    </w:p>
    <w:p w14:paraId="175DF7E2" w14:textId="77777777" w:rsidR="00FB2E84" w:rsidRPr="00D72BEC" w:rsidRDefault="00FB2E84" w:rsidP="00D72BEC">
      <w:pPr>
        <w:pStyle w:val="Titre1"/>
        <w:rPr>
          <w:rFonts w:asciiTheme="minorBidi" w:hAnsiTheme="minorBidi" w:cstheme="minorBidi"/>
          <w:b w:val="0"/>
          <w:lang w:val="fr-CH"/>
        </w:rPr>
      </w:pPr>
    </w:p>
    <w:p w14:paraId="0AFB6828"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Mandant – Gestion des itinéraires (planification, répartition, sécurité, etc.): </w:t>
      </w:r>
      <w:r w:rsidRPr="00D72BEC">
        <w:rPr>
          <w:rFonts w:asciiTheme="minorBidi" w:hAnsiTheme="minorBidi" w:cstheme="minorBidi"/>
          <w:b w:val="0"/>
        </w:rPr>
        <w:tab/>
      </w:r>
    </w:p>
    <w:p w14:paraId="69D76BD8"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085128D8"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2C98A51C"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7702F750"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Mobile:</w:t>
      </w:r>
      <w:r w:rsidRPr="00D72BEC">
        <w:rPr>
          <w:rFonts w:asciiTheme="minorBidi" w:hAnsiTheme="minorBidi" w:cstheme="minorBidi"/>
          <w:b w:val="0"/>
        </w:rPr>
        <w:tab/>
      </w:r>
    </w:p>
    <w:p w14:paraId="47D6B797"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134DFBB1"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31BD74FE"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4C3DF6E2"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0035284D" w14:textId="77777777" w:rsidR="00FB2E84" w:rsidRPr="00D72BEC" w:rsidRDefault="00FB2E84" w:rsidP="00D72BEC">
      <w:pPr>
        <w:pStyle w:val="Titre1"/>
        <w:rPr>
          <w:rFonts w:asciiTheme="minorBidi" w:hAnsiTheme="minorBidi" w:cstheme="minorBidi"/>
          <w:b w:val="0"/>
        </w:rPr>
      </w:pPr>
    </w:p>
    <w:p w14:paraId="1257D08A"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Mandant – Messages EDI:</w:t>
      </w:r>
      <w:r w:rsidRPr="00D72BEC">
        <w:rPr>
          <w:rFonts w:asciiTheme="minorBidi" w:hAnsiTheme="minorBidi" w:cstheme="minorBidi"/>
          <w:b w:val="0"/>
        </w:rPr>
        <w:tab/>
      </w:r>
    </w:p>
    <w:p w14:paraId="4DE80B4F" w14:textId="77777777" w:rsidR="00FB2E84" w:rsidRPr="00D72BEC" w:rsidRDefault="00FB2E84" w:rsidP="00D72BEC">
      <w:pPr>
        <w:pStyle w:val="Titre1"/>
        <w:rPr>
          <w:rFonts w:asciiTheme="minorBidi" w:hAnsiTheme="minorBidi" w:cstheme="minorBidi"/>
          <w:b w:val="0"/>
        </w:rPr>
      </w:pPr>
    </w:p>
    <w:p w14:paraId="5A06C15A"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50347C13"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0888D1B4"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03E18FFB"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7F5D3C63"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36E2A89D"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306B523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Adresse électronique:</w:t>
      </w:r>
      <w:r w:rsidRPr="00D72BEC">
        <w:rPr>
          <w:rFonts w:asciiTheme="minorBidi" w:hAnsiTheme="minorBidi" w:cstheme="minorBidi"/>
          <w:b w:val="0"/>
        </w:rPr>
        <w:tab/>
      </w:r>
    </w:p>
    <w:p w14:paraId="203F121B" w14:textId="77777777" w:rsidR="00FB2E84" w:rsidRPr="00D72BEC" w:rsidRDefault="00FB2E84" w:rsidP="00D72BEC">
      <w:pPr>
        <w:pStyle w:val="Titre1"/>
        <w:rPr>
          <w:rFonts w:asciiTheme="minorBidi" w:hAnsiTheme="minorBidi" w:cstheme="minorBidi"/>
          <w:b w:val="0"/>
        </w:rPr>
      </w:pPr>
    </w:p>
    <w:p w14:paraId="2EA659C5" w14:textId="77777777" w:rsidR="00FB2E84" w:rsidRPr="00D72BEC" w:rsidRDefault="00FB2E84" w:rsidP="00D72BEC">
      <w:pPr>
        <w:pStyle w:val="Titre1"/>
        <w:rPr>
          <w:rFonts w:asciiTheme="minorBidi" w:hAnsiTheme="minorBidi" w:cstheme="minorBidi"/>
          <w:b w:val="0"/>
        </w:rPr>
      </w:pPr>
    </w:p>
    <w:p w14:paraId="3ECEAABD"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Mandant – Opérations (questions opérationnelles quotidiennes):</w:t>
      </w:r>
      <w:r w:rsidRPr="00D72BEC">
        <w:rPr>
          <w:rFonts w:asciiTheme="minorBidi" w:hAnsiTheme="minorBidi" w:cstheme="minorBidi"/>
          <w:b w:val="0"/>
        </w:rPr>
        <w:tab/>
      </w:r>
    </w:p>
    <w:p w14:paraId="1978FC24" w14:textId="77777777" w:rsidR="00FB2E84" w:rsidRPr="00D72BEC" w:rsidRDefault="00FB2E84" w:rsidP="00D72BEC">
      <w:pPr>
        <w:pStyle w:val="Titre1"/>
        <w:tabs>
          <w:tab w:val="left" w:pos="2010"/>
        </w:tabs>
        <w:rPr>
          <w:rFonts w:asciiTheme="minorBidi" w:hAnsiTheme="minorBidi" w:cstheme="minorBidi"/>
          <w:b w:val="0"/>
        </w:rPr>
      </w:pPr>
    </w:p>
    <w:p w14:paraId="516D9EA2"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756B9779"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3B9EE901"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5A5DA281"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55301238"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3037C2A4" w14:textId="77777777" w:rsidR="00FB2E84" w:rsidRPr="00D72BEC" w:rsidRDefault="00FB2E84" w:rsidP="00D72BEC">
      <w:pPr>
        <w:pStyle w:val="Titre1"/>
        <w:tabs>
          <w:tab w:val="left" w:pos="851"/>
          <w:tab w:val="left" w:leader="underscore" w:pos="9639"/>
        </w:tabs>
        <w:rPr>
          <w:rFonts w:asciiTheme="minorBidi" w:hAnsiTheme="minorBidi" w:cstheme="minorBidi"/>
          <w:b w:val="0"/>
        </w:rPr>
      </w:pPr>
    </w:p>
    <w:p w14:paraId="6632CE50"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4621D0DE" w14:textId="77777777" w:rsidR="00FB2E84" w:rsidRPr="00D72BEC" w:rsidRDefault="00FB2E84" w:rsidP="00D72BEC">
      <w:pPr>
        <w:rPr>
          <w:rFonts w:asciiTheme="minorBidi" w:hAnsiTheme="minorBidi" w:cstheme="minorBidi"/>
          <w:bCs/>
          <w:i/>
        </w:rPr>
      </w:pPr>
      <w:r w:rsidRPr="00D72BEC">
        <w:rPr>
          <w:rFonts w:asciiTheme="minorBidi" w:hAnsiTheme="minorBidi" w:cstheme="minorBidi"/>
        </w:rPr>
        <w:br w:type="page"/>
      </w:r>
    </w:p>
    <w:p w14:paraId="1A56AD84" w14:textId="77777777" w:rsidR="00FB2E84" w:rsidRPr="00874527" w:rsidRDefault="00874527" w:rsidP="00D72BEC">
      <w:pPr>
        <w:pStyle w:val="Titre1"/>
        <w:tabs>
          <w:tab w:val="left" w:pos="1134"/>
        </w:tabs>
        <w:ind w:left="0" w:firstLine="0"/>
        <w:rPr>
          <w:rFonts w:asciiTheme="minorBidi" w:hAnsiTheme="minorBidi" w:cstheme="minorBidi"/>
          <w:bCs w:val="0"/>
          <w:iCs/>
        </w:rPr>
      </w:pPr>
      <w:r>
        <w:rPr>
          <w:rFonts w:asciiTheme="minorBidi" w:hAnsiTheme="minorBidi" w:cstheme="minorBidi"/>
          <w:bCs w:val="0"/>
          <w:iCs/>
        </w:rPr>
        <w:lastRenderedPageBreak/>
        <w:t xml:space="preserve">Annexe 6 – </w:t>
      </w:r>
      <w:r w:rsidR="00FB2E84" w:rsidRPr="00874527">
        <w:rPr>
          <w:rFonts w:asciiTheme="minorBidi" w:hAnsiTheme="minorBidi" w:cstheme="minorBidi"/>
          <w:bCs w:val="0"/>
          <w:iCs/>
        </w:rPr>
        <w:t>Liste de contacts du transporteur</w:t>
      </w:r>
    </w:p>
    <w:p w14:paraId="0A4B64C4" w14:textId="77777777" w:rsidR="00FB2E84" w:rsidRPr="00D72BEC" w:rsidRDefault="00FB2E84" w:rsidP="00D72BEC">
      <w:pPr>
        <w:pStyle w:val="Titre1"/>
        <w:rPr>
          <w:rFonts w:asciiTheme="minorBidi" w:hAnsiTheme="minorBidi" w:cstheme="minorBidi"/>
          <w:b w:val="0"/>
        </w:rPr>
      </w:pPr>
    </w:p>
    <w:p w14:paraId="09657572"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Transporteur – Gestion du courrier-avion:</w:t>
      </w:r>
      <w:r w:rsidRPr="00D72BEC">
        <w:rPr>
          <w:rFonts w:asciiTheme="minorBidi" w:hAnsiTheme="minorBidi" w:cstheme="minorBidi"/>
          <w:b w:val="0"/>
        </w:rPr>
        <w:tab/>
      </w:r>
    </w:p>
    <w:p w14:paraId="14573969" w14:textId="77777777" w:rsidR="00FB2E84" w:rsidRPr="00D72BEC" w:rsidRDefault="00FB2E84" w:rsidP="00D72BEC">
      <w:pPr>
        <w:pStyle w:val="Titre1"/>
        <w:tabs>
          <w:tab w:val="left" w:leader="underscore" w:pos="9638"/>
        </w:tabs>
        <w:rPr>
          <w:rFonts w:asciiTheme="minorBidi" w:hAnsiTheme="minorBidi" w:cstheme="minorBidi"/>
          <w:b w:val="0"/>
        </w:rPr>
      </w:pPr>
    </w:p>
    <w:p w14:paraId="71421DF3"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1083E4F2" w14:textId="77777777" w:rsidR="00FB2E84" w:rsidRPr="00D72BEC" w:rsidRDefault="00FB2E84" w:rsidP="00D72BEC">
      <w:pPr>
        <w:pStyle w:val="Titre1"/>
        <w:tabs>
          <w:tab w:val="left" w:pos="851"/>
          <w:tab w:val="left" w:leader="underscore" w:pos="9638"/>
        </w:tabs>
        <w:ind w:left="0" w:firstLine="0"/>
        <w:rPr>
          <w:rFonts w:asciiTheme="minorBidi" w:hAnsiTheme="minorBidi" w:cstheme="minorBidi"/>
        </w:rPr>
      </w:pPr>
    </w:p>
    <w:p w14:paraId="2EF2E085"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369C2888" w14:textId="77777777" w:rsidR="00FB2E84" w:rsidRPr="00D72BEC" w:rsidRDefault="00FB2E84" w:rsidP="00D72BEC">
      <w:pPr>
        <w:pStyle w:val="Titre1"/>
        <w:tabs>
          <w:tab w:val="left" w:pos="851"/>
          <w:tab w:val="left" w:leader="underscore" w:pos="9638"/>
        </w:tabs>
        <w:ind w:left="0" w:firstLine="0"/>
        <w:rPr>
          <w:rFonts w:asciiTheme="minorBidi" w:hAnsiTheme="minorBidi" w:cstheme="minorBidi"/>
          <w:b w:val="0"/>
        </w:rPr>
      </w:pPr>
    </w:p>
    <w:p w14:paraId="1FCBB78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654DADBB"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700ED565"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041D6434" w14:textId="77777777" w:rsidR="00FB2E84" w:rsidRDefault="00FB2E84" w:rsidP="00D72BEC">
      <w:pPr>
        <w:pStyle w:val="Titre1"/>
        <w:tabs>
          <w:tab w:val="left" w:leader="underscore" w:pos="9638"/>
        </w:tabs>
        <w:ind w:left="0" w:firstLine="0"/>
        <w:rPr>
          <w:rFonts w:asciiTheme="minorBidi" w:hAnsiTheme="minorBidi" w:cstheme="minorBidi"/>
          <w:b w:val="0"/>
        </w:rPr>
      </w:pPr>
    </w:p>
    <w:p w14:paraId="7699D091" w14:textId="77777777" w:rsidR="00D26332" w:rsidRPr="00D26332" w:rsidRDefault="00D26332" w:rsidP="00D26332">
      <w:pPr>
        <w:pStyle w:val="Textedebase"/>
      </w:pPr>
    </w:p>
    <w:p w14:paraId="05E334EE"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Transporteur – Messages EDI:</w:t>
      </w:r>
      <w:r w:rsidRPr="00D72BEC">
        <w:rPr>
          <w:rFonts w:asciiTheme="minorBidi" w:hAnsiTheme="minorBidi" w:cstheme="minorBidi"/>
          <w:b w:val="0"/>
        </w:rPr>
        <w:tab/>
      </w:r>
    </w:p>
    <w:p w14:paraId="78723173" w14:textId="77777777" w:rsidR="00FB2E84" w:rsidRPr="00D72BEC" w:rsidRDefault="00FB2E84" w:rsidP="00D72BEC">
      <w:pPr>
        <w:pStyle w:val="Titre1"/>
        <w:tabs>
          <w:tab w:val="left" w:leader="underscore" w:pos="9638"/>
        </w:tabs>
        <w:rPr>
          <w:rFonts w:asciiTheme="minorBidi" w:hAnsiTheme="minorBidi" w:cstheme="minorBidi"/>
          <w:b w:val="0"/>
        </w:rPr>
      </w:pPr>
    </w:p>
    <w:p w14:paraId="4FE0024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5FC58284" w14:textId="77777777" w:rsidR="00FB2E84" w:rsidRPr="00D72BEC" w:rsidRDefault="00FB2E84" w:rsidP="00D72BEC">
      <w:pPr>
        <w:pStyle w:val="Titre1"/>
        <w:tabs>
          <w:tab w:val="left" w:pos="851"/>
          <w:tab w:val="left" w:leader="underscore" w:pos="9638"/>
        </w:tabs>
        <w:ind w:left="0" w:firstLine="0"/>
        <w:rPr>
          <w:rFonts w:asciiTheme="minorBidi" w:hAnsiTheme="minorBidi" w:cstheme="minorBidi"/>
        </w:rPr>
      </w:pPr>
    </w:p>
    <w:p w14:paraId="372CD86C"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4E77723D" w14:textId="77777777" w:rsidR="00FB2E84" w:rsidRPr="00D72BEC" w:rsidRDefault="00FB2E84" w:rsidP="00D72BEC">
      <w:pPr>
        <w:pStyle w:val="Titre1"/>
        <w:tabs>
          <w:tab w:val="left" w:pos="851"/>
          <w:tab w:val="left" w:leader="underscore" w:pos="9638"/>
        </w:tabs>
        <w:ind w:left="0" w:firstLine="0"/>
        <w:rPr>
          <w:rFonts w:asciiTheme="minorBidi" w:hAnsiTheme="minorBidi" w:cstheme="minorBidi"/>
          <w:b w:val="0"/>
        </w:rPr>
      </w:pPr>
    </w:p>
    <w:p w14:paraId="5766612E"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0DAB0572" w14:textId="77777777" w:rsidR="00FB2E84" w:rsidRPr="00D72BEC" w:rsidRDefault="00FB2E84" w:rsidP="00D72BEC">
      <w:pPr>
        <w:pStyle w:val="Titre1"/>
        <w:tabs>
          <w:tab w:val="left" w:pos="851"/>
          <w:tab w:val="left" w:leader="underscore" w:pos="9638"/>
        </w:tabs>
        <w:ind w:left="0" w:firstLine="0"/>
        <w:rPr>
          <w:rFonts w:asciiTheme="minorBidi" w:hAnsiTheme="minorBidi" w:cstheme="minorBidi"/>
          <w:b w:val="0"/>
        </w:rPr>
      </w:pPr>
    </w:p>
    <w:p w14:paraId="74FC90D2"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184CC127" w14:textId="77777777" w:rsidR="00FB2E84" w:rsidRDefault="00FB2E84" w:rsidP="00D72BEC">
      <w:pPr>
        <w:pStyle w:val="Textedebase"/>
        <w:tabs>
          <w:tab w:val="left" w:leader="underscore" w:pos="9638"/>
        </w:tabs>
        <w:rPr>
          <w:rFonts w:asciiTheme="minorBidi" w:hAnsiTheme="minorBidi" w:cstheme="minorBidi"/>
        </w:rPr>
      </w:pPr>
    </w:p>
    <w:p w14:paraId="539AA831" w14:textId="77777777" w:rsidR="00D26332" w:rsidRPr="00D72BEC" w:rsidRDefault="00D26332" w:rsidP="00D72BEC">
      <w:pPr>
        <w:pStyle w:val="Textedebase"/>
        <w:tabs>
          <w:tab w:val="left" w:leader="underscore" w:pos="9638"/>
        </w:tabs>
        <w:rPr>
          <w:rFonts w:asciiTheme="minorBidi" w:hAnsiTheme="minorBidi" w:cstheme="minorBidi"/>
        </w:rPr>
      </w:pPr>
    </w:p>
    <w:p w14:paraId="6F335463"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Transporteur – Opérations relatives au courrier-avion:</w:t>
      </w:r>
      <w:r w:rsidRPr="00D72BEC">
        <w:rPr>
          <w:rFonts w:asciiTheme="minorBidi" w:hAnsiTheme="minorBidi" w:cstheme="minorBidi"/>
          <w:b w:val="0"/>
        </w:rPr>
        <w:tab/>
      </w:r>
    </w:p>
    <w:p w14:paraId="1F394C15" w14:textId="77777777" w:rsidR="00FB2E84" w:rsidRPr="00D72BEC" w:rsidRDefault="00FB2E84" w:rsidP="00D72BEC">
      <w:pPr>
        <w:pStyle w:val="Titre1"/>
        <w:rPr>
          <w:rFonts w:asciiTheme="minorBidi" w:hAnsiTheme="minorBidi" w:cstheme="minorBidi"/>
          <w:b w:val="0"/>
        </w:rPr>
      </w:pPr>
    </w:p>
    <w:p w14:paraId="74288DAE"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52D03410"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186A1A5D"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39821F60"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4FFA8B8D" w14:textId="77777777" w:rsidR="00FB2E84"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59C88CB8" w14:textId="77777777" w:rsidR="00FF3684" w:rsidRDefault="00FF3684" w:rsidP="00FF3684">
      <w:pPr>
        <w:pStyle w:val="Textedebase"/>
      </w:pPr>
    </w:p>
    <w:p w14:paraId="7DCB4947" w14:textId="77777777" w:rsidR="00FF3684" w:rsidRPr="00FF3684" w:rsidRDefault="00FF3684" w:rsidP="00FF3684">
      <w:pPr>
        <w:pStyle w:val="Titre1"/>
        <w:tabs>
          <w:tab w:val="left" w:leader="underscore" w:pos="9638"/>
        </w:tabs>
        <w:ind w:left="0" w:firstLine="0"/>
        <w:rPr>
          <w:b w:val="0"/>
          <w:bCs w:val="0"/>
        </w:rPr>
      </w:pPr>
      <w:r w:rsidRPr="00FF3684">
        <w:rPr>
          <w:b w:val="0"/>
          <w:bCs w:val="0"/>
        </w:rPr>
        <w:t xml:space="preserve">Adresse </w:t>
      </w:r>
      <w:r w:rsidRPr="00FF3684">
        <w:rPr>
          <w:rFonts w:asciiTheme="minorBidi" w:hAnsiTheme="minorBidi" w:cstheme="minorBidi"/>
          <w:b w:val="0"/>
          <w:bCs w:val="0"/>
        </w:rPr>
        <w:t>électronique</w:t>
      </w:r>
      <w:r w:rsidRPr="00FF3684">
        <w:rPr>
          <w:b w:val="0"/>
          <w:bCs w:val="0"/>
        </w:rPr>
        <w:t xml:space="preserve">: </w:t>
      </w:r>
      <w:r w:rsidRPr="00FF3684">
        <w:rPr>
          <w:b w:val="0"/>
          <w:bCs w:val="0"/>
        </w:rPr>
        <w:tab/>
      </w:r>
    </w:p>
    <w:p w14:paraId="7AC73235" w14:textId="77777777" w:rsidR="00FB2E84" w:rsidRDefault="00FB2E84" w:rsidP="00D72BEC">
      <w:pPr>
        <w:pStyle w:val="Titre1"/>
        <w:tabs>
          <w:tab w:val="left" w:pos="851"/>
          <w:tab w:val="left" w:leader="underscore" w:pos="9639"/>
        </w:tabs>
        <w:ind w:left="0" w:firstLine="0"/>
        <w:rPr>
          <w:rFonts w:asciiTheme="minorBidi" w:hAnsiTheme="minorBidi" w:cstheme="minorBidi"/>
          <w:b w:val="0"/>
        </w:rPr>
      </w:pPr>
    </w:p>
    <w:p w14:paraId="46DE208D" w14:textId="77777777" w:rsidR="00D26332" w:rsidRPr="00D26332" w:rsidRDefault="00D26332" w:rsidP="00D26332">
      <w:pPr>
        <w:pStyle w:val="Textedebase"/>
      </w:pPr>
    </w:p>
    <w:p w14:paraId="5293A075"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Transporteur – Comptabilité:</w:t>
      </w:r>
      <w:r w:rsidRPr="00D72BEC">
        <w:rPr>
          <w:rFonts w:asciiTheme="minorBidi" w:hAnsiTheme="minorBidi" w:cstheme="minorBidi"/>
          <w:b w:val="0"/>
        </w:rPr>
        <w:tab/>
      </w:r>
    </w:p>
    <w:p w14:paraId="047F7D2D" w14:textId="77777777" w:rsidR="00FB2E84" w:rsidRPr="00D72BEC" w:rsidRDefault="00FB2E84" w:rsidP="00D72BEC">
      <w:pPr>
        <w:pStyle w:val="Titre1"/>
        <w:rPr>
          <w:rFonts w:asciiTheme="minorBidi" w:hAnsiTheme="minorBidi" w:cstheme="minorBidi"/>
          <w:b w:val="0"/>
        </w:rPr>
      </w:pPr>
    </w:p>
    <w:p w14:paraId="29F1E491"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3FDA5183"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3575E954"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07851416"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176037E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614E782E"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1A656AE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3FC40DB8" w14:textId="77777777" w:rsidR="00FB2E84" w:rsidRDefault="00FB2E84" w:rsidP="00D72BEC">
      <w:pPr>
        <w:pStyle w:val="Textedebase"/>
        <w:rPr>
          <w:rFonts w:asciiTheme="minorBidi" w:hAnsiTheme="minorBidi" w:cstheme="minorBidi"/>
        </w:rPr>
      </w:pPr>
    </w:p>
    <w:p w14:paraId="5F4F1CD7" w14:textId="77777777" w:rsidR="00D26332" w:rsidRPr="00D72BEC" w:rsidRDefault="00D26332" w:rsidP="00D72BEC">
      <w:pPr>
        <w:pStyle w:val="Textedebase"/>
        <w:rPr>
          <w:rFonts w:asciiTheme="minorBidi" w:hAnsiTheme="minorBidi" w:cstheme="minorBidi"/>
        </w:rPr>
      </w:pPr>
    </w:p>
    <w:p w14:paraId="79124B81" w14:textId="77777777" w:rsidR="00FB2E84" w:rsidRPr="00D72BEC" w:rsidRDefault="00FB2E84" w:rsidP="00D72BEC">
      <w:pPr>
        <w:pStyle w:val="Titre1"/>
        <w:tabs>
          <w:tab w:val="left" w:leader="underscore" w:pos="9638"/>
        </w:tabs>
        <w:ind w:left="0" w:firstLine="0"/>
        <w:jc w:val="left"/>
        <w:rPr>
          <w:rFonts w:asciiTheme="minorBidi" w:hAnsiTheme="minorBidi" w:cstheme="minorBidi"/>
          <w:b w:val="0"/>
        </w:rPr>
      </w:pPr>
      <w:r w:rsidRPr="00D72BEC">
        <w:rPr>
          <w:rFonts w:asciiTheme="minorBidi" w:hAnsiTheme="minorBidi" w:cstheme="minorBidi"/>
          <w:b w:val="0"/>
        </w:rPr>
        <w:t>Transporteur – Opérations à l’aéroport xx:</w:t>
      </w:r>
      <w:r w:rsidRPr="00D72BEC">
        <w:rPr>
          <w:rFonts w:asciiTheme="minorBidi" w:hAnsiTheme="minorBidi" w:cstheme="minorBidi"/>
          <w:b w:val="0"/>
        </w:rPr>
        <w:tab/>
      </w:r>
    </w:p>
    <w:p w14:paraId="4DE7872D" w14:textId="77777777" w:rsidR="00FB2E84" w:rsidRPr="00D72BEC" w:rsidRDefault="00FB2E84" w:rsidP="00D72BEC">
      <w:pPr>
        <w:pStyle w:val="Titre1"/>
        <w:rPr>
          <w:rFonts w:asciiTheme="minorBidi" w:hAnsiTheme="minorBidi" w:cstheme="minorBidi"/>
          <w:b w:val="0"/>
        </w:rPr>
      </w:pPr>
    </w:p>
    <w:p w14:paraId="4639B82B"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Téléphone: </w:t>
      </w:r>
      <w:r w:rsidRPr="00D72BEC">
        <w:rPr>
          <w:rFonts w:asciiTheme="minorBidi" w:hAnsiTheme="minorBidi" w:cstheme="minorBidi"/>
          <w:b w:val="0"/>
        </w:rPr>
        <w:tab/>
      </w:r>
    </w:p>
    <w:p w14:paraId="2F5B15E6"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5463EEF2"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Mobile: </w:t>
      </w:r>
      <w:r w:rsidRPr="00D72BEC">
        <w:rPr>
          <w:rFonts w:asciiTheme="minorBidi" w:hAnsiTheme="minorBidi" w:cstheme="minorBidi"/>
          <w:b w:val="0"/>
        </w:rPr>
        <w:tab/>
      </w:r>
    </w:p>
    <w:p w14:paraId="18D2A451"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63F66834"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Télécopie: </w:t>
      </w:r>
      <w:r w:rsidRPr="00D72BEC">
        <w:rPr>
          <w:rFonts w:asciiTheme="minorBidi" w:hAnsiTheme="minorBidi" w:cstheme="minorBidi"/>
          <w:b w:val="0"/>
        </w:rPr>
        <w:tab/>
      </w:r>
    </w:p>
    <w:p w14:paraId="7F08763E" w14:textId="77777777" w:rsidR="00FB2E84" w:rsidRPr="00D72BEC" w:rsidRDefault="00FB2E84" w:rsidP="00D72BEC">
      <w:pPr>
        <w:pStyle w:val="Titre1"/>
        <w:tabs>
          <w:tab w:val="left" w:pos="851"/>
          <w:tab w:val="left" w:leader="underscore" w:pos="9639"/>
        </w:tabs>
        <w:ind w:left="0" w:firstLine="0"/>
        <w:rPr>
          <w:rFonts w:asciiTheme="minorBidi" w:hAnsiTheme="minorBidi" w:cstheme="minorBidi"/>
          <w:b w:val="0"/>
        </w:rPr>
      </w:pPr>
    </w:p>
    <w:p w14:paraId="02AD232F" w14:textId="77777777" w:rsidR="00FB2E84" w:rsidRPr="00D72BEC" w:rsidRDefault="00FB2E84" w:rsidP="00D72BEC">
      <w:pPr>
        <w:pStyle w:val="Titre1"/>
        <w:tabs>
          <w:tab w:val="left" w:leader="underscore" w:pos="9638"/>
        </w:tabs>
        <w:ind w:left="0" w:firstLine="0"/>
        <w:rPr>
          <w:rFonts w:asciiTheme="minorBidi" w:hAnsiTheme="minorBidi" w:cstheme="minorBidi"/>
          <w:b w:val="0"/>
        </w:rPr>
      </w:pPr>
      <w:r w:rsidRPr="00D72BEC">
        <w:rPr>
          <w:rFonts w:asciiTheme="minorBidi" w:hAnsiTheme="minorBidi" w:cstheme="minorBidi"/>
          <w:b w:val="0"/>
        </w:rPr>
        <w:t xml:space="preserve">Adresse électronique: </w:t>
      </w:r>
      <w:r w:rsidRPr="00D72BEC">
        <w:rPr>
          <w:rFonts w:asciiTheme="minorBidi" w:hAnsiTheme="minorBidi" w:cstheme="minorBidi"/>
          <w:b w:val="0"/>
        </w:rPr>
        <w:tab/>
      </w:r>
    </w:p>
    <w:p w14:paraId="472B82E3" w14:textId="77777777" w:rsidR="00FB2E84" w:rsidRPr="00D72BEC" w:rsidRDefault="00FB2E84" w:rsidP="00D72BEC">
      <w:pPr>
        <w:rPr>
          <w:rFonts w:asciiTheme="minorBidi" w:hAnsiTheme="minorBidi" w:cstheme="minorBidi"/>
        </w:rPr>
      </w:pPr>
    </w:p>
    <w:p w14:paraId="6B491CE0" w14:textId="77777777" w:rsidR="00FB2E84" w:rsidRPr="00D72BEC" w:rsidRDefault="00FB2E84" w:rsidP="00D72BEC">
      <w:pPr>
        <w:rPr>
          <w:rFonts w:asciiTheme="minorBidi" w:hAnsiTheme="minorBidi" w:cstheme="minorBidi"/>
        </w:rPr>
      </w:pPr>
      <w:r w:rsidRPr="00D72BEC">
        <w:rPr>
          <w:rFonts w:asciiTheme="minorBidi" w:hAnsiTheme="minorBidi" w:cstheme="minorBidi"/>
        </w:rPr>
        <w:br w:type="page"/>
      </w:r>
    </w:p>
    <w:p w14:paraId="6EE5A91F" w14:textId="77777777" w:rsidR="00FB2E84" w:rsidRPr="0097623B" w:rsidRDefault="0097623B" w:rsidP="00D72BEC">
      <w:pPr>
        <w:pStyle w:val="0Textedebase"/>
        <w:rPr>
          <w:rFonts w:asciiTheme="minorBidi" w:hAnsiTheme="minorBidi" w:cstheme="minorBidi"/>
          <w:b/>
          <w:bCs/>
        </w:rPr>
      </w:pPr>
      <w:r>
        <w:rPr>
          <w:rFonts w:asciiTheme="minorBidi" w:hAnsiTheme="minorBidi" w:cstheme="minorBidi"/>
          <w:b/>
          <w:bCs/>
        </w:rPr>
        <w:lastRenderedPageBreak/>
        <w:t xml:space="preserve">Annexe 7 – </w:t>
      </w:r>
      <w:r w:rsidR="00FB2E84" w:rsidRPr="0097623B">
        <w:rPr>
          <w:rFonts w:asciiTheme="minorBidi" w:hAnsiTheme="minorBidi" w:cstheme="minorBidi"/>
          <w:b/>
          <w:bCs/>
        </w:rPr>
        <w:t>Mesures et tâches spécifiques concernant les marchandises dangereuses</w:t>
      </w:r>
    </w:p>
    <w:p w14:paraId="7B95EBE4" w14:textId="77777777" w:rsidR="00FB2E84" w:rsidRPr="00D72BEC" w:rsidRDefault="00FB2E84" w:rsidP="00D72BEC">
      <w:pPr>
        <w:pStyle w:val="0Textedebase"/>
        <w:rPr>
          <w:rFonts w:asciiTheme="minorBidi" w:hAnsiTheme="minorBidi" w:cstheme="minorBidi"/>
          <w:i/>
          <w:iCs/>
        </w:rPr>
      </w:pPr>
    </w:p>
    <w:p w14:paraId="41877DBE" w14:textId="77777777" w:rsidR="00430C0E" w:rsidRPr="00D00DAB" w:rsidRDefault="00FB2E84" w:rsidP="00D72BEC">
      <w:pPr>
        <w:rPr>
          <w:rFonts w:asciiTheme="minorBidi" w:hAnsiTheme="minorBidi" w:cstheme="minorBidi"/>
          <w:lang w:val="fr-CH"/>
        </w:rPr>
      </w:pPr>
      <w:r w:rsidRPr="00D00DAB">
        <w:rPr>
          <w:rFonts w:asciiTheme="minorBidi" w:hAnsiTheme="minorBidi" w:cstheme="minorBidi"/>
          <w:lang w:val="fr-CH"/>
        </w:rPr>
        <w:t xml:space="preserve">À </w:t>
      </w:r>
      <w:r w:rsidR="00002216" w:rsidRPr="00D00DAB">
        <w:rPr>
          <w:rFonts w:asciiTheme="minorBidi" w:hAnsiTheme="minorBidi" w:cstheme="minorBidi"/>
          <w:lang w:val="fr-CH"/>
        </w:rPr>
        <w:t>complé</w:t>
      </w:r>
      <w:r w:rsidR="0097623B" w:rsidRPr="00D00DAB">
        <w:rPr>
          <w:rFonts w:asciiTheme="minorBidi" w:hAnsiTheme="minorBidi" w:cstheme="minorBidi"/>
          <w:lang w:val="fr-CH"/>
        </w:rPr>
        <w:t>ter.</w:t>
      </w:r>
    </w:p>
    <w:p w14:paraId="05EFBBDE" w14:textId="77777777" w:rsidR="00661F20" w:rsidRPr="00D00DAB" w:rsidRDefault="00661F20" w:rsidP="00D72BEC">
      <w:pPr>
        <w:rPr>
          <w:rFonts w:asciiTheme="minorBidi" w:hAnsiTheme="minorBidi" w:cstheme="minorBidi"/>
          <w:lang w:val="fr-CH"/>
        </w:rPr>
      </w:pPr>
    </w:p>
    <w:p w14:paraId="5906DEF5" w14:textId="77777777" w:rsidR="00661F20" w:rsidRPr="00D00DAB" w:rsidRDefault="00661F20">
      <w:pPr>
        <w:spacing w:line="240" w:lineRule="auto"/>
        <w:rPr>
          <w:rFonts w:asciiTheme="minorBidi" w:hAnsiTheme="minorBidi" w:cstheme="minorBidi"/>
          <w:lang w:val="fr-CH"/>
        </w:rPr>
      </w:pPr>
      <w:r w:rsidRPr="00D00DAB">
        <w:rPr>
          <w:rFonts w:asciiTheme="minorBidi" w:hAnsiTheme="minorBidi" w:cstheme="minorBidi"/>
          <w:lang w:val="fr-CH"/>
        </w:rPr>
        <w:br w:type="page"/>
      </w:r>
    </w:p>
    <w:p w14:paraId="77A43664" w14:textId="77777777" w:rsidR="00661F20" w:rsidRPr="00661F20" w:rsidRDefault="00661F20" w:rsidP="00661F20">
      <w:pPr>
        <w:pStyle w:val="0Textedebase"/>
        <w:rPr>
          <w:rFonts w:asciiTheme="minorBidi" w:hAnsiTheme="minorBidi" w:cstheme="minorBidi"/>
          <w:b/>
          <w:bCs/>
        </w:rPr>
      </w:pPr>
      <w:r>
        <w:rPr>
          <w:rFonts w:asciiTheme="minorBidi" w:hAnsiTheme="minorBidi" w:cstheme="minorBidi"/>
          <w:b/>
          <w:bCs/>
        </w:rPr>
        <w:lastRenderedPageBreak/>
        <w:t xml:space="preserve">Annexe 8 – </w:t>
      </w:r>
      <w:r w:rsidRPr="00661F20">
        <w:rPr>
          <w:rFonts w:asciiTheme="minorBidi" w:hAnsiTheme="minorBidi" w:cstheme="minorBidi"/>
          <w:b/>
          <w:bCs/>
        </w:rPr>
        <w:t>Échange de messages CARDIT/RESDIT pour les transporteurs contractants</w:t>
      </w:r>
    </w:p>
    <w:p w14:paraId="71C78EEA" w14:textId="77777777" w:rsidR="00661F20" w:rsidRPr="00143C55" w:rsidRDefault="00661F20" w:rsidP="00661F20">
      <w:pPr>
        <w:pStyle w:val="0Textedebase"/>
        <w:jc w:val="left"/>
        <w:rPr>
          <w:rFonts w:asciiTheme="minorBidi" w:hAnsiTheme="minorBidi" w:cstheme="minorBidi"/>
        </w:rPr>
      </w:pPr>
    </w:p>
    <w:p w14:paraId="0FC29920" w14:textId="77777777" w:rsidR="00661F20" w:rsidRPr="000F2FAF" w:rsidRDefault="00661F20" w:rsidP="00661F20">
      <w:pPr>
        <w:pStyle w:val="0Textedebase"/>
        <w:rPr>
          <w:rFonts w:asciiTheme="minorBidi" w:hAnsiTheme="minorBidi" w:cstheme="minorBidi"/>
          <w:i/>
          <w:iCs/>
        </w:rPr>
      </w:pPr>
      <w:r w:rsidRPr="000F2FAF">
        <w:rPr>
          <w:rFonts w:asciiTheme="minorBidi" w:hAnsiTheme="minorBidi" w:cstheme="minorBidi"/>
          <w:i/>
          <w:iCs/>
        </w:rPr>
        <w:t>Contexte</w:t>
      </w:r>
    </w:p>
    <w:p w14:paraId="37792CAE" w14:textId="77777777" w:rsidR="00661F20" w:rsidRPr="000F2FAF" w:rsidRDefault="00661F20" w:rsidP="00661F20">
      <w:pPr>
        <w:pStyle w:val="0Textedebase"/>
        <w:rPr>
          <w:rFonts w:asciiTheme="minorBidi" w:hAnsiTheme="minorBidi" w:cstheme="minorBidi"/>
        </w:rPr>
      </w:pPr>
    </w:p>
    <w:p w14:paraId="3EB3D0B3"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Les opérateurs désignés suivent un protocole d’échange de messages élaboré par l’UPU. Les messages électroniques sont échangés entre l’opérateur désigné d’origine, le transporteur et l’opérateur désigné de des</w:t>
      </w:r>
      <w:r w:rsidR="00114519">
        <w:rPr>
          <w:rFonts w:asciiTheme="minorBidi" w:hAnsiTheme="minorBidi" w:cstheme="minorBidi"/>
        </w:rPr>
        <w:softHyphen/>
      </w:r>
      <w:r w:rsidRPr="000F2FAF">
        <w:rPr>
          <w:rFonts w:asciiTheme="minorBidi" w:hAnsiTheme="minorBidi" w:cstheme="minorBidi"/>
        </w:rPr>
        <w:t xml:space="preserve">tination, dans le but de communiquer des informations préalables sur les expéditions de courrier et de fournir des informations en retour sur le traitement. </w:t>
      </w:r>
    </w:p>
    <w:p w14:paraId="135A336E" w14:textId="77777777" w:rsidR="00661F20" w:rsidRPr="000F2FAF" w:rsidRDefault="00661F20" w:rsidP="00661F20">
      <w:pPr>
        <w:pStyle w:val="0Textedebase"/>
        <w:rPr>
          <w:rFonts w:asciiTheme="minorBidi" w:hAnsiTheme="minorBidi" w:cstheme="minorBidi"/>
        </w:rPr>
      </w:pPr>
    </w:p>
    <w:p w14:paraId="0673B29F"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L’UPU a défini deux formats de messages pour l’échange de données informatisé (EDI) pour utilisation et échange entre les opérateurs désignés et les transporteurs:</w:t>
      </w:r>
    </w:p>
    <w:p w14:paraId="1F981EF5" w14:textId="77777777" w:rsidR="00661F20" w:rsidRPr="000F2FAF" w:rsidRDefault="00661F20" w:rsidP="00661F20">
      <w:pPr>
        <w:pStyle w:val="1Premierretrait"/>
      </w:pPr>
      <w:r w:rsidRPr="000F2FAF">
        <w:t>–</w:t>
      </w:r>
      <w:r w:rsidRPr="000F2FAF">
        <w:tab/>
        <w:t>CARDIT (CARrier Documents International Transport – documents de transport inte</w:t>
      </w:r>
      <w:r w:rsidR="00CA4C15">
        <w:t>rnational pour le transporteur).</w:t>
      </w:r>
    </w:p>
    <w:p w14:paraId="29E86264" w14:textId="77777777" w:rsidR="00661F20" w:rsidRPr="000F2FAF" w:rsidRDefault="00661F20" w:rsidP="00661F20">
      <w:pPr>
        <w:pStyle w:val="1Premierretrait"/>
      </w:pPr>
      <w:r w:rsidRPr="000F2FAF">
        <w:t>–</w:t>
      </w:r>
      <w:r w:rsidRPr="000F2FAF">
        <w:tab/>
        <w:t>RESDIT (RESponse to Documents International Transport advice – réponse aux documents de trans</w:t>
      </w:r>
      <w:r w:rsidR="00114519">
        <w:softHyphen/>
      </w:r>
      <w:r w:rsidRPr="000F2FAF">
        <w:t>port international).</w:t>
      </w:r>
    </w:p>
    <w:p w14:paraId="53135172" w14:textId="77777777" w:rsidR="00661F20" w:rsidRPr="000F2FAF" w:rsidRDefault="00661F20" w:rsidP="00661F20">
      <w:pPr>
        <w:pStyle w:val="0Textedebase"/>
        <w:rPr>
          <w:rFonts w:asciiTheme="minorBidi" w:hAnsiTheme="minorBidi" w:cstheme="minorBidi"/>
        </w:rPr>
      </w:pPr>
    </w:p>
    <w:p w14:paraId="27286852"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Tous les messages EDI relatifs au transport utilisent la norme UN/EDIFACT. Les spécifications détaillées pour les deux messages précités sont disponibles auprès de l’UPU.</w:t>
      </w:r>
    </w:p>
    <w:p w14:paraId="5436C676" w14:textId="77777777" w:rsidR="00661F20" w:rsidRPr="000F2FAF" w:rsidRDefault="00661F20" w:rsidP="00661F20">
      <w:pPr>
        <w:pStyle w:val="0Textedebase"/>
        <w:tabs>
          <w:tab w:val="left" w:pos="3168"/>
        </w:tabs>
        <w:rPr>
          <w:rFonts w:asciiTheme="minorBidi" w:hAnsiTheme="minorBidi" w:cstheme="minorBidi"/>
        </w:rPr>
      </w:pPr>
    </w:p>
    <w:p w14:paraId="5468914E" w14:textId="77777777" w:rsidR="00661F20" w:rsidRPr="000F2FAF" w:rsidRDefault="00661F20" w:rsidP="00A522DA">
      <w:pPr>
        <w:pStyle w:val="0Textedebase"/>
        <w:rPr>
          <w:rFonts w:asciiTheme="minorBidi" w:hAnsiTheme="minorBidi" w:cstheme="minorBidi"/>
        </w:rPr>
      </w:pPr>
      <w:r w:rsidRPr="000F2FAF">
        <w:rPr>
          <w:rFonts w:asciiTheme="minorBidi" w:hAnsiTheme="minorBidi" w:cstheme="minorBidi"/>
        </w:rPr>
        <w:t>Ces deux formats de message peuvent être brièvement décrits comme suit:</w:t>
      </w:r>
    </w:p>
    <w:p w14:paraId="4A9B4184" w14:textId="77777777" w:rsidR="00661F20" w:rsidRPr="000F2FAF" w:rsidRDefault="00661F20" w:rsidP="00661F20">
      <w:pPr>
        <w:pStyle w:val="0Textedebase"/>
        <w:spacing w:before="120"/>
        <w:ind w:left="567" w:hanging="567"/>
        <w:rPr>
          <w:rFonts w:asciiTheme="minorBidi" w:hAnsiTheme="minorBidi" w:cstheme="minorBidi"/>
        </w:rPr>
      </w:pPr>
      <w:r w:rsidRPr="000F2FAF">
        <w:rPr>
          <w:rFonts w:asciiTheme="minorBidi" w:hAnsiTheme="minorBidi" w:cstheme="minorBidi"/>
        </w:rPr>
        <w:t>–</w:t>
      </w:r>
      <w:r w:rsidRPr="000F2FAF">
        <w:rPr>
          <w:rFonts w:asciiTheme="minorBidi" w:hAnsiTheme="minorBidi" w:cstheme="minorBidi"/>
        </w:rPr>
        <w:tab/>
        <w:t>Le message CARDIT contient des informations sur les récipients et les conteneurs d’une expédition de courrier qui est ou doit être remise à un transporteur pour son transport et fournit les instructions et les exigences correspondantes en matière de transport. Il est ou devrait être envoyé avant la remise phy</w:t>
      </w:r>
      <w:r w:rsidR="00114519">
        <w:rPr>
          <w:rFonts w:asciiTheme="minorBidi" w:hAnsiTheme="minorBidi" w:cstheme="minorBidi"/>
        </w:rPr>
        <w:softHyphen/>
      </w:r>
      <w:r w:rsidRPr="000F2FAF">
        <w:rPr>
          <w:rFonts w:asciiTheme="minorBidi" w:hAnsiTheme="minorBidi" w:cstheme="minorBidi"/>
        </w:rPr>
        <w:t xml:space="preserve">sique de l’expédition au transporteur. Les informations qu’il contient sont similaires par leur contenu à celles figurant sur les bordereaux de livraison CN 38, CN 41 ou CN 47. </w:t>
      </w:r>
    </w:p>
    <w:p w14:paraId="412D392C" w14:textId="77777777" w:rsidR="00661F20" w:rsidRPr="000F2FAF" w:rsidRDefault="00661F20" w:rsidP="00661F20">
      <w:pPr>
        <w:pStyle w:val="0Textedebase"/>
        <w:spacing w:before="120"/>
        <w:ind w:left="567" w:hanging="567"/>
        <w:rPr>
          <w:rFonts w:asciiTheme="minorBidi" w:hAnsiTheme="minorBidi" w:cstheme="minorBidi"/>
          <w:strike/>
        </w:rPr>
      </w:pPr>
      <w:r w:rsidRPr="000F2FAF">
        <w:rPr>
          <w:rFonts w:asciiTheme="minorBidi" w:hAnsiTheme="minorBidi" w:cstheme="minorBidi"/>
        </w:rPr>
        <w:t>–</w:t>
      </w:r>
      <w:r w:rsidRPr="000F2FAF">
        <w:rPr>
          <w:rFonts w:asciiTheme="minorBidi" w:hAnsiTheme="minorBidi" w:cstheme="minorBidi"/>
        </w:rPr>
        <w:tab/>
        <w:t>Le message RESDIT contient des informations sur une expédition de courrier telle que reçue par le transporteur. Le message RESDIT donne des renseignements sur les événements concernant les récipients ou les conteneurs d’une ou de plusieurs expéditions. Ces événements comprennent la confir</w:t>
      </w:r>
      <w:r w:rsidR="00002216">
        <w:rPr>
          <w:rFonts w:asciiTheme="minorBidi" w:hAnsiTheme="minorBidi" w:cstheme="minorBidi"/>
        </w:rPr>
        <w:softHyphen/>
      </w:r>
      <w:r w:rsidRPr="000F2FAF">
        <w:rPr>
          <w:rFonts w:asciiTheme="minorBidi" w:hAnsiTheme="minorBidi" w:cstheme="minorBidi"/>
        </w:rPr>
        <w:t>mation que les récipients ou les conteneurs ont été reçus de l’opérateur désigné d’origine par le trans</w:t>
      </w:r>
      <w:r w:rsidR="00002216">
        <w:rPr>
          <w:rFonts w:asciiTheme="minorBidi" w:hAnsiTheme="minorBidi" w:cstheme="minorBidi"/>
        </w:rPr>
        <w:softHyphen/>
      </w:r>
      <w:r w:rsidRPr="000F2FAF">
        <w:rPr>
          <w:rFonts w:asciiTheme="minorBidi" w:hAnsiTheme="minorBidi" w:cstheme="minorBidi"/>
        </w:rPr>
        <w:t>porteur, l’attribution des récipients à un ou plusieurs vols, l’acceptation pour le service, le chargement, le transbordement et le déchargement des récipients et la remise à l’opérateur désigné de destination.</w:t>
      </w:r>
      <w:r w:rsidR="00002216">
        <w:rPr>
          <w:rFonts w:asciiTheme="minorBidi" w:hAnsiTheme="minorBidi" w:cstheme="minorBidi"/>
        </w:rPr>
        <w:br/>
      </w:r>
    </w:p>
    <w:p w14:paraId="7EF72D1D"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Les messages CARDIT et RESDIT sont généralement utilisés de concert, le message CARDIT présentant le point de vue de l’opérateur désigné sur ce qui est envoyé et le message RESDIT indiquant ce que le trans</w:t>
      </w:r>
      <w:r w:rsidR="00114519">
        <w:rPr>
          <w:rFonts w:asciiTheme="minorBidi" w:hAnsiTheme="minorBidi" w:cstheme="minorBidi"/>
        </w:rPr>
        <w:softHyphen/>
      </w:r>
      <w:r w:rsidRPr="000F2FAF">
        <w:rPr>
          <w:rFonts w:asciiTheme="minorBidi" w:hAnsiTheme="minorBidi" w:cstheme="minorBidi"/>
        </w:rPr>
        <w:t>porteur a effectivement reçu. Toutefois, le message CARDIT peut être employé seul si le transporteur reçoit des récipients ou des conteneurs qui n’ont pas été annoncés préalablement dans un message CARDIT.</w:t>
      </w:r>
    </w:p>
    <w:p w14:paraId="6B8AB375" w14:textId="77777777" w:rsidR="00661F20" w:rsidRPr="000F2FAF" w:rsidRDefault="00661F20" w:rsidP="00661F20">
      <w:pPr>
        <w:pStyle w:val="0Textedebase"/>
        <w:rPr>
          <w:rFonts w:asciiTheme="minorBidi" w:hAnsiTheme="minorBidi" w:cstheme="minorBidi"/>
        </w:rPr>
      </w:pPr>
    </w:p>
    <w:p w14:paraId="43138E82"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Les opérateurs désignés et les transporteurs utilisant les messages spécifiés doivent convenir de la version du message CARDIT à employer.</w:t>
      </w:r>
    </w:p>
    <w:p w14:paraId="604EE691" w14:textId="77777777" w:rsidR="00661F20" w:rsidRPr="000F2FAF" w:rsidRDefault="00661F20" w:rsidP="00661F20">
      <w:pPr>
        <w:pStyle w:val="0Textedebase"/>
        <w:rPr>
          <w:rFonts w:asciiTheme="minorBidi" w:hAnsiTheme="minorBidi" w:cstheme="minorBidi"/>
        </w:rPr>
      </w:pPr>
    </w:p>
    <w:p w14:paraId="4DF0449B"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Les récipients associés à une dépêche sont identifiés au moyen d’identifiants de récipients sous forme d’éti</w:t>
      </w:r>
      <w:r w:rsidR="00114519">
        <w:rPr>
          <w:rFonts w:asciiTheme="minorBidi" w:hAnsiTheme="minorBidi" w:cstheme="minorBidi"/>
        </w:rPr>
        <w:softHyphen/>
      </w:r>
      <w:r w:rsidRPr="000F2FAF">
        <w:rPr>
          <w:rFonts w:asciiTheme="minorBidi" w:hAnsiTheme="minorBidi" w:cstheme="minorBidi"/>
        </w:rPr>
        <w:t>quettes munies d’un code à barres. Une étiquette de récipient (CN 35) est fixée sur chaque sac postal, cais</w:t>
      </w:r>
      <w:r w:rsidR="00114519">
        <w:rPr>
          <w:rFonts w:asciiTheme="minorBidi" w:hAnsiTheme="minorBidi" w:cstheme="minorBidi"/>
        </w:rPr>
        <w:softHyphen/>
      </w:r>
      <w:r w:rsidRPr="000F2FAF">
        <w:rPr>
          <w:rFonts w:asciiTheme="minorBidi" w:hAnsiTheme="minorBidi" w:cstheme="minorBidi"/>
        </w:rPr>
        <w:t>sette ou conteneur</w:t>
      </w:r>
      <w:r w:rsidR="00CA4C15">
        <w:rPr>
          <w:rFonts w:asciiTheme="minorBidi" w:hAnsiTheme="minorBidi" w:cstheme="minorBidi"/>
        </w:rPr>
        <w:t xml:space="preserve"> renfermant du courrier en vrac</w:t>
      </w:r>
      <w:r w:rsidRPr="000F2FAF">
        <w:rPr>
          <w:rFonts w:asciiTheme="minorBidi" w:hAnsiTheme="minorBidi" w:cstheme="minorBidi"/>
        </w:rPr>
        <w:t xml:space="preserve"> ainsi que sur de grands colis individuels. Les identifiants de récipients sont scannés par l’opérateur désigné d’origine au moment de l’expédition. Ils sont inclus dans le message CARDIT envoyé au transporteur, accompagnés de toutes les autres instructions et exigences rela</w:t>
      </w:r>
      <w:r w:rsidR="00114519">
        <w:rPr>
          <w:rFonts w:asciiTheme="minorBidi" w:hAnsiTheme="minorBidi" w:cstheme="minorBidi"/>
        </w:rPr>
        <w:softHyphen/>
      </w:r>
      <w:r w:rsidRPr="000F2FAF">
        <w:rPr>
          <w:rFonts w:asciiTheme="minorBidi" w:hAnsiTheme="minorBidi" w:cstheme="minorBidi"/>
        </w:rPr>
        <w:t>tives aux transport, y compris une référence au numéro de l'expédition postale, figurant également sur le bordereau CN 38, CN 41 ou CN 47.</w:t>
      </w:r>
    </w:p>
    <w:p w14:paraId="1584D8C9" w14:textId="77777777" w:rsidR="00661F20" w:rsidRPr="000F2FAF" w:rsidRDefault="00661F20" w:rsidP="00661F20">
      <w:pPr>
        <w:pStyle w:val="0Textedebase"/>
        <w:rPr>
          <w:rFonts w:asciiTheme="minorBidi" w:hAnsiTheme="minorBidi" w:cstheme="minorBidi"/>
        </w:rPr>
      </w:pPr>
    </w:p>
    <w:p w14:paraId="247D4EC5"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Au fur et à mesure que les récipients sont reçus et chargés par le transporteur, les identifiants de récipients devraient être scannés</w:t>
      </w:r>
      <w:r w:rsidRPr="000F2FAF">
        <w:rPr>
          <w:rStyle w:val="Appelnotedebasdep"/>
          <w:rFonts w:asciiTheme="minorBidi" w:hAnsiTheme="minorBidi" w:cstheme="minorBidi"/>
        </w:rPr>
        <w:footnoteReference w:id="3"/>
      </w:r>
      <w:r w:rsidRPr="000F2FAF">
        <w:rPr>
          <w:rFonts w:asciiTheme="minorBidi" w:hAnsiTheme="minorBidi" w:cstheme="minorBidi"/>
        </w:rPr>
        <w:t>. Durant les scannages d’événements ultérieurs,</w:t>
      </w:r>
      <w:r>
        <w:rPr>
          <w:rFonts w:asciiTheme="minorBidi" w:hAnsiTheme="minorBidi" w:cstheme="minorBidi"/>
        </w:rPr>
        <w:t xml:space="preserve"> </w:t>
      </w:r>
      <w:r w:rsidRPr="000F2FAF">
        <w:rPr>
          <w:rFonts w:asciiTheme="minorBidi" w:hAnsiTheme="minorBidi" w:cstheme="minorBidi"/>
        </w:rPr>
        <w:t>les récipients individuels devraient être scannés. Le message RESDIT fournit des données de scannage pour confirmer que tous les récipients ont été comptabilisés, attribués au transport prévu, transportés</w:t>
      </w:r>
      <w:r w:rsidR="00CA4C15">
        <w:rPr>
          <w:rFonts w:asciiTheme="minorBidi" w:hAnsiTheme="minorBidi" w:cstheme="minorBidi"/>
        </w:rPr>
        <w:t>,</w:t>
      </w:r>
      <w:r w:rsidRPr="000F2FAF">
        <w:rPr>
          <w:rFonts w:asciiTheme="minorBidi" w:hAnsiTheme="minorBidi" w:cstheme="minorBidi"/>
        </w:rPr>
        <w:t xml:space="preserve"> puis remis.</w:t>
      </w:r>
    </w:p>
    <w:p w14:paraId="19A2615C" w14:textId="77777777" w:rsidR="00661F20" w:rsidRPr="000F2FAF" w:rsidRDefault="00661F20" w:rsidP="00661F20">
      <w:pPr>
        <w:rPr>
          <w:rFonts w:asciiTheme="minorBidi" w:hAnsiTheme="minorBidi" w:cstheme="minorBidi"/>
        </w:rPr>
      </w:pPr>
      <w:r w:rsidRPr="000F2FAF">
        <w:rPr>
          <w:rFonts w:asciiTheme="minorBidi" w:hAnsiTheme="minorBidi" w:cstheme="minorBidi"/>
        </w:rPr>
        <w:br w:type="page"/>
      </w:r>
    </w:p>
    <w:p w14:paraId="057DC3CB" w14:textId="77777777" w:rsidR="00661F20" w:rsidRPr="000F2FAF" w:rsidRDefault="00661F20" w:rsidP="00661F20">
      <w:pPr>
        <w:pStyle w:val="0Textedebase"/>
        <w:rPr>
          <w:rFonts w:asciiTheme="minorBidi" w:hAnsiTheme="minorBidi" w:cstheme="minorBidi"/>
          <w:i/>
          <w:iCs/>
        </w:rPr>
      </w:pPr>
      <w:r w:rsidRPr="000F2FAF">
        <w:rPr>
          <w:rFonts w:asciiTheme="minorBidi" w:hAnsiTheme="minorBidi" w:cstheme="minorBidi"/>
          <w:i/>
          <w:iCs/>
        </w:rPr>
        <w:lastRenderedPageBreak/>
        <w:t>Exigences en matière de scannage des récipients et d'échange de messages EDI</w:t>
      </w:r>
    </w:p>
    <w:p w14:paraId="44CCED28" w14:textId="77777777" w:rsidR="00661F20" w:rsidRPr="000F2FAF" w:rsidRDefault="00661F20" w:rsidP="00661F20">
      <w:pPr>
        <w:pStyle w:val="0Textedebase"/>
        <w:rPr>
          <w:rFonts w:asciiTheme="minorBidi" w:hAnsiTheme="minorBidi" w:cstheme="minorBidi"/>
        </w:rPr>
      </w:pPr>
    </w:p>
    <w:p w14:paraId="04B2EA08"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 transporteur travaillera avec l’opérateur désigné en faveur d'un environnement sans documentation sur support papier (équivalent de la formule CN 38) et échangera dans la mesure du possible des messages EDI. Lorsque le transporteur fait face à des obstacles dans le cadre d'échanges sans support papier avec l’opéra</w:t>
      </w:r>
      <w:r w:rsidR="00114519">
        <w:rPr>
          <w:rFonts w:asciiTheme="minorBidi" w:hAnsiTheme="minorBidi" w:cstheme="minorBidi"/>
        </w:rPr>
        <w:softHyphen/>
      </w:r>
      <w:r w:rsidRPr="000F2FAF">
        <w:rPr>
          <w:rFonts w:asciiTheme="minorBidi" w:hAnsiTheme="minorBidi" w:cstheme="minorBidi"/>
        </w:rPr>
        <w:t xml:space="preserve">teur désigné de destination, l’opérateur désigné d’origine apportera son aide pour faciliter les discussions. </w:t>
      </w:r>
    </w:p>
    <w:p w14:paraId="5EC8E7DB" w14:textId="77777777" w:rsidR="00661F20" w:rsidRPr="000F2FAF" w:rsidRDefault="00661F20" w:rsidP="00661F20">
      <w:pPr>
        <w:pStyle w:val="0Textedebase"/>
        <w:rPr>
          <w:rFonts w:asciiTheme="minorBidi" w:hAnsiTheme="minorBidi" w:cstheme="minorBidi"/>
        </w:rPr>
      </w:pPr>
    </w:p>
    <w:p w14:paraId="5C73AA2D" w14:textId="77777777" w:rsidR="00661F20" w:rsidRPr="000F2FAF" w:rsidRDefault="00661F20" w:rsidP="00661F20">
      <w:pPr>
        <w:jc w:val="both"/>
        <w:rPr>
          <w:rFonts w:asciiTheme="minorBidi" w:hAnsiTheme="minorBidi" w:cstheme="minorBidi"/>
        </w:rPr>
      </w:pPr>
      <w:r w:rsidRPr="000F2FAF">
        <w:rPr>
          <w:rFonts w:asciiTheme="minorBidi" w:hAnsiTheme="minorBidi" w:cstheme="minorBidi"/>
        </w:rPr>
        <w:t>Une fois que le transporteur a accepté les envois dans les délais de remise convenus, il les vérifiera sur la base des documents fournis (</w:t>
      </w:r>
      <w:r w:rsidR="00CA4C15">
        <w:rPr>
          <w:rFonts w:asciiTheme="minorBidi" w:hAnsiTheme="minorBidi" w:cstheme="minorBidi"/>
        </w:rPr>
        <w:t xml:space="preserve">formules </w:t>
      </w:r>
      <w:r w:rsidRPr="000F2FAF">
        <w:rPr>
          <w:rFonts w:asciiTheme="minorBidi" w:hAnsiTheme="minorBidi" w:cstheme="minorBidi"/>
        </w:rPr>
        <w:t>CN 35 et CN 38) ou des messages EDI échangés à cet égard. En cas d'incohérence, l’opérateur désigné ou le transporteur corrigera les documents nécessaires et/ou corrigera les messages EDI pour rectifier les erreurs constatées.</w:t>
      </w:r>
    </w:p>
    <w:p w14:paraId="5C547695" w14:textId="77777777" w:rsidR="00661F20" w:rsidRPr="000F2FAF" w:rsidRDefault="00661F20" w:rsidP="00661F20">
      <w:pPr>
        <w:pStyle w:val="0Textedebase"/>
        <w:rPr>
          <w:rFonts w:asciiTheme="minorBidi" w:hAnsiTheme="minorBidi" w:cstheme="minorBidi"/>
        </w:rPr>
      </w:pPr>
    </w:p>
    <w:p w14:paraId="2F562419"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Il est recommandé que le transporteur se conforme à la norme de messagerie la plus à jour pour les échanges de messages EDI. En cas d'échange de messages CARDIT/RESDIT entre les parties:</w:t>
      </w:r>
    </w:p>
    <w:p w14:paraId="16B39120" w14:textId="77777777" w:rsidR="00661F20" w:rsidRPr="000F2FAF" w:rsidRDefault="00661F20" w:rsidP="00661F20">
      <w:pPr>
        <w:pStyle w:val="1Premierretrait"/>
        <w:numPr>
          <w:ilvl w:val="0"/>
          <w:numId w:val="19"/>
        </w:numPr>
        <w:tabs>
          <w:tab w:val="right" w:pos="567"/>
        </w:tabs>
        <w:rPr>
          <w:rFonts w:asciiTheme="minorBidi" w:hAnsiTheme="minorBidi" w:cstheme="minorBidi"/>
        </w:rPr>
      </w:pPr>
      <w:r w:rsidRPr="000F2FAF">
        <w:rPr>
          <w:rFonts w:asciiTheme="minorBidi" w:hAnsiTheme="minorBidi" w:cstheme="minorBidi"/>
        </w:rPr>
        <w:t>l’opérateur désigné d’origine transmettra un message CARDIT au transporteur, en conformité avec les normes de l'UPU en matière d'échange de messages EDI, pour chaque expédition remise aux fins de transport;</w:t>
      </w:r>
    </w:p>
    <w:p w14:paraId="01D33B64" w14:textId="77777777" w:rsidR="00661F20" w:rsidRPr="000F2FAF" w:rsidRDefault="00661F20" w:rsidP="00661F20">
      <w:pPr>
        <w:pStyle w:val="1Premierretrait"/>
        <w:numPr>
          <w:ilvl w:val="0"/>
          <w:numId w:val="19"/>
        </w:numPr>
        <w:tabs>
          <w:tab w:val="right" w:pos="567"/>
        </w:tabs>
        <w:rPr>
          <w:rFonts w:asciiTheme="minorBidi" w:hAnsiTheme="minorBidi" w:cstheme="minorBidi"/>
        </w:rPr>
      </w:pPr>
      <w:r w:rsidRPr="000F2FAF">
        <w:rPr>
          <w:rFonts w:asciiTheme="minorBidi" w:hAnsiTheme="minorBidi" w:cstheme="minorBidi"/>
        </w:rPr>
        <w:t>le transporteur transmettra des messages CARDIT à l’opérateur désigné d’origine, en conformité avec les normes de l'UPU en matière d'échange de messages EDI, pour chaque expédition reçue;</w:t>
      </w:r>
    </w:p>
    <w:p w14:paraId="1F9A18BD" w14:textId="77777777" w:rsidR="00661F20" w:rsidRPr="000F2FAF" w:rsidRDefault="00661F20" w:rsidP="00661F20">
      <w:pPr>
        <w:pStyle w:val="1Premierretrait"/>
        <w:numPr>
          <w:ilvl w:val="0"/>
          <w:numId w:val="19"/>
        </w:numPr>
        <w:tabs>
          <w:tab w:val="right" w:pos="567"/>
        </w:tabs>
        <w:rPr>
          <w:rFonts w:asciiTheme="minorBidi" w:hAnsiTheme="minorBidi" w:cstheme="minorBidi"/>
        </w:rPr>
      </w:pPr>
      <w:r w:rsidRPr="000F2FAF">
        <w:rPr>
          <w:rFonts w:asciiTheme="minorBidi" w:hAnsiTheme="minorBidi" w:cstheme="minorBidi"/>
        </w:rPr>
        <w:t>les arrangements techniques ainsi que les événements et les lieux indiqués dans les messages CARDIT/RESDIT seront convenus entre les parties et documentés séparément.</w:t>
      </w:r>
    </w:p>
    <w:p w14:paraId="75B3C0FC" w14:textId="77777777" w:rsidR="00661F20" w:rsidRPr="000F2FAF" w:rsidRDefault="00661F20" w:rsidP="00661F20">
      <w:pPr>
        <w:pStyle w:val="0Textedebase"/>
        <w:rPr>
          <w:rFonts w:asciiTheme="minorBidi" w:hAnsiTheme="minorBidi" w:cstheme="minorBidi"/>
        </w:rPr>
      </w:pPr>
    </w:p>
    <w:p w14:paraId="0BFF687B" w14:textId="77777777" w:rsidR="00661F20" w:rsidRPr="000F2FAF" w:rsidRDefault="00661F20" w:rsidP="00CA4C15">
      <w:pPr>
        <w:pStyle w:val="0Textedebase"/>
        <w:rPr>
          <w:rFonts w:asciiTheme="minorBidi" w:hAnsiTheme="minorBidi" w:cstheme="minorBidi"/>
        </w:rPr>
      </w:pPr>
      <w:r w:rsidRPr="000F2FAF">
        <w:rPr>
          <w:rFonts w:asciiTheme="minorBidi" w:hAnsiTheme="minorBidi" w:cstheme="minorBidi"/>
        </w:rPr>
        <w:t xml:space="preserve">Au moins 98% de toutes les données de scannage des récipients contenues dans les messages RESDIT doivent être transmises par le transporteur via des messages EDI à la boîte aux lettres EDI de l'opérateur désigné d'origine le plus rapidement possible, mais </w:t>
      </w:r>
      <w:r w:rsidR="00CA4C15" w:rsidRPr="000F2FAF">
        <w:rPr>
          <w:rFonts w:asciiTheme="minorBidi" w:hAnsiTheme="minorBidi" w:cstheme="minorBidi"/>
        </w:rPr>
        <w:t xml:space="preserve">huit heures </w:t>
      </w:r>
      <w:r w:rsidRPr="000F2FAF">
        <w:rPr>
          <w:rFonts w:asciiTheme="minorBidi" w:hAnsiTheme="minorBidi" w:cstheme="minorBidi"/>
        </w:rPr>
        <w:t>au plus tard après le scannage de l'événement. Le scannage nécessaire pour les messages RESDIT sera réalisé par le transporteur et/ou par l’un de ses agents (p. ex. un agent de manutention au sol sur le lieu de destination), dans le cadre des services fournis au tarif tout compris. La conformité avec cette exigence sera évaluée mensuellement par l’opérateur désigné d’origine et/ou par le transporteur.</w:t>
      </w:r>
    </w:p>
    <w:p w14:paraId="6057DD92" w14:textId="77777777" w:rsidR="00661F20" w:rsidRPr="000F2FAF" w:rsidRDefault="00661F20" w:rsidP="00661F20">
      <w:pPr>
        <w:pStyle w:val="0Textedebase"/>
        <w:rPr>
          <w:rFonts w:asciiTheme="minorBidi" w:hAnsiTheme="minorBidi" w:cstheme="minorBidi"/>
        </w:rPr>
      </w:pPr>
    </w:p>
    <w:p w14:paraId="25DC0E4C"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 xml:space="preserve">Le transporteur sera responsable de la réalisation des scannages des récipients provenant de l’opérateur désigné d’origine dans les cas suivants: </w:t>
      </w:r>
    </w:p>
    <w:p w14:paraId="061D2E70" w14:textId="77777777" w:rsidR="00661F20" w:rsidRPr="000F2FAF" w:rsidRDefault="00661F20" w:rsidP="00661F20">
      <w:pPr>
        <w:pStyle w:val="1Premierretrait"/>
        <w:numPr>
          <w:ilvl w:val="0"/>
          <w:numId w:val="19"/>
        </w:numPr>
        <w:tabs>
          <w:tab w:val="right" w:pos="567"/>
        </w:tabs>
        <w:rPr>
          <w:rFonts w:asciiTheme="minorBidi" w:hAnsiTheme="minorBidi" w:cstheme="minorBidi"/>
        </w:rPr>
      </w:pPr>
      <w:r w:rsidRPr="000F2FAF">
        <w:rPr>
          <w:rFonts w:asciiTheme="minorBidi" w:hAnsiTheme="minorBidi" w:cstheme="minorBidi"/>
        </w:rPr>
        <w:t>Un scannage d’acceptation et/ou de transfert de chargement et un scannage à la distribution pour tous les envois remis par l’opérateur désigné d’origine ou par son agent désigné.</w:t>
      </w:r>
    </w:p>
    <w:p w14:paraId="288B3457" w14:textId="77777777" w:rsidR="00661F20" w:rsidRPr="000F2FAF" w:rsidRDefault="00661F20" w:rsidP="00661F20">
      <w:pPr>
        <w:pStyle w:val="1Premierretrait"/>
        <w:numPr>
          <w:ilvl w:val="0"/>
          <w:numId w:val="19"/>
        </w:numPr>
        <w:rPr>
          <w:rFonts w:asciiTheme="minorBidi" w:hAnsiTheme="minorBidi" w:cstheme="minorBidi"/>
        </w:rPr>
      </w:pPr>
      <w:r w:rsidRPr="000F2FAF">
        <w:rPr>
          <w:rFonts w:asciiTheme="minorBidi" w:hAnsiTheme="minorBidi" w:cstheme="minorBidi"/>
        </w:rPr>
        <w:t>Toute remise du transporteur à un autre transporteur ou toute remise à la poste de destination.</w:t>
      </w:r>
    </w:p>
    <w:p w14:paraId="7F63A32D" w14:textId="77777777" w:rsidR="00661F20" w:rsidRPr="000F2FAF" w:rsidRDefault="00661F20" w:rsidP="00661F20">
      <w:pPr>
        <w:pStyle w:val="1Premierretrait"/>
        <w:tabs>
          <w:tab w:val="clear" w:pos="567"/>
        </w:tabs>
        <w:spacing w:before="0"/>
        <w:ind w:left="0" w:firstLine="0"/>
        <w:rPr>
          <w:rFonts w:asciiTheme="minorBidi" w:hAnsiTheme="minorBidi" w:cstheme="minorBidi"/>
        </w:rPr>
      </w:pPr>
    </w:p>
    <w:p w14:paraId="2C77F0AE"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 xml:space="preserve">L’échange de messages EDI se fait par messages CARDIT et RESDIT. </w:t>
      </w:r>
    </w:p>
    <w:p w14:paraId="10591C74" w14:textId="77777777" w:rsidR="00661F20" w:rsidRPr="000F2FAF" w:rsidRDefault="00661F20" w:rsidP="00661F20">
      <w:pPr>
        <w:pStyle w:val="0Textedebase"/>
        <w:rPr>
          <w:rFonts w:asciiTheme="minorBidi" w:hAnsiTheme="minorBidi" w:cstheme="minorBidi"/>
        </w:rPr>
      </w:pPr>
    </w:p>
    <w:p w14:paraId="45A54E6E"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Le scannage est réalisé au niveau du récipient ou du conteneur lorsque les récipients peuvent être regroupés dans un conteneur à des fins de suivi et de visibilité.</w:t>
      </w:r>
    </w:p>
    <w:p w14:paraId="71BEA5F4" w14:textId="77777777" w:rsidR="00661F20" w:rsidRPr="000F2FAF" w:rsidRDefault="00661F20" w:rsidP="00661F20">
      <w:pPr>
        <w:pStyle w:val="0Textedebase"/>
        <w:rPr>
          <w:rFonts w:asciiTheme="minorBidi" w:hAnsiTheme="minorBidi" w:cstheme="minorBidi"/>
        </w:rPr>
      </w:pPr>
    </w:p>
    <w:p w14:paraId="39F1733C"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 xml:space="preserve">Tous les messages EDI sont envoyés et reçus par le biais des réseaux postaux EDI (OpenText Business Network et POST*Net). Tous les frais occasionnés par les données envoyées ou reçues par le transporteur sur les réseaux EDI sont de la responsabilité du transporteur. </w:t>
      </w:r>
    </w:p>
    <w:p w14:paraId="7EDE865B" w14:textId="77777777" w:rsidR="00661F20" w:rsidRPr="000F2FAF" w:rsidRDefault="00661F20" w:rsidP="00661F20">
      <w:pPr>
        <w:pStyle w:val="0Textedebase"/>
        <w:rPr>
          <w:rFonts w:asciiTheme="minorBidi" w:hAnsiTheme="minorBidi" w:cstheme="minorBidi"/>
        </w:rPr>
      </w:pPr>
    </w:p>
    <w:p w14:paraId="39D54ECA"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L’utilisation du message RESDIT s’appuie sur une liste de codes (liste de codes 100 – Codes des événements relatifs aux expéditions) qui définit les codes employés pour signaler les événements associés au transport des expéditions et des récipients et conteneurs qu’elles contiennent.</w:t>
      </w:r>
    </w:p>
    <w:p w14:paraId="473C6D6E" w14:textId="77777777" w:rsidR="00661F20" w:rsidRPr="000F2FAF" w:rsidRDefault="00661F20" w:rsidP="00661F20">
      <w:pPr>
        <w:pStyle w:val="0Textedebase"/>
        <w:rPr>
          <w:rFonts w:asciiTheme="minorBidi" w:hAnsiTheme="minorBidi" w:cstheme="minorBidi"/>
        </w:rPr>
      </w:pPr>
    </w:p>
    <w:p w14:paraId="743EEAD3" w14:textId="77777777" w:rsidR="00661F20" w:rsidRPr="000F2FAF" w:rsidRDefault="00661F20" w:rsidP="00661F20">
      <w:pPr>
        <w:pStyle w:val="0Textedebase"/>
        <w:rPr>
          <w:rFonts w:asciiTheme="minorBidi" w:hAnsiTheme="minorBidi" w:cstheme="minorBidi"/>
        </w:rPr>
      </w:pPr>
      <w:r w:rsidRPr="000F2FAF">
        <w:rPr>
          <w:rFonts w:asciiTheme="minorBidi" w:hAnsiTheme="minorBidi" w:cstheme="minorBidi"/>
        </w:rPr>
        <w:t>Tous les événements définis dans la liste de codes 100 ne sont pas forcément signalés par le transporteur.</w:t>
      </w:r>
    </w:p>
    <w:p w14:paraId="2CC3A700" w14:textId="77777777" w:rsidR="00661F20" w:rsidRPr="000F2FAF" w:rsidRDefault="00661F20" w:rsidP="00661F20">
      <w:pPr>
        <w:pStyle w:val="0Textedebase"/>
        <w:rPr>
          <w:rFonts w:asciiTheme="minorBidi" w:hAnsiTheme="minorBidi" w:cstheme="minorBidi"/>
        </w:rPr>
      </w:pPr>
    </w:p>
    <w:p w14:paraId="68EA78B3" w14:textId="77777777" w:rsidR="00661F20" w:rsidRPr="00CA4C15" w:rsidRDefault="00661F20" w:rsidP="00CA4C15">
      <w:pPr>
        <w:pStyle w:val="0Textedebase"/>
        <w:rPr>
          <w:rFonts w:asciiTheme="minorBidi" w:hAnsiTheme="minorBidi" w:cstheme="minorBidi"/>
        </w:rPr>
      </w:pPr>
      <w:r w:rsidRPr="000F2FAF">
        <w:rPr>
          <w:rFonts w:asciiTheme="minorBidi" w:hAnsiTheme="minorBidi" w:cstheme="minorBidi"/>
        </w:rPr>
        <w:t xml:space="preserve">Vous trouverez de plus amples renseignements sur le site Web de l’UPU </w:t>
      </w:r>
      <w:r w:rsidRPr="00CA4C15">
        <w:rPr>
          <w:rFonts w:asciiTheme="minorBidi" w:hAnsiTheme="minorBidi" w:cstheme="minorBidi"/>
        </w:rPr>
        <w:t>(</w:t>
      </w:r>
      <w:r w:rsidR="00CA4C15" w:rsidRPr="00CA4C15">
        <w:rPr>
          <w:rFonts w:asciiTheme="minorBidi" w:hAnsiTheme="minorBidi" w:cstheme="minorBidi"/>
        </w:rPr>
        <w:t>www.upu.int/uploads/tx_</w:t>
      </w:r>
      <w:r w:rsidR="00CA4C15">
        <w:rPr>
          <w:rFonts w:asciiTheme="minorBidi" w:hAnsiTheme="minorBidi" w:cstheme="minorBidi"/>
        </w:rPr>
        <w:br/>
      </w:r>
      <w:r w:rsidR="00CA4C15" w:rsidRPr="00CA4C15">
        <w:rPr>
          <w:rFonts w:asciiTheme="minorBidi" w:hAnsiTheme="minorBidi" w:cstheme="minorBidi"/>
        </w:rPr>
        <w:t>sbdownloader/100.txt</w:t>
      </w:r>
      <w:r w:rsidRPr="00CA4C15">
        <w:rPr>
          <w:rFonts w:asciiTheme="minorBidi" w:hAnsiTheme="minorBidi" w:cstheme="minorBidi"/>
        </w:rPr>
        <w:t xml:space="preserve">). </w:t>
      </w:r>
    </w:p>
    <w:p w14:paraId="062552BB" w14:textId="77777777" w:rsidR="00661F20" w:rsidRPr="000F2FAF" w:rsidRDefault="00661F20" w:rsidP="00661F20">
      <w:pPr>
        <w:pStyle w:val="0Textedebase"/>
        <w:rPr>
          <w:rFonts w:asciiTheme="minorBidi" w:hAnsiTheme="minorBidi" w:cstheme="minorBidi"/>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3661"/>
        <w:gridCol w:w="4277"/>
      </w:tblGrid>
      <w:tr w:rsidR="00661F20" w:rsidRPr="000F2FAF" w14:paraId="48727D34" w14:textId="77777777" w:rsidTr="004C5A28">
        <w:trPr>
          <w:tblHeader/>
        </w:trPr>
        <w:tc>
          <w:tcPr>
            <w:tcW w:w="882" w:type="pct"/>
          </w:tcPr>
          <w:p w14:paraId="60E39265" w14:textId="77777777" w:rsidR="00661F20" w:rsidRPr="000F2FAF" w:rsidRDefault="00661F20" w:rsidP="00661F20">
            <w:pPr>
              <w:pStyle w:val="0Textedebase"/>
              <w:spacing w:before="60" w:after="60"/>
              <w:jc w:val="left"/>
              <w:rPr>
                <w:rFonts w:asciiTheme="minorBidi" w:hAnsiTheme="minorBidi" w:cstheme="minorBidi"/>
                <w:i/>
                <w:iCs/>
              </w:rPr>
            </w:pPr>
            <w:r w:rsidRPr="000F2FAF">
              <w:rPr>
                <w:rFonts w:asciiTheme="minorBidi" w:hAnsiTheme="minorBidi" w:cstheme="minorBidi"/>
                <w:i/>
                <w:iCs/>
              </w:rPr>
              <w:lastRenderedPageBreak/>
              <w:t xml:space="preserve">Code </w:t>
            </w:r>
            <w:r w:rsidR="004C5A28">
              <w:rPr>
                <w:rFonts w:asciiTheme="minorBidi" w:hAnsiTheme="minorBidi" w:cstheme="minorBidi"/>
                <w:i/>
                <w:iCs/>
              </w:rPr>
              <w:br/>
            </w:r>
            <w:r w:rsidRPr="000F2FAF">
              <w:rPr>
                <w:rFonts w:asciiTheme="minorBidi" w:hAnsiTheme="minorBidi" w:cstheme="minorBidi"/>
                <w:i/>
                <w:iCs/>
              </w:rPr>
              <w:t>de l'événement</w:t>
            </w:r>
          </w:p>
        </w:tc>
        <w:tc>
          <w:tcPr>
            <w:tcW w:w="1899" w:type="pct"/>
          </w:tcPr>
          <w:p w14:paraId="15740AF4" w14:textId="77777777" w:rsidR="00661F20" w:rsidRPr="000F2FAF" w:rsidRDefault="00661F20" w:rsidP="00661F20">
            <w:pPr>
              <w:pStyle w:val="0Textedebase"/>
              <w:spacing w:before="60" w:after="60"/>
              <w:jc w:val="left"/>
              <w:rPr>
                <w:rFonts w:asciiTheme="minorBidi" w:hAnsiTheme="minorBidi" w:cstheme="minorBidi"/>
                <w:i/>
                <w:iCs/>
              </w:rPr>
            </w:pPr>
            <w:r w:rsidRPr="000F2FAF">
              <w:rPr>
                <w:rFonts w:asciiTheme="minorBidi" w:hAnsiTheme="minorBidi" w:cstheme="minorBidi"/>
                <w:i/>
                <w:iCs/>
              </w:rPr>
              <w:t>Interprétation</w:t>
            </w:r>
          </w:p>
        </w:tc>
        <w:tc>
          <w:tcPr>
            <w:tcW w:w="2219" w:type="pct"/>
          </w:tcPr>
          <w:p w14:paraId="1FD4F973" w14:textId="77777777" w:rsidR="00661F20" w:rsidRPr="000F2FAF" w:rsidRDefault="00661F20" w:rsidP="00661F20">
            <w:pPr>
              <w:pStyle w:val="0Textedebase"/>
              <w:spacing w:before="60" w:after="60"/>
              <w:jc w:val="left"/>
              <w:rPr>
                <w:rFonts w:asciiTheme="minorBidi" w:hAnsiTheme="minorBidi" w:cstheme="minorBidi"/>
                <w:i/>
                <w:iCs/>
              </w:rPr>
            </w:pPr>
            <w:r w:rsidRPr="000F2FAF">
              <w:rPr>
                <w:rFonts w:asciiTheme="minorBidi" w:hAnsiTheme="minorBidi" w:cstheme="minorBidi"/>
                <w:i/>
                <w:iCs/>
              </w:rPr>
              <w:t>Explication de l’événement</w:t>
            </w:r>
          </w:p>
        </w:tc>
      </w:tr>
      <w:tr w:rsidR="00661F20" w:rsidRPr="000F2FAF" w14:paraId="2BEC3462" w14:textId="77777777" w:rsidTr="004C5A28">
        <w:tc>
          <w:tcPr>
            <w:tcW w:w="882" w:type="pct"/>
          </w:tcPr>
          <w:p w14:paraId="6B3A1838"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1</w:t>
            </w:r>
          </w:p>
        </w:tc>
        <w:tc>
          <w:tcPr>
            <w:tcW w:w="1899" w:type="pct"/>
          </w:tcPr>
          <w:p w14:paraId="2EBFFE80"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«Transport arrived» (transport arrivé)</w:t>
            </w:r>
          </w:p>
        </w:tc>
        <w:tc>
          <w:tcPr>
            <w:tcW w:w="2219" w:type="pct"/>
          </w:tcPr>
          <w:p w14:paraId="16934C8B"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Arrivée sur le lieu de destination, atterrissage</w:t>
            </w:r>
          </w:p>
        </w:tc>
      </w:tr>
      <w:tr w:rsidR="00661F20" w:rsidRPr="000F2FAF" w14:paraId="7DCF19CA" w14:textId="77777777" w:rsidTr="004C5A28">
        <w:tc>
          <w:tcPr>
            <w:tcW w:w="882" w:type="pct"/>
          </w:tcPr>
          <w:p w14:paraId="1FA25CCF"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5</w:t>
            </w:r>
          </w:p>
        </w:tc>
        <w:tc>
          <w:tcPr>
            <w:tcW w:w="1899" w:type="pct"/>
          </w:tcPr>
          <w:p w14:paraId="32CF366F"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«Accepted» (accepté)</w:t>
            </w:r>
          </w:p>
        </w:tc>
        <w:tc>
          <w:tcPr>
            <w:tcW w:w="2219" w:type="pct"/>
          </w:tcPr>
          <w:p w14:paraId="526813DE"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Accepté pour le service comme réservé</w:t>
            </w:r>
          </w:p>
        </w:tc>
      </w:tr>
      <w:tr w:rsidR="00661F20" w:rsidRPr="000F2FAF" w14:paraId="3A377BA3" w14:textId="77777777" w:rsidTr="004C5A28">
        <w:tc>
          <w:tcPr>
            <w:tcW w:w="882" w:type="pct"/>
          </w:tcPr>
          <w:p w14:paraId="0D1D5B0A"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6</w:t>
            </w:r>
          </w:p>
        </w:tc>
        <w:tc>
          <w:tcPr>
            <w:tcW w:w="1899" w:type="pct"/>
          </w:tcPr>
          <w:p w14:paraId="3A3A3D77"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«Assigned to load plan» (attribué </w:t>
            </w:r>
            <w:r w:rsidR="004C5A28">
              <w:rPr>
                <w:rFonts w:asciiTheme="minorBidi" w:hAnsiTheme="minorBidi" w:cstheme="minorBidi"/>
              </w:rPr>
              <w:br/>
            </w:r>
            <w:r w:rsidRPr="000F2FAF">
              <w:rPr>
                <w:rFonts w:asciiTheme="minorBidi" w:hAnsiTheme="minorBidi" w:cstheme="minorBidi"/>
              </w:rPr>
              <w:t>à un plan de chargement)</w:t>
            </w:r>
          </w:p>
        </w:tc>
        <w:tc>
          <w:tcPr>
            <w:tcW w:w="2219" w:type="pct"/>
          </w:tcPr>
          <w:p w14:paraId="6754C5DC"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Le transporteur saisit l'attribution dans </w:t>
            </w:r>
            <w:r w:rsidR="004C5A28">
              <w:rPr>
                <w:rFonts w:asciiTheme="minorBidi" w:hAnsiTheme="minorBidi" w:cstheme="minorBidi"/>
              </w:rPr>
              <w:br/>
            </w:r>
            <w:r w:rsidRPr="000F2FAF">
              <w:rPr>
                <w:rFonts w:asciiTheme="minorBidi" w:hAnsiTheme="minorBidi" w:cstheme="minorBidi"/>
              </w:rPr>
              <w:t>un plan de chargement</w:t>
            </w:r>
          </w:p>
        </w:tc>
      </w:tr>
      <w:tr w:rsidR="00661F20" w:rsidRPr="000F2FAF" w14:paraId="0AC2935A" w14:textId="77777777" w:rsidTr="004C5A28">
        <w:tc>
          <w:tcPr>
            <w:tcW w:w="882" w:type="pct"/>
          </w:tcPr>
          <w:p w14:paraId="7D8EF99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7</w:t>
            </w:r>
          </w:p>
        </w:tc>
        <w:tc>
          <w:tcPr>
            <w:tcW w:w="1899" w:type="pct"/>
          </w:tcPr>
          <w:p w14:paraId="710962AD"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«Removed from load plan» (retiré </w:t>
            </w:r>
            <w:r w:rsidR="004C5A28">
              <w:rPr>
                <w:rFonts w:asciiTheme="minorBidi" w:hAnsiTheme="minorBidi" w:cstheme="minorBidi"/>
              </w:rPr>
              <w:br/>
            </w:r>
            <w:r w:rsidRPr="000F2FAF">
              <w:rPr>
                <w:rFonts w:asciiTheme="minorBidi" w:hAnsiTheme="minorBidi" w:cstheme="minorBidi"/>
              </w:rPr>
              <w:t>du plan de chargement)</w:t>
            </w:r>
          </w:p>
        </w:tc>
        <w:tc>
          <w:tcPr>
            <w:tcW w:w="2219" w:type="pct"/>
          </w:tcPr>
          <w:p w14:paraId="101B84CE"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Le transporteur annule l'attribution dans </w:t>
            </w:r>
            <w:r w:rsidR="004C5A28">
              <w:rPr>
                <w:rFonts w:asciiTheme="minorBidi" w:hAnsiTheme="minorBidi" w:cstheme="minorBidi"/>
              </w:rPr>
              <w:br/>
            </w:r>
            <w:r w:rsidRPr="000F2FAF">
              <w:rPr>
                <w:rFonts w:asciiTheme="minorBidi" w:hAnsiTheme="minorBidi" w:cstheme="minorBidi"/>
              </w:rPr>
              <w:t>un plan de chargement</w:t>
            </w:r>
          </w:p>
        </w:tc>
      </w:tr>
      <w:tr w:rsidR="00661F20" w:rsidRPr="000F2FAF" w14:paraId="20808838" w14:textId="77777777" w:rsidTr="004C5A28">
        <w:tc>
          <w:tcPr>
            <w:tcW w:w="882" w:type="pct"/>
          </w:tcPr>
          <w:p w14:paraId="659BA63B"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14</w:t>
            </w:r>
          </w:p>
        </w:tc>
        <w:tc>
          <w:tcPr>
            <w:tcW w:w="1899" w:type="pct"/>
          </w:tcPr>
          <w:p w14:paraId="1F450AAA"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«Transport leg completed» (étape </w:t>
            </w:r>
            <w:r w:rsidR="004C5A28">
              <w:rPr>
                <w:rFonts w:asciiTheme="minorBidi" w:hAnsiTheme="minorBidi" w:cstheme="minorBidi"/>
              </w:rPr>
              <w:br/>
            </w:r>
            <w:r w:rsidRPr="000F2FAF">
              <w:rPr>
                <w:rFonts w:asciiTheme="minorBidi" w:hAnsiTheme="minorBidi" w:cstheme="minorBidi"/>
              </w:rPr>
              <w:t>de transport terminée)</w:t>
            </w:r>
          </w:p>
        </w:tc>
        <w:tc>
          <w:tcPr>
            <w:tcW w:w="2219" w:type="pct"/>
          </w:tcPr>
          <w:p w14:paraId="36B6DE7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Arrivée sur le quai ou au terminal, «wheels </w:t>
            </w:r>
            <w:r w:rsidR="004C5A28">
              <w:rPr>
                <w:rFonts w:asciiTheme="minorBidi" w:hAnsiTheme="minorBidi" w:cstheme="minorBidi"/>
              </w:rPr>
              <w:br/>
            </w:r>
            <w:r w:rsidRPr="000F2FAF">
              <w:rPr>
                <w:rFonts w:asciiTheme="minorBidi" w:hAnsiTheme="minorBidi" w:cstheme="minorBidi"/>
              </w:rPr>
              <w:t>on block» (roues calées)</w:t>
            </w:r>
          </w:p>
        </w:tc>
      </w:tr>
      <w:tr w:rsidR="00661F20" w:rsidRPr="000F2FAF" w14:paraId="44ABCD81" w14:textId="77777777" w:rsidTr="004C5A28">
        <w:tc>
          <w:tcPr>
            <w:tcW w:w="882" w:type="pct"/>
          </w:tcPr>
          <w:p w14:paraId="7DF686C9" w14:textId="77777777" w:rsidR="00661F20" w:rsidRPr="000F2FAF" w:rsidRDefault="00661F20" w:rsidP="00985296">
            <w:pPr>
              <w:pStyle w:val="0Textedebase"/>
              <w:spacing w:before="60" w:after="60"/>
              <w:jc w:val="left"/>
              <w:rPr>
                <w:rFonts w:asciiTheme="minorBidi" w:hAnsiTheme="minorBidi" w:cstheme="minorBidi"/>
              </w:rPr>
            </w:pPr>
            <w:r w:rsidRPr="000F2FAF">
              <w:rPr>
                <w:rFonts w:asciiTheme="minorBidi" w:hAnsiTheme="minorBidi" w:cstheme="minorBidi"/>
              </w:rPr>
              <w:t>21</w:t>
            </w:r>
          </w:p>
        </w:tc>
        <w:tc>
          <w:tcPr>
            <w:tcW w:w="1899" w:type="pct"/>
          </w:tcPr>
          <w:p w14:paraId="759DC0EE" w14:textId="77777777" w:rsidR="00661F20" w:rsidRPr="000F2FAF" w:rsidRDefault="00661F20" w:rsidP="00985296">
            <w:pPr>
              <w:pStyle w:val="0Textedebase"/>
              <w:spacing w:before="60" w:after="60"/>
              <w:jc w:val="left"/>
              <w:rPr>
                <w:rFonts w:asciiTheme="minorBidi" w:hAnsiTheme="minorBidi" w:cstheme="minorBidi"/>
              </w:rPr>
            </w:pPr>
            <w:r w:rsidRPr="000F2FAF">
              <w:rPr>
                <w:rFonts w:asciiTheme="minorBidi" w:hAnsiTheme="minorBidi" w:cstheme="minorBidi"/>
              </w:rPr>
              <w:t>«Delivered» (remis)</w:t>
            </w:r>
          </w:p>
        </w:tc>
        <w:tc>
          <w:tcPr>
            <w:tcW w:w="2219" w:type="pct"/>
          </w:tcPr>
          <w:p w14:paraId="3FFF6AAA" w14:textId="77777777" w:rsidR="00661F20" w:rsidRPr="000F2FAF" w:rsidRDefault="00661F20" w:rsidP="00985296">
            <w:pPr>
              <w:pStyle w:val="0Textedebase"/>
              <w:spacing w:before="60" w:after="60"/>
              <w:jc w:val="left"/>
              <w:rPr>
                <w:rFonts w:asciiTheme="minorBidi" w:hAnsiTheme="minorBidi" w:cstheme="minorBidi"/>
              </w:rPr>
            </w:pPr>
            <w:r w:rsidRPr="000F2FAF">
              <w:rPr>
                <w:rFonts w:asciiTheme="minorBidi" w:hAnsiTheme="minorBidi" w:cstheme="minorBidi"/>
              </w:rPr>
              <w:t>Le transporteur cède le contrôle/</w:t>
            </w:r>
            <w:r w:rsidR="00985296">
              <w:rPr>
                <w:rFonts w:asciiTheme="minorBidi" w:hAnsiTheme="minorBidi" w:cstheme="minorBidi"/>
              </w:rPr>
              <w:br/>
            </w:r>
            <w:r w:rsidRPr="000F2FAF">
              <w:rPr>
                <w:rFonts w:asciiTheme="minorBidi" w:hAnsiTheme="minorBidi" w:cstheme="minorBidi"/>
              </w:rPr>
              <w:t>la possession au destinataire ou à l’agent</w:t>
            </w:r>
          </w:p>
        </w:tc>
      </w:tr>
      <w:tr w:rsidR="00661F20" w:rsidRPr="000F2FAF" w14:paraId="5F5363C1" w14:textId="77777777" w:rsidTr="004C5A28">
        <w:tc>
          <w:tcPr>
            <w:tcW w:w="882" w:type="pct"/>
          </w:tcPr>
          <w:p w14:paraId="0DF7AE39"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23</w:t>
            </w:r>
          </w:p>
        </w:tc>
        <w:tc>
          <w:tcPr>
            <w:tcW w:w="1899" w:type="pct"/>
          </w:tcPr>
          <w:p w14:paraId="71E38ACF" w14:textId="77777777" w:rsidR="00661F20" w:rsidRPr="000F2FAF" w:rsidRDefault="00661F20" w:rsidP="00661F20">
            <w:pPr>
              <w:pStyle w:val="0Textedebase"/>
              <w:keepNext/>
              <w:keepLines/>
              <w:spacing w:before="60" w:after="60"/>
              <w:jc w:val="left"/>
              <w:rPr>
                <w:rFonts w:asciiTheme="minorBidi" w:hAnsiTheme="minorBidi" w:cstheme="minorBidi"/>
              </w:rPr>
            </w:pPr>
            <w:r w:rsidRPr="000F2FAF">
              <w:rPr>
                <w:rFonts w:asciiTheme="minorBidi" w:hAnsiTheme="minorBidi" w:cstheme="minorBidi"/>
              </w:rPr>
              <w:t xml:space="preserve">«Mail at destination» (courrier </w:t>
            </w:r>
            <w:r w:rsidR="00985296">
              <w:rPr>
                <w:rFonts w:asciiTheme="minorBidi" w:hAnsiTheme="minorBidi" w:cstheme="minorBidi"/>
              </w:rPr>
              <w:br/>
            </w:r>
            <w:r w:rsidRPr="000F2FAF">
              <w:rPr>
                <w:rFonts w:asciiTheme="minorBidi" w:hAnsiTheme="minorBidi" w:cstheme="minorBidi"/>
              </w:rPr>
              <w:t>à destination)</w:t>
            </w:r>
          </w:p>
        </w:tc>
        <w:tc>
          <w:tcPr>
            <w:tcW w:w="2219" w:type="pct"/>
          </w:tcPr>
          <w:p w14:paraId="415119B1" w14:textId="77777777" w:rsidR="00661F20" w:rsidRPr="000F2FAF" w:rsidRDefault="00661F20" w:rsidP="00661F20">
            <w:pPr>
              <w:pStyle w:val="0Textedebase"/>
              <w:keepNext/>
              <w:keepLines/>
              <w:spacing w:before="60" w:after="60"/>
              <w:jc w:val="left"/>
              <w:rPr>
                <w:rFonts w:asciiTheme="minorBidi" w:hAnsiTheme="minorBidi" w:cstheme="minorBidi"/>
              </w:rPr>
            </w:pPr>
            <w:r w:rsidRPr="000F2FAF">
              <w:rPr>
                <w:rFonts w:asciiTheme="minorBidi" w:hAnsiTheme="minorBidi" w:cstheme="minorBidi"/>
              </w:rPr>
              <w:t>Disponible pour la mainlevée/la collecte/</w:t>
            </w:r>
            <w:r w:rsidR="00985296">
              <w:rPr>
                <w:rFonts w:asciiTheme="minorBidi" w:hAnsiTheme="minorBidi" w:cstheme="minorBidi"/>
              </w:rPr>
              <w:br/>
            </w:r>
            <w:r w:rsidRPr="000F2FAF">
              <w:rPr>
                <w:rFonts w:asciiTheme="minorBidi" w:hAnsiTheme="minorBidi" w:cstheme="minorBidi"/>
              </w:rPr>
              <w:t>la remise au destinataire ou à l’agent, tentative de distribution</w:t>
            </w:r>
          </w:p>
        </w:tc>
      </w:tr>
      <w:tr w:rsidR="00661F20" w:rsidRPr="000F2FAF" w14:paraId="1C553F7C" w14:textId="77777777" w:rsidTr="004C5A28">
        <w:tc>
          <w:tcPr>
            <w:tcW w:w="882" w:type="pct"/>
          </w:tcPr>
          <w:p w14:paraId="1D26D5C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24</w:t>
            </w:r>
          </w:p>
        </w:tc>
        <w:tc>
          <w:tcPr>
            <w:tcW w:w="1899" w:type="pct"/>
          </w:tcPr>
          <w:p w14:paraId="75E32381"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«Uplift» (décollage)</w:t>
            </w:r>
          </w:p>
        </w:tc>
        <w:tc>
          <w:tcPr>
            <w:tcW w:w="2219" w:type="pct"/>
          </w:tcPr>
          <w:p w14:paraId="25D5F643"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Départ du quai ou du terminal, «puschback» (repoussage)</w:t>
            </w:r>
          </w:p>
        </w:tc>
      </w:tr>
      <w:tr w:rsidR="00661F20" w:rsidRPr="000F2FAF" w14:paraId="4DB18EF8" w14:textId="77777777" w:rsidTr="004C5A28">
        <w:tc>
          <w:tcPr>
            <w:tcW w:w="882" w:type="pct"/>
          </w:tcPr>
          <w:p w14:paraId="0D71350B"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31</w:t>
            </w:r>
          </w:p>
        </w:tc>
        <w:tc>
          <w:tcPr>
            <w:tcW w:w="1899" w:type="pct"/>
          </w:tcPr>
          <w:p w14:paraId="4B0C94ED"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«En route»</w:t>
            </w:r>
          </w:p>
        </w:tc>
        <w:tc>
          <w:tcPr>
            <w:tcW w:w="2219" w:type="pct"/>
          </w:tcPr>
          <w:p w14:paraId="3CBA2F33"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Départ du lieu d’origine, «wheels up» </w:t>
            </w:r>
            <w:r w:rsidR="00985296">
              <w:rPr>
                <w:rFonts w:asciiTheme="minorBidi" w:hAnsiTheme="minorBidi" w:cstheme="minorBidi"/>
              </w:rPr>
              <w:br/>
            </w:r>
            <w:r w:rsidRPr="000F2FAF">
              <w:rPr>
                <w:rFonts w:asciiTheme="minorBidi" w:hAnsiTheme="minorBidi" w:cstheme="minorBidi"/>
              </w:rPr>
              <w:t>(train rentré)</w:t>
            </w:r>
          </w:p>
        </w:tc>
      </w:tr>
      <w:tr w:rsidR="00661F20" w:rsidRPr="000F2FAF" w14:paraId="566DE2A2" w14:textId="77777777" w:rsidTr="004C5A28">
        <w:tc>
          <w:tcPr>
            <w:tcW w:w="882" w:type="pct"/>
          </w:tcPr>
          <w:p w14:paraId="2FC698F6"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40</w:t>
            </w:r>
          </w:p>
        </w:tc>
        <w:tc>
          <w:tcPr>
            <w:tcW w:w="1899" w:type="pct"/>
          </w:tcPr>
          <w:p w14:paraId="70E6D92D"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«Mail arrived» (courrier arrivé)</w:t>
            </w:r>
          </w:p>
        </w:tc>
        <w:tc>
          <w:tcPr>
            <w:tcW w:w="2219" w:type="pct"/>
          </w:tcPr>
          <w:p w14:paraId="63267BF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Arrivée du courrier dans les installations </w:t>
            </w:r>
            <w:r w:rsidR="00985296">
              <w:rPr>
                <w:rFonts w:asciiTheme="minorBidi" w:hAnsiTheme="minorBidi" w:cstheme="minorBidi"/>
              </w:rPr>
              <w:br/>
            </w:r>
            <w:r w:rsidRPr="000F2FAF">
              <w:rPr>
                <w:rFonts w:asciiTheme="minorBidi" w:hAnsiTheme="minorBidi" w:cstheme="minorBidi"/>
              </w:rPr>
              <w:t xml:space="preserve">du transporteur sur le lieu de destination </w:t>
            </w:r>
            <w:r w:rsidR="00985296">
              <w:rPr>
                <w:rFonts w:asciiTheme="minorBidi" w:hAnsiTheme="minorBidi" w:cstheme="minorBidi"/>
              </w:rPr>
              <w:br/>
            </w:r>
            <w:r w:rsidRPr="000F2FAF">
              <w:rPr>
                <w:rFonts w:asciiTheme="minorBidi" w:hAnsiTheme="minorBidi" w:cstheme="minorBidi"/>
              </w:rPr>
              <w:t>de l’étape de transport</w:t>
            </w:r>
          </w:p>
        </w:tc>
      </w:tr>
      <w:tr w:rsidR="00661F20" w:rsidRPr="000F2FAF" w14:paraId="7D6FC702" w14:textId="77777777" w:rsidTr="004C5A28">
        <w:tc>
          <w:tcPr>
            <w:tcW w:w="882" w:type="pct"/>
          </w:tcPr>
          <w:p w14:paraId="509C3405"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41</w:t>
            </w:r>
          </w:p>
        </w:tc>
        <w:tc>
          <w:tcPr>
            <w:tcW w:w="1899" w:type="pct"/>
          </w:tcPr>
          <w:p w14:paraId="1384957C"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«Transhipment» (transbordement)</w:t>
            </w:r>
          </w:p>
        </w:tc>
        <w:tc>
          <w:tcPr>
            <w:tcW w:w="2219" w:type="pct"/>
          </w:tcPr>
          <w:p w14:paraId="60677E93"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Transfert depuis un vol ou un véhicule vers un autre, transporteur identique. Cet événement est en cours de suppression</w:t>
            </w:r>
          </w:p>
        </w:tc>
      </w:tr>
      <w:tr w:rsidR="00661F20" w:rsidRPr="000F2FAF" w14:paraId="2277528D" w14:textId="77777777" w:rsidTr="004C5A28">
        <w:tc>
          <w:tcPr>
            <w:tcW w:w="882" w:type="pct"/>
          </w:tcPr>
          <w:p w14:paraId="4432905C"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42</w:t>
            </w:r>
          </w:p>
        </w:tc>
        <w:tc>
          <w:tcPr>
            <w:tcW w:w="1899" w:type="pct"/>
          </w:tcPr>
          <w:p w14:paraId="62D90458"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«Handover delivered» (transfert </w:t>
            </w:r>
            <w:r w:rsidR="00FB2AC8">
              <w:rPr>
                <w:rFonts w:asciiTheme="minorBidi" w:hAnsiTheme="minorBidi" w:cstheme="minorBidi"/>
              </w:rPr>
              <w:br/>
            </w:r>
            <w:r w:rsidRPr="000F2FAF">
              <w:rPr>
                <w:rFonts w:asciiTheme="minorBidi" w:hAnsiTheme="minorBidi" w:cstheme="minorBidi"/>
              </w:rPr>
              <w:t>de possession effectué)</w:t>
            </w:r>
          </w:p>
        </w:tc>
        <w:tc>
          <w:tcPr>
            <w:tcW w:w="2219" w:type="pct"/>
          </w:tcPr>
          <w:p w14:paraId="3A888587"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Transfert du contrôle/de la possession </w:t>
            </w:r>
            <w:r w:rsidR="00985296">
              <w:rPr>
                <w:rFonts w:asciiTheme="minorBidi" w:hAnsiTheme="minorBidi" w:cstheme="minorBidi"/>
              </w:rPr>
              <w:br/>
            </w:r>
            <w:r w:rsidRPr="000F2FAF">
              <w:rPr>
                <w:rFonts w:asciiTheme="minorBidi" w:hAnsiTheme="minorBidi" w:cstheme="minorBidi"/>
              </w:rPr>
              <w:t>du courrier d’un transporteur à un autre transporteur, en fonction du premier</w:t>
            </w:r>
          </w:p>
        </w:tc>
      </w:tr>
      <w:tr w:rsidR="00661F20" w:rsidRPr="000F2FAF" w14:paraId="7CF35D00" w14:textId="77777777" w:rsidTr="004C5A28">
        <w:tc>
          <w:tcPr>
            <w:tcW w:w="882" w:type="pct"/>
          </w:tcPr>
          <w:p w14:paraId="56A6C223"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43</w:t>
            </w:r>
          </w:p>
        </w:tc>
        <w:tc>
          <w:tcPr>
            <w:tcW w:w="1899" w:type="pct"/>
          </w:tcPr>
          <w:p w14:paraId="5672AD87"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«Handover received» (transfert </w:t>
            </w:r>
            <w:r w:rsidR="00985296">
              <w:rPr>
                <w:rFonts w:asciiTheme="minorBidi" w:hAnsiTheme="minorBidi" w:cstheme="minorBidi"/>
              </w:rPr>
              <w:br/>
            </w:r>
            <w:r w:rsidRPr="000F2FAF">
              <w:rPr>
                <w:rFonts w:asciiTheme="minorBidi" w:hAnsiTheme="minorBidi" w:cstheme="minorBidi"/>
              </w:rPr>
              <w:t>de possession réceptionné)</w:t>
            </w:r>
          </w:p>
        </w:tc>
        <w:tc>
          <w:tcPr>
            <w:tcW w:w="2219" w:type="pct"/>
          </w:tcPr>
          <w:p w14:paraId="0877F4B4"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Le transporteur prend le contrôle/</w:t>
            </w:r>
            <w:r w:rsidR="00985296">
              <w:rPr>
                <w:rFonts w:asciiTheme="minorBidi" w:hAnsiTheme="minorBidi" w:cstheme="minorBidi"/>
              </w:rPr>
              <w:br/>
            </w:r>
            <w:r w:rsidRPr="000F2FAF">
              <w:rPr>
                <w:rFonts w:asciiTheme="minorBidi" w:hAnsiTheme="minorBidi" w:cstheme="minorBidi"/>
              </w:rPr>
              <w:t>la possession du courrier d’un autre transporteur, en fonction du second</w:t>
            </w:r>
          </w:p>
        </w:tc>
      </w:tr>
      <w:tr w:rsidR="00661F20" w:rsidRPr="000F2FAF" w14:paraId="150AEFB8" w14:textId="77777777" w:rsidTr="004C5A28">
        <w:tc>
          <w:tcPr>
            <w:tcW w:w="882" w:type="pct"/>
          </w:tcPr>
          <w:p w14:paraId="1F43D15F"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48</w:t>
            </w:r>
          </w:p>
        </w:tc>
        <w:tc>
          <w:tcPr>
            <w:tcW w:w="1899" w:type="pct"/>
          </w:tcPr>
          <w:p w14:paraId="07C3F378"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«Loaded» (chargé)</w:t>
            </w:r>
          </w:p>
        </w:tc>
        <w:tc>
          <w:tcPr>
            <w:tcW w:w="2219" w:type="pct"/>
          </w:tcPr>
          <w:p w14:paraId="036000CA"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Chargement effectué, plan de chargement terminé</w:t>
            </w:r>
          </w:p>
        </w:tc>
      </w:tr>
      <w:tr w:rsidR="00661F20" w:rsidRPr="000F2FAF" w14:paraId="39435B4A" w14:textId="77777777" w:rsidTr="004C5A28">
        <w:tc>
          <w:tcPr>
            <w:tcW w:w="882" w:type="pct"/>
          </w:tcPr>
          <w:p w14:paraId="5F9B315F"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57</w:t>
            </w:r>
          </w:p>
        </w:tc>
        <w:tc>
          <w:tcPr>
            <w:tcW w:w="1899" w:type="pct"/>
          </w:tcPr>
          <w:p w14:paraId="5FC1E6F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«Not loaded» (non chargé)</w:t>
            </w:r>
          </w:p>
        </w:tc>
        <w:tc>
          <w:tcPr>
            <w:tcW w:w="2219" w:type="pct"/>
          </w:tcPr>
          <w:p w14:paraId="2CC5BF29"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Le transporteur réalise que le chargement </w:t>
            </w:r>
            <w:r w:rsidR="00985296">
              <w:rPr>
                <w:rFonts w:asciiTheme="minorBidi" w:hAnsiTheme="minorBidi" w:cstheme="minorBidi"/>
              </w:rPr>
              <w:br/>
            </w:r>
            <w:r w:rsidRPr="000F2FAF">
              <w:rPr>
                <w:rFonts w:asciiTheme="minorBidi" w:hAnsiTheme="minorBidi" w:cstheme="minorBidi"/>
              </w:rPr>
              <w:t xml:space="preserve">n’a pas eu lieu conformément au plan </w:t>
            </w:r>
            <w:r w:rsidR="00985296">
              <w:rPr>
                <w:rFonts w:asciiTheme="minorBidi" w:hAnsiTheme="minorBidi" w:cstheme="minorBidi"/>
              </w:rPr>
              <w:br/>
            </w:r>
            <w:r w:rsidRPr="000F2FAF">
              <w:rPr>
                <w:rFonts w:asciiTheme="minorBidi" w:hAnsiTheme="minorBidi" w:cstheme="minorBidi"/>
              </w:rPr>
              <w:t>de chargement ou qu’il n’aura pas lieu</w:t>
            </w:r>
          </w:p>
        </w:tc>
      </w:tr>
      <w:tr w:rsidR="00661F20" w:rsidRPr="000F2FAF" w14:paraId="78216372" w14:textId="77777777" w:rsidTr="004C5A28">
        <w:tc>
          <w:tcPr>
            <w:tcW w:w="882" w:type="pct"/>
          </w:tcPr>
          <w:p w14:paraId="68120617"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59</w:t>
            </w:r>
          </w:p>
        </w:tc>
        <w:tc>
          <w:tcPr>
            <w:tcW w:w="1899" w:type="pct"/>
          </w:tcPr>
          <w:p w14:paraId="168082E4"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«Off loaded» (déchargé)</w:t>
            </w:r>
          </w:p>
        </w:tc>
        <w:tc>
          <w:tcPr>
            <w:tcW w:w="2219" w:type="pct"/>
          </w:tcPr>
          <w:p w14:paraId="5B2A12D5"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Retiré du moyen de transport</w:t>
            </w:r>
          </w:p>
        </w:tc>
      </w:tr>
      <w:tr w:rsidR="00661F20" w:rsidRPr="000F2FAF" w14:paraId="5B08A90B" w14:textId="77777777" w:rsidTr="004C5A28">
        <w:tc>
          <w:tcPr>
            <w:tcW w:w="882" w:type="pct"/>
          </w:tcPr>
          <w:p w14:paraId="33F10619"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74</w:t>
            </w:r>
          </w:p>
        </w:tc>
        <w:tc>
          <w:tcPr>
            <w:tcW w:w="1899" w:type="pct"/>
          </w:tcPr>
          <w:p w14:paraId="4083C65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«Received» (reçu)</w:t>
            </w:r>
          </w:p>
        </w:tc>
        <w:tc>
          <w:tcPr>
            <w:tcW w:w="2219" w:type="pct"/>
          </w:tcPr>
          <w:p w14:paraId="1A5C1E72"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Le transporteur prend contrôle/possession </w:t>
            </w:r>
            <w:r w:rsidR="00985296">
              <w:rPr>
                <w:rFonts w:asciiTheme="minorBidi" w:hAnsiTheme="minorBidi" w:cstheme="minorBidi"/>
              </w:rPr>
              <w:br/>
            </w:r>
            <w:r w:rsidRPr="000F2FAF">
              <w:rPr>
                <w:rFonts w:asciiTheme="minorBidi" w:hAnsiTheme="minorBidi" w:cstheme="minorBidi"/>
              </w:rPr>
              <w:t>au moment de la réception/prise en charge</w:t>
            </w:r>
          </w:p>
        </w:tc>
      </w:tr>
      <w:tr w:rsidR="00661F20" w:rsidRPr="000F2FAF" w14:paraId="1A4A13EE" w14:textId="77777777" w:rsidTr="004C5A28">
        <w:tc>
          <w:tcPr>
            <w:tcW w:w="882" w:type="pct"/>
          </w:tcPr>
          <w:p w14:paraId="7649FC96"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82</w:t>
            </w:r>
          </w:p>
        </w:tc>
        <w:tc>
          <w:tcPr>
            <w:tcW w:w="1899" w:type="pct"/>
          </w:tcPr>
          <w:p w14:paraId="0F6BEE6C"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«Returned» (retourné)</w:t>
            </w:r>
          </w:p>
        </w:tc>
        <w:tc>
          <w:tcPr>
            <w:tcW w:w="2219" w:type="pct"/>
          </w:tcPr>
          <w:p w14:paraId="3AA65650" w14:textId="77777777" w:rsidR="00661F20" w:rsidRPr="000F2FAF" w:rsidRDefault="00661F20" w:rsidP="00661F20">
            <w:pPr>
              <w:pStyle w:val="0Textedebase"/>
              <w:spacing w:before="60" w:after="60"/>
              <w:jc w:val="left"/>
              <w:rPr>
                <w:rFonts w:asciiTheme="minorBidi" w:hAnsiTheme="minorBidi" w:cstheme="minorBidi"/>
              </w:rPr>
            </w:pPr>
            <w:r w:rsidRPr="000F2FAF">
              <w:rPr>
                <w:rFonts w:asciiTheme="minorBidi" w:hAnsiTheme="minorBidi" w:cstheme="minorBidi"/>
              </w:rPr>
              <w:t xml:space="preserve">Retour de l’expédition à l’expéditeur, </w:t>
            </w:r>
            <w:r w:rsidR="00985296">
              <w:rPr>
                <w:rFonts w:asciiTheme="minorBidi" w:hAnsiTheme="minorBidi" w:cstheme="minorBidi"/>
              </w:rPr>
              <w:br/>
            </w:r>
            <w:r w:rsidRPr="000F2FAF">
              <w:rPr>
                <w:rFonts w:asciiTheme="minorBidi" w:hAnsiTheme="minorBidi" w:cstheme="minorBidi"/>
              </w:rPr>
              <w:t xml:space="preserve">ou, dans le cas de la collecte, notification </w:t>
            </w:r>
            <w:r w:rsidR="00985296">
              <w:rPr>
                <w:rFonts w:asciiTheme="minorBidi" w:hAnsiTheme="minorBidi" w:cstheme="minorBidi"/>
              </w:rPr>
              <w:br/>
            </w:r>
            <w:r w:rsidRPr="000F2FAF">
              <w:rPr>
                <w:rFonts w:asciiTheme="minorBidi" w:hAnsiTheme="minorBidi" w:cstheme="minorBidi"/>
              </w:rPr>
              <w:t>de la disponibilité pour prise en charge</w:t>
            </w:r>
          </w:p>
        </w:tc>
      </w:tr>
    </w:tbl>
    <w:p w14:paraId="26EB5546" w14:textId="77777777" w:rsidR="00661F20" w:rsidRPr="000F2FAF" w:rsidRDefault="00661F20" w:rsidP="00661F20">
      <w:pPr>
        <w:pStyle w:val="0Textedebase"/>
        <w:rPr>
          <w:rFonts w:asciiTheme="minorBidi" w:hAnsiTheme="minorBidi" w:cstheme="minorBidi"/>
        </w:rPr>
      </w:pPr>
    </w:p>
    <w:p w14:paraId="2D3320AB" w14:textId="77777777" w:rsidR="00661F20" w:rsidRPr="000F2FAF" w:rsidRDefault="00661F20" w:rsidP="00661F20">
      <w:pPr>
        <w:jc w:val="both"/>
        <w:rPr>
          <w:rFonts w:asciiTheme="minorBidi" w:hAnsiTheme="minorBidi" w:cstheme="minorBidi"/>
          <w:i/>
          <w:iCs/>
        </w:rPr>
      </w:pPr>
      <w:r w:rsidRPr="000F2FAF">
        <w:rPr>
          <w:rFonts w:asciiTheme="minorBidi" w:hAnsiTheme="minorBidi" w:cstheme="minorBidi"/>
        </w:rPr>
        <w:br w:type="page"/>
      </w:r>
    </w:p>
    <w:p w14:paraId="1D79097A" w14:textId="77777777" w:rsidR="00661F20" w:rsidRPr="00661F20" w:rsidRDefault="00661F20" w:rsidP="00661F20">
      <w:pPr>
        <w:jc w:val="both"/>
        <w:rPr>
          <w:rFonts w:asciiTheme="minorBidi" w:hAnsiTheme="minorBidi" w:cstheme="minorBidi"/>
          <w:b/>
          <w:bCs/>
        </w:rPr>
      </w:pPr>
      <w:r>
        <w:rPr>
          <w:rFonts w:asciiTheme="minorBidi" w:hAnsiTheme="minorBidi" w:cstheme="minorBidi"/>
          <w:b/>
          <w:bCs/>
        </w:rPr>
        <w:lastRenderedPageBreak/>
        <w:t xml:space="preserve">Annexe 9 – </w:t>
      </w:r>
      <w:r w:rsidRPr="00661F20">
        <w:rPr>
          <w:rFonts w:asciiTheme="minorBidi" w:hAnsiTheme="minorBidi" w:cstheme="minorBidi"/>
          <w:b/>
          <w:bCs/>
        </w:rPr>
        <w:t>Scénarios des plans d’urgence</w:t>
      </w:r>
    </w:p>
    <w:p w14:paraId="476D607E" w14:textId="77777777" w:rsidR="00661F20" w:rsidRPr="000F2FAF" w:rsidRDefault="00661F20" w:rsidP="00661F20">
      <w:pPr>
        <w:jc w:val="both"/>
        <w:rPr>
          <w:rFonts w:asciiTheme="minorBidi" w:hAnsiTheme="minorBidi" w:cstheme="minorBidi"/>
        </w:rPr>
      </w:pPr>
    </w:p>
    <w:p w14:paraId="4A1B8D13" w14:textId="77777777" w:rsidR="00661F20" w:rsidRPr="000F2FAF" w:rsidRDefault="00661F20" w:rsidP="00661F20">
      <w:pPr>
        <w:jc w:val="both"/>
        <w:rPr>
          <w:rFonts w:asciiTheme="minorBidi" w:hAnsiTheme="minorBidi" w:cstheme="minorBidi"/>
        </w:rPr>
      </w:pPr>
      <w:r w:rsidRPr="000F2FAF">
        <w:rPr>
          <w:rFonts w:asciiTheme="minorBidi" w:hAnsiTheme="minorBidi" w:cstheme="minorBidi"/>
        </w:rPr>
        <w:t>Ci-dessous la liste non exhaustive des scénarios pour lesquels des plans devraient être prévus:</w:t>
      </w:r>
    </w:p>
    <w:p w14:paraId="1E0000CC" w14:textId="77777777" w:rsidR="00661F20" w:rsidRPr="000F2FAF" w:rsidRDefault="00661F20" w:rsidP="00661F20">
      <w:pPr>
        <w:pStyle w:val="Paragraphedeliste"/>
        <w:spacing w:before="120"/>
        <w:ind w:left="567" w:hanging="567"/>
        <w:contextualSpacing w:val="0"/>
        <w:jc w:val="both"/>
        <w:rPr>
          <w:rFonts w:asciiTheme="minorBidi" w:hAnsiTheme="minorBidi" w:cstheme="minorBidi"/>
        </w:rPr>
      </w:pPr>
      <w:r w:rsidRPr="000F2FAF">
        <w:rPr>
          <w:rFonts w:asciiTheme="minorBidi" w:hAnsiTheme="minorBidi" w:cstheme="minorBidi"/>
        </w:rPr>
        <w:t>1.</w:t>
      </w:r>
      <w:r w:rsidRPr="000F2FAF">
        <w:rPr>
          <w:rFonts w:asciiTheme="minorBidi" w:hAnsiTheme="minorBidi" w:cstheme="minorBidi"/>
        </w:rPr>
        <w:tab/>
        <w:t>Le système de production est momentanément indisponible.</w:t>
      </w:r>
    </w:p>
    <w:p w14:paraId="012B655C" w14:textId="77777777" w:rsidR="00661F20" w:rsidRPr="000F2FAF" w:rsidRDefault="00661F20" w:rsidP="00661F20">
      <w:pPr>
        <w:pStyle w:val="Paragraphedeliste"/>
        <w:spacing w:before="120"/>
        <w:ind w:left="567" w:hanging="567"/>
        <w:contextualSpacing w:val="0"/>
        <w:jc w:val="both"/>
        <w:rPr>
          <w:rFonts w:asciiTheme="minorBidi" w:hAnsiTheme="minorBidi" w:cstheme="minorBidi"/>
        </w:rPr>
      </w:pPr>
      <w:r w:rsidRPr="000F2FAF">
        <w:rPr>
          <w:rFonts w:asciiTheme="minorBidi" w:hAnsiTheme="minorBidi" w:cstheme="minorBidi"/>
        </w:rPr>
        <w:t>2.</w:t>
      </w:r>
      <w:r w:rsidRPr="000F2FAF">
        <w:rPr>
          <w:rFonts w:asciiTheme="minorBidi" w:hAnsiTheme="minorBidi" w:cstheme="minorBidi"/>
        </w:rPr>
        <w:tab/>
        <w:t>Aucun message EDI échangé par l’opérateur désigné d’origine.</w:t>
      </w:r>
    </w:p>
    <w:p w14:paraId="78DC2654" w14:textId="77777777" w:rsidR="00661F20" w:rsidRPr="00D72BEC" w:rsidRDefault="00661F20" w:rsidP="00661F20">
      <w:pPr>
        <w:spacing w:before="120"/>
        <w:ind w:left="567" w:hanging="567"/>
        <w:rPr>
          <w:rFonts w:asciiTheme="minorBidi" w:hAnsiTheme="minorBidi" w:cstheme="minorBidi"/>
        </w:rPr>
      </w:pPr>
      <w:r w:rsidRPr="000F2FAF">
        <w:rPr>
          <w:rFonts w:asciiTheme="minorBidi" w:hAnsiTheme="minorBidi" w:cstheme="minorBidi"/>
        </w:rPr>
        <w:t>3.</w:t>
      </w:r>
      <w:r w:rsidRPr="000F2FAF">
        <w:rPr>
          <w:rFonts w:asciiTheme="minorBidi" w:hAnsiTheme="minorBidi" w:cstheme="minorBidi"/>
        </w:rPr>
        <w:tab/>
        <w:t>Les éléments des données de la déclaration électronique de sûreté des expéditions sont incorrects ou incomplets.</w:t>
      </w:r>
    </w:p>
    <w:sectPr w:rsidR="00661F20" w:rsidRPr="00D72BEC" w:rsidSect="00FB2E84">
      <w:headerReference w:type="default" r:id="rId17"/>
      <w:footnotePr>
        <w:numRestart w:val="eachPage"/>
      </w:footnotePr>
      <w:endnotePr>
        <w:numFmt w:val="decimal"/>
      </w:endnotePr>
      <w:pgSz w:w="11907" w:h="16840" w:code="9"/>
      <w:pgMar w:top="1134" w:right="851" w:bottom="1134" w:left="1418" w:header="709" w:footer="709"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0878D" w14:textId="77777777" w:rsidR="00576816" w:rsidRDefault="00576816">
      <w:pPr>
        <w:spacing w:after="120"/>
        <w:rPr>
          <w:sz w:val="18"/>
        </w:rPr>
      </w:pPr>
      <w:r>
        <w:rPr>
          <w:sz w:val="18"/>
        </w:rPr>
        <w:t>____________</w:t>
      </w:r>
    </w:p>
  </w:endnote>
  <w:endnote w:type="continuationSeparator" w:id="0">
    <w:p w14:paraId="303D0337" w14:textId="77777777" w:rsidR="00576816" w:rsidRDefault="00576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A7641" w14:textId="77777777" w:rsidR="00576816" w:rsidRDefault="00576816" w:rsidP="009E7ADC">
      <w:pPr>
        <w:rPr>
          <w:sz w:val="18"/>
        </w:rPr>
      </w:pPr>
    </w:p>
  </w:footnote>
  <w:footnote w:type="continuationSeparator" w:id="0">
    <w:p w14:paraId="7A1784CF" w14:textId="77777777" w:rsidR="00576816" w:rsidRPr="00252BCD" w:rsidRDefault="00576816" w:rsidP="009E7ADC">
      <w:pPr>
        <w:rPr>
          <w:sz w:val="18"/>
          <w:szCs w:val="18"/>
        </w:rPr>
      </w:pPr>
    </w:p>
  </w:footnote>
  <w:footnote w:type="continuationNotice" w:id="1">
    <w:p w14:paraId="6F204060" w14:textId="77777777" w:rsidR="00576816" w:rsidRPr="00252BCD" w:rsidRDefault="00576816" w:rsidP="004E2B3B">
      <w:pPr>
        <w:rPr>
          <w:sz w:val="18"/>
          <w:szCs w:val="18"/>
        </w:rPr>
      </w:pPr>
    </w:p>
  </w:footnote>
  <w:footnote w:id="2">
    <w:p w14:paraId="43529ECE" w14:textId="77777777" w:rsidR="00576816" w:rsidRPr="003131EE" w:rsidRDefault="00576816" w:rsidP="00A6228A">
      <w:pPr>
        <w:pStyle w:val="Notedebasdepage"/>
        <w:rPr>
          <w:rFonts w:cs="Arial"/>
          <w:u w:val="single"/>
        </w:rPr>
      </w:pPr>
      <w:r>
        <w:rPr>
          <w:rStyle w:val="Appelnotedebasdep"/>
          <w:rFonts w:cs="Arial"/>
          <w:u w:val="single"/>
        </w:rPr>
        <w:footnoteRef/>
      </w:r>
      <w:r>
        <w:rPr>
          <w:u w:val="single"/>
        </w:rPr>
        <w:t xml:space="preserve"> La remise (admission et distribution) peut être facilitée par un dispositif d’enregistrement du courrier (MRD) qui permet un enregistrement rapide et simple des remises de courrier par les opérateurs postaux et à ceux-ci aux installations postales situées dans les aéroports.</w:t>
      </w:r>
    </w:p>
  </w:footnote>
  <w:footnote w:id="3">
    <w:p w14:paraId="53A32F75" w14:textId="77777777" w:rsidR="00576816" w:rsidRPr="003131EE" w:rsidRDefault="00576816" w:rsidP="00661F20">
      <w:pPr>
        <w:pStyle w:val="Notedebasdepage"/>
        <w:rPr>
          <w:rFonts w:asciiTheme="minorBidi" w:hAnsiTheme="minorBidi" w:cstheme="minorBidi"/>
          <w:sz w:val="20"/>
          <w:szCs w:val="20"/>
          <w:u w:val="single"/>
        </w:rPr>
      </w:pPr>
      <w:r>
        <w:rPr>
          <w:rStyle w:val="Appelnotedebasdep"/>
          <w:rFonts w:asciiTheme="minorBidi" w:hAnsiTheme="minorBidi" w:cstheme="minorBidi"/>
          <w:u w:val="single"/>
        </w:rPr>
        <w:footnoteRef/>
      </w:r>
      <w:r>
        <w:rPr>
          <w:rFonts w:asciiTheme="minorBidi" w:hAnsiTheme="minorBidi"/>
          <w:u w:val="single"/>
        </w:rPr>
        <w:t xml:space="preserve"> Sur la base du message CARDIT v2.1; il est techniquement possible d’éviter le scannage de chaque récipient et de scanner à la place uniquement un «lot» (un conteneur identifié: il peut s’agir d’un chariot et non nécessairement d’un conteneur aérien), à condition que l’opérateur désigné d’origine utilise cette fonctionnalité.</w:t>
      </w:r>
      <w:r>
        <w:rPr>
          <w:rFonts w:asciiTheme="minorBidi" w:hAnsiTheme="minorBidi"/>
          <w:sz w:val="20"/>
          <w:szCs w:val="20"/>
          <w:u w:val="singl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0F15" w14:textId="77777777" w:rsidR="00576816" w:rsidRDefault="00576816">
    <w:pPr>
      <w:jc w:val="center"/>
    </w:pPr>
    <w:r>
      <w:pgNum/>
    </w:r>
  </w:p>
  <w:p w14:paraId="7E046F9E" w14:textId="77777777" w:rsidR="00576816" w:rsidRDefault="00576816">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94D3F" w14:textId="77777777" w:rsidR="00576816" w:rsidRDefault="00576816" w:rsidP="00F639BA">
    <w:pPr>
      <w:jc w:val="center"/>
    </w:pPr>
    <w:r>
      <w:pgNum/>
    </w:r>
  </w:p>
  <w:p w14:paraId="4145503D" w14:textId="77777777" w:rsidR="00576816" w:rsidRDefault="00576816"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1DF65" w14:textId="77777777" w:rsidR="00576816" w:rsidRPr="00376861" w:rsidRDefault="00576816" w:rsidP="00376861">
    <w:pPr>
      <w:spacing w:line="20" w:lineRule="exac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F92B0" w14:textId="77777777" w:rsidR="00576816" w:rsidRDefault="00576816" w:rsidP="00F639BA">
    <w:pPr>
      <w:jc w:val="center"/>
    </w:pPr>
  </w:p>
  <w:p w14:paraId="0A0B4833" w14:textId="77777777" w:rsidR="00576816" w:rsidRDefault="00576816" w:rsidP="00F639BA">
    <w:pPr>
      <w:jc w:val="center"/>
    </w:pPr>
    <w:r>
      <w:rPr>
        <w:noProof/>
        <w:lang w:val="en-US" w:eastAsia="en-US"/>
      </w:rPr>
      <mc:AlternateContent>
        <mc:Choice Requires="wps">
          <w:drawing>
            <wp:anchor distT="0" distB="0" distL="114300" distR="114300" simplePos="0" relativeHeight="251661312" behindDoc="0" locked="0" layoutInCell="1" allowOverlap="1" wp14:anchorId="02DA42AA" wp14:editId="0A3C1674">
              <wp:simplePos x="0" y="0"/>
              <wp:positionH relativeFrom="rightMargin">
                <wp:align>left</wp:align>
              </wp:positionH>
              <wp:positionV relativeFrom="paragraph">
                <wp:posOffset>260668</wp:posOffset>
              </wp:positionV>
              <wp:extent cx="330835" cy="6054587"/>
              <wp:effectExtent l="0" t="0" r="0" b="381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0545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D57EE" w14:textId="672BC7EE" w:rsidR="00576816" w:rsidRDefault="00576816" w:rsidP="00B13E8F">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B03AB3">
                            <w:rPr>
                              <w:rStyle w:val="Numrodepage"/>
                              <w:rFonts w:cs="Arial"/>
                              <w:noProof/>
                            </w:rPr>
                            <w:t>21</w:t>
                          </w:r>
                          <w:r w:rsidRPr="001E40F3">
                            <w:rPr>
                              <w:rStyle w:val="Numrodepage"/>
                              <w:rFonts w:cs="Arial"/>
                            </w:rPr>
                            <w:fldChar w:fldCharType="end"/>
                          </w:r>
                        </w:p>
                        <w:p w14:paraId="376343B7" w14:textId="77777777" w:rsidR="00576816" w:rsidRPr="001E40F3" w:rsidRDefault="00576816" w:rsidP="00B13E8F">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A42AA" id="_x0000_t202" coordsize="21600,21600" o:spt="202" path="m,l,21600r21600,l21600,xe">
              <v:stroke joinstyle="miter"/>
              <v:path gradientshapeok="t" o:connecttype="rect"/>
            </v:shapetype>
            <v:shape id="Text Box 12" o:spid="_x0000_s1026" type="#_x0000_t202" style="position:absolute;left:0;text-align:left;margin-left:0;margin-top:20.55pt;width:26.05pt;height:476.75pt;z-index:25166131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" stroked="f">
              <v:textbox style="layout-flow:vertical-ideographic" inset="0,0,0,0">
                <w:txbxContent>
                  <w:p w14:paraId="673D57EE" w14:textId="672BC7EE" w:rsidR="00576816" w:rsidRDefault="00576816" w:rsidP="00B13E8F">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B03AB3">
                      <w:rPr>
                        <w:rStyle w:val="Numrodepage"/>
                        <w:rFonts w:cs="Arial"/>
                        <w:noProof/>
                      </w:rPr>
                      <w:t>21</w:t>
                    </w:r>
                    <w:r w:rsidRPr="001E40F3">
                      <w:rPr>
                        <w:rStyle w:val="Numrodepage"/>
                        <w:rFonts w:cs="Arial"/>
                      </w:rPr>
                      <w:fldChar w:fldCharType="end"/>
                    </w:r>
                  </w:p>
                  <w:p w14:paraId="376343B7" w14:textId="77777777" w:rsidR="00576816" w:rsidRPr="001E40F3" w:rsidRDefault="00576816" w:rsidP="00B13E8F">
                    <w:pPr>
                      <w:jc w:val="center"/>
                      <w:rPr>
                        <w:rFonts w:cs="Arial"/>
                      </w:rPr>
                    </w:pPr>
                  </w:p>
                </w:txbxContent>
              </v:textbox>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40032" w14:textId="77777777" w:rsidR="00576816" w:rsidRPr="00376861" w:rsidRDefault="00576816" w:rsidP="00376861">
    <w:pPr>
      <w:spacing w:line="20" w:lineRule="exact"/>
      <w:rPr>
        <w:sz w:val="2"/>
        <w:szCs w:val="2"/>
      </w:rPr>
    </w:pPr>
    <w:r>
      <w:rPr>
        <w:noProof/>
        <w:lang w:val="en-US" w:eastAsia="en-US"/>
      </w:rPr>
      <mc:AlternateContent>
        <mc:Choice Requires="wps">
          <w:drawing>
            <wp:anchor distT="0" distB="0" distL="114300" distR="114300" simplePos="0" relativeHeight="251659264" behindDoc="0" locked="0" layoutInCell="1" allowOverlap="1" wp14:anchorId="50C1F51E" wp14:editId="3BE54EF3">
              <wp:simplePos x="0" y="0"/>
              <wp:positionH relativeFrom="rightMargin">
                <wp:align>left</wp:align>
              </wp:positionH>
              <wp:positionV relativeFrom="paragraph">
                <wp:posOffset>442674</wp:posOffset>
              </wp:positionV>
              <wp:extent cx="330835" cy="61341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6134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BE9B6" w14:textId="77777777" w:rsidR="00576816" w:rsidRDefault="00576816" w:rsidP="00B13E8F">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Pr>
                              <w:rStyle w:val="Numrodepage"/>
                              <w:rFonts w:cs="Arial"/>
                              <w:noProof/>
                            </w:rPr>
                            <w:t>21</w:t>
                          </w:r>
                          <w:r w:rsidRPr="001E40F3">
                            <w:rPr>
                              <w:rStyle w:val="Numrodepage"/>
                              <w:rFonts w:cs="Arial"/>
                            </w:rPr>
                            <w:fldChar w:fldCharType="end"/>
                          </w:r>
                        </w:p>
                        <w:p w14:paraId="69A1C208" w14:textId="77777777" w:rsidR="00576816" w:rsidRPr="001E40F3" w:rsidRDefault="00576816" w:rsidP="00B13E8F">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1F51E" id="_x0000_t202" coordsize="21600,21600" o:spt="202" path="m,l,21600r21600,l21600,xe">
              <v:stroke joinstyle="miter"/>
              <v:path gradientshapeok="t" o:connecttype="rect"/>
            </v:shapetype>
            <v:shape id="_x0000_s1027" type="#_x0000_t202" style="position:absolute;margin-left:0;margin-top:34.85pt;width:26.05pt;height:483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" stroked="f">
              <v:textbox style="layout-flow:vertical-ideographic" inset="0,0,0,0">
                <w:txbxContent>
                  <w:p w14:paraId="22DBE9B6" w14:textId="77777777" w:rsidR="00576816" w:rsidRDefault="00576816" w:rsidP="00B13E8F">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Pr>
                        <w:rStyle w:val="Numrodepage"/>
                        <w:rFonts w:cs="Arial"/>
                        <w:noProof/>
                      </w:rPr>
                      <w:t>21</w:t>
                    </w:r>
                    <w:r w:rsidRPr="001E40F3">
                      <w:rPr>
                        <w:rStyle w:val="Numrodepage"/>
                        <w:rFonts w:cs="Arial"/>
                      </w:rPr>
                      <w:fldChar w:fldCharType="end"/>
                    </w:r>
                  </w:p>
                  <w:p w14:paraId="69A1C208" w14:textId="77777777" w:rsidR="00576816" w:rsidRPr="001E40F3" w:rsidRDefault="00576816" w:rsidP="00B13E8F">
                    <w:pPr>
                      <w:jc w:val="center"/>
                      <w:rPr>
                        <w:rFonts w:cs="Arial"/>
                      </w:rPr>
                    </w:pPr>
                  </w:p>
                </w:txbxContent>
              </v:textbox>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9A91F" w14:textId="3E8A4D45" w:rsidR="00576816" w:rsidRDefault="00576816" w:rsidP="00F639BA">
    <w:pPr>
      <w:jc w:val="center"/>
    </w:pPr>
    <w:r>
      <w:fldChar w:fldCharType="begin"/>
    </w:r>
    <w:r>
      <w:instrText>PAGE   \* MERGEFORMAT</w:instrText>
    </w:r>
    <w:r>
      <w:fldChar w:fldCharType="separate"/>
    </w:r>
    <w:r w:rsidR="00B03AB3">
      <w:rPr>
        <w:noProof/>
      </w:rPr>
      <w:t>32</w:t>
    </w:r>
    <w:r>
      <w:fldChar w:fldCharType="end"/>
    </w:r>
  </w:p>
  <w:p w14:paraId="0789B892" w14:textId="77777777" w:rsidR="00576816" w:rsidRDefault="00576816" w:rsidP="00F639B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D7D0E54E"/>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CFD46D8E"/>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C5D63B7"/>
    <w:multiLevelType w:val="hybridMultilevel"/>
    <w:tmpl w:val="67A48B60"/>
    <w:lvl w:ilvl="0" w:tplc="BE1A5CD8">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8"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9"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ADB125E"/>
    <w:multiLevelType w:val="singleLevel"/>
    <w:tmpl w:val="24D8B784"/>
    <w:lvl w:ilvl="0">
      <w:numFmt w:val="bullet"/>
      <w:pStyle w:val="Deuximeretrait"/>
      <w:lvlText w:val=""/>
      <w:lvlJc w:val="left"/>
      <w:pPr>
        <w:tabs>
          <w:tab w:val="num" w:pos="1134"/>
        </w:tabs>
        <w:ind w:left="1134" w:hanging="567"/>
      </w:pPr>
      <w:rPr>
        <w:rFonts w:ascii="Symbol" w:hAnsi="Symbol" w:hint="default"/>
      </w:rPr>
    </w:lvl>
  </w:abstractNum>
  <w:abstractNum w:abstractNumId="13"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4"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8"/>
  </w:num>
  <w:num w:numId="2">
    <w:abstractNumId w:val="7"/>
  </w:num>
  <w:num w:numId="3">
    <w:abstractNumId w:val="6"/>
  </w:num>
  <w:num w:numId="4">
    <w:abstractNumId w:val="5"/>
  </w:num>
  <w:num w:numId="5">
    <w:abstractNumId w:val="9"/>
  </w:num>
  <w:num w:numId="6">
    <w:abstractNumId w:val="14"/>
  </w:num>
  <w:num w:numId="7">
    <w:abstractNumId w:val="15"/>
  </w:num>
  <w:num w:numId="8">
    <w:abstractNumId w:val="3"/>
  </w:num>
  <w:num w:numId="9">
    <w:abstractNumId w:val="1"/>
  </w:num>
  <w:num w:numId="10">
    <w:abstractNumId w:val="11"/>
  </w:num>
  <w:num w:numId="11">
    <w:abstractNumId w:val="10"/>
  </w:num>
  <w:num w:numId="12">
    <w:abstractNumId w:val="13"/>
  </w:num>
  <w:num w:numId="13">
    <w:abstractNumId w:val="0"/>
  </w:num>
  <w:num w:numId="14">
    <w:abstractNumId w:val="12"/>
  </w:num>
  <w:num w:numId="15">
    <w:abstractNumId w:val="2"/>
  </w:num>
  <w:num w:numId="16">
    <w:abstractNumId w:val="12"/>
  </w:num>
  <w:num w:numId="17">
    <w:abstractNumId w:val="0"/>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AC"/>
    <w:rsid w:val="000021DD"/>
    <w:rsid w:val="00002216"/>
    <w:rsid w:val="00004D2B"/>
    <w:rsid w:val="0002298F"/>
    <w:rsid w:val="00023669"/>
    <w:rsid w:val="00026EC5"/>
    <w:rsid w:val="000465C9"/>
    <w:rsid w:val="00051BB3"/>
    <w:rsid w:val="000569F6"/>
    <w:rsid w:val="00096767"/>
    <w:rsid w:val="000B24C3"/>
    <w:rsid w:val="000D1BB1"/>
    <w:rsid w:val="000E0AB2"/>
    <w:rsid w:val="000F4E7C"/>
    <w:rsid w:val="001006F4"/>
    <w:rsid w:val="00104F21"/>
    <w:rsid w:val="0011269C"/>
    <w:rsid w:val="00114519"/>
    <w:rsid w:val="00121A6F"/>
    <w:rsid w:val="00143C55"/>
    <w:rsid w:val="001567C5"/>
    <w:rsid w:val="00161F92"/>
    <w:rsid w:val="0017006D"/>
    <w:rsid w:val="001718B7"/>
    <w:rsid w:val="00172757"/>
    <w:rsid w:val="001813EE"/>
    <w:rsid w:val="001A4314"/>
    <w:rsid w:val="001E4786"/>
    <w:rsid w:val="001F12D1"/>
    <w:rsid w:val="00203580"/>
    <w:rsid w:val="002233F3"/>
    <w:rsid w:val="00232DCA"/>
    <w:rsid w:val="002459E6"/>
    <w:rsid w:val="00252BCD"/>
    <w:rsid w:val="00261EAE"/>
    <w:rsid w:val="0026706D"/>
    <w:rsid w:val="00272937"/>
    <w:rsid w:val="00273DE6"/>
    <w:rsid w:val="00282124"/>
    <w:rsid w:val="00282FAD"/>
    <w:rsid w:val="002837F7"/>
    <w:rsid w:val="00285501"/>
    <w:rsid w:val="0029168C"/>
    <w:rsid w:val="00291E19"/>
    <w:rsid w:val="00297C98"/>
    <w:rsid w:val="002A3142"/>
    <w:rsid w:val="002A663B"/>
    <w:rsid w:val="002B1B7A"/>
    <w:rsid w:val="002B2A67"/>
    <w:rsid w:val="002B66E8"/>
    <w:rsid w:val="002C3576"/>
    <w:rsid w:val="002D7E64"/>
    <w:rsid w:val="002E7B4C"/>
    <w:rsid w:val="002F7773"/>
    <w:rsid w:val="003002DC"/>
    <w:rsid w:val="003104EA"/>
    <w:rsid w:val="003118BD"/>
    <w:rsid w:val="0031491F"/>
    <w:rsid w:val="00321D0A"/>
    <w:rsid w:val="003234EA"/>
    <w:rsid w:val="00325076"/>
    <w:rsid w:val="00325132"/>
    <w:rsid w:val="00331C6E"/>
    <w:rsid w:val="003344B9"/>
    <w:rsid w:val="003405FB"/>
    <w:rsid w:val="003407BC"/>
    <w:rsid w:val="00341C53"/>
    <w:rsid w:val="00342CD6"/>
    <w:rsid w:val="00343FF6"/>
    <w:rsid w:val="0035401F"/>
    <w:rsid w:val="00355163"/>
    <w:rsid w:val="00361DE6"/>
    <w:rsid w:val="00372B67"/>
    <w:rsid w:val="0037420A"/>
    <w:rsid w:val="003750AE"/>
    <w:rsid w:val="00376861"/>
    <w:rsid w:val="00384D34"/>
    <w:rsid w:val="003B1F46"/>
    <w:rsid w:val="003E352F"/>
    <w:rsid w:val="003E67AC"/>
    <w:rsid w:val="003F1EA4"/>
    <w:rsid w:val="00401240"/>
    <w:rsid w:val="00406329"/>
    <w:rsid w:val="0040792E"/>
    <w:rsid w:val="0041122B"/>
    <w:rsid w:val="00411FB7"/>
    <w:rsid w:val="004158FF"/>
    <w:rsid w:val="00422F57"/>
    <w:rsid w:val="00423CBD"/>
    <w:rsid w:val="004275E2"/>
    <w:rsid w:val="00430C0E"/>
    <w:rsid w:val="004422FB"/>
    <w:rsid w:val="00450187"/>
    <w:rsid w:val="0045603B"/>
    <w:rsid w:val="0046077D"/>
    <w:rsid w:val="004611D5"/>
    <w:rsid w:val="00471CE5"/>
    <w:rsid w:val="004A31FB"/>
    <w:rsid w:val="004A6F3C"/>
    <w:rsid w:val="004C4EBF"/>
    <w:rsid w:val="004C5A28"/>
    <w:rsid w:val="004C6BEE"/>
    <w:rsid w:val="004D03CA"/>
    <w:rsid w:val="004D221E"/>
    <w:rsid w:val="004D2DA6"/>
    <w:rsid w:val="004E05F3"/>
    <w:rsid w:val="004E1F28"/>
    <w:rsid w:val="004E2B3B"/>
    <w:rsid w:val="004E63E4"/>
    <w:rsid w:val="004F548A"/>
    <w:rsid w:val="0051701F"/>
    <w:rsid w:val="00527FF5"/>
    <w:rsid w:val="0053082F"/>
    <w:rsid w:val="005345AF"/>
    <w:rsid w:val="00536401"/>
    <w:rsid w:val="00565476"/>
    <w:rsid w:val="00567347"/>
    <w:rsid w:val="00570EDB"/>
    <w:rsid w:val="005749CB"/>
    <w:rsid w:val="00576816"/>
    <w:rsid w:val="00577828"/>
    <w:rsid w:val="00590BBB"/>
    <w:rsid w:val="005A1FD5"/>
    <w:rsid w:val="005A3AE9"/>
    <w:rsid w:val="005B20C7"/>
    <w:rsid w:val="005B5D23"/>
    <w:rsid w:val="005C2838"/>
    <w:rsid w:val="005C747C"/>
    <w:rsid w:val="005D36DD"/>
    <w:rsid w:val="005D36F8"/>
    <w:rsid w:val="005D42D7"/>
    <w:rsid w:val="005D6BF4"/>
    <w:rsid w:val="005D7F27"/>
    <w:rsid w:val="005E46A3"/>
    <w:rsid w:val="005E5DC2"/>
    <w:rsid w:val="005F0892"/>
    <w:rsid w:val="005F4A1C"/>
    <w:rsid w:val="00636F52"/>
    <w:rsid w:val="00637585"/>
    <w:rsid w:val="00643F80"/>
    <w:rsid w:val="00653717"/>
    <w:rsid w:val="00653FFD"/>
    <w:rsid w:val="00654B91"/>
    <w:rsid w:val="00656A8B"/>
    <w:rsid w:val="00661F20"/>
    <w:rsid w:val="006724B1"/>
    <w:rsid w:val="00687438"/>
    <w:rsid w:val="006A79AB"/>
    <w:rsid w:val="006B1882"/>
    <w:rsid w:val="006B1CB9"/>
    <w:rsid w:val="006C019C"/>
    <w:rsid w:val="006C3D41"/>
    <w:rsid w:val="006C3E42"/>
    <w:rsid w:val="006C47EF"/>
    <w:rsid w:val="006D5D8D"/>
    <w:rsid w:val="006E36B1"/>
    <w:rsid w:val="006E515B"/>
    <w:rsid w:val="006E71AC"/>
    <w:rsid w:val="00702453"/>
    <w:rsid w:val="00717D08"/>
    <w:rsid w:val="00727BC2"/>
    <w:rsid w:val="007365F7"/>
    <w:rsid w:val="00744BF8"/>
    <w:rsid w:val="00754182"/>
    <w:rsid w:val="00756C4A"/>
    <w:rsid w:val="00757BB9"/>
    <w:rsid w:val="00761DEC"/>
    <w:rsid w:val="0076291C"/>
    <w:rsid w:val="00765B70"/>
    <w:rsid w:val="0077420D"/>
    <w:rsid w:val="00780CBD"/>
    <w:rsid w:val="00783C7C"/>
    <w:rsid w:val="007A2839"/>
    <w:rsid w:val="007B6036"/>
    <w:rsid w:val="007B6EC4"/>
    <w:rsid w:val="007C653F"/>
    <w:rsid w:val="007C679A"/>
    <w:rsid w:val="007D07CD"/>
    <w:rsid w:val="007D2933"/>
    <w:rsid w:val="007D6956"/>
    <w:rsid w:val="007E0A42"/>
    <w:rsid w:val="007E6319"/>
    <w:rsid w:val="007F6E68"/>
    <w:rsid w:val="00800891"/>
    <w:rsid w:val="00806B16"/>
    <w:rsid w:val="008269AB"/>
    <w:rsid w:val="00843281"/>
    <w:rsid w:val="00857B50"/>
    <w:rsid w:val="00874527"/>
    <w:rsid w:val="0087570D"/>
    <w:rsid w:val="00887AC2"/>
    <w:rsid w:val="00894B23"/>
    <w:rsid w:val="00894CD8"/>
    <w:rsid w:val="00897E26"/>
    <w:rsid w:val="008A5A68"/>
    <w:rsid w:val="008A77C1"/>
    <w:rsid w:val="008B7E25"/>
    <w:rsid w:val="008C2E16"/>
    <w:rsid w:val="008D3810"/>
    <w:rsid w:val="008D6FBA"/>
    <w:rsid w:val="008E54AA"/>
    <w:rsid w:val="008E7619"/>
    <w:rsid w:val="008F12A9"/>
    <w:rsid w:val="008F1500"/>
    <w:rsid w:val="008F317F"/>
    <w:rsid w:val="008F3C2F"/>
    <w:rsid w:val="008F6B89"/>
    <w:rsid w:val="0091074C"/>
    <w:rsid w:val="00932DC4"/>
    <w:rsid w:val="00933584"/>
    <w:rsid w:val="009434D3"/>
    <w:rsid w:val="009468E0"/>
    <w:rsid w:val="00956077"/>
    <w:rsid w:val="009569DE"/>
    <w:rsid w:val="009573EF"/>
    <w:rsid w:val="00957FCD"/>
    <w:rsid w:val="0097115D"/>
    <w:rsid w:val="00974119"/>
    <w:rsid w:val="00976026"/>
    <w:rsid w:val="0097623B"/>
    <w:rsid w:val="00985296"/>
    <w:rsid w:val="009901C5"/>
    <w:rsid w:val="00990723"/>
    <w:rsid w:val="009A0F8B"/>
    <w:rsid w:val="009B3C80"/>
    <w:rsid w:val="009B449A"/>
    <w:rsid w:val="009C5BD0"/>
    <w:rsid w:val="009D77AD"/>
    <w:rsid w:val="009E57CF"/>
    <w:rsid w:val="009E7ADC"/>
    <w:rsid w:val="009F110E"/>
    <w:rsid w:val="009F36E2"/>
    <w:rsid w:val="00A06C89"/>
    <w:rsid w:val="00A15337"/>
    <w:rsid w:val="00A21507"/>
    <w:rsid w:val="00A418A0"/>
    <w:rsid w:val="00A44ABE"/>
    <w:rsid w:val="00A455D1"/>
    <w:rsid w:val="00A522DA"/>
    <w:rsid w:val="00A53E1E"/>
    <w:rsid w:val="00A543B8"/>
    <w:rsid w:val="00A5792F"/>
    <w:rsid w:val="00A6228A"/>
    <w:rsid w:val="00A6703E"/>
    <w:rsid w:val="00A73891"/>
    <w:rsid w:val="00A809D7"/>
    <w:rsid w:val="00A83C0A"/>
    <w:rsid w:val="00A92377"/>
    <w:rsid w:val="00AA01D2"/>
    <w:rsid w:val="00AA61ED"/>
    <w:rsid w:val="00AB7653"/>
    <w:rsid w:val="00AC2359"/>
    <w:rsid w:val="00AD51A7"/>
    <w:rsid w:val="00AE0D85"/>
    <w:rsid w:val="00AE2BF2"/>
    <w:rsid w:val="00B00E3F"/>
    <w:rsid w:val="00B010D9"/>
    <w:rsid w:val="00B03AB3"/>
    <w:rsid w:val="00B11447"/>
    <w:rsid w:val="00B13E8F"/>
    <w:rsid w:val="00B1711E"/>
    <w:rsid w:val="00B262DA"/>
    <w:rsid w:val="00B30CB2"/>
    <w:rsid w:val="00B37FF9"/>
    <w:rsid w:val="00B40E14"/>
    <w:rsid w:val="00B458DD"/>
    <w:rsid w:val="00B506FB"/>
    <w:rsid w:val="00B7190D"/>
    <w:rsid w:val="00B838AD"/>
    <w:rsid w:val="00B86608"/>
    <w:rsid w:val="00B944CC"/>
    <w:rsid w:val="00B9745D"/>
    <w:rsid w:val="00B97B66"/>
    <w:rsid w:val="00BA404F"/>
    <w:rsid w:val="00BB3ACD"/>
    <w:rsid w:val="00BC0807"/>
    <w:rsid w:val="00BC1442"/>
    <w:rsid w:val="00BC4919"/>
    <w:rsid w:val="00BE147C"/>
    <w:rsid w:val="00BF2822"/>
    <w:rsid w:val="00BF2F28"/>
    <w:rsid w:val="00BF57EA"/>
    <w:rsid w:val="00BF5B9E"/>
    <w:rsid w:val="00C0653D"/>
    <w:rsid w:val="00C06D24"/>
    <w:rsid w:val="00C17350"/>
    <w:rsid w:val="00C21452"/>
    <w:rsid w:val="00C254AC"/>
    <w:rsid w:val="00C2769E"/>
    <w:rsid w:val="00C35110"/>
    <w:rsid w:val="00C36306"/>
    <w:rsid w:val="00C402AE"/>
    <w:rsid w:val="00C5074C"/>
    <w:rsid w:val="00C61E56"/>
    <w:rsid w:val="00C6364D"/>
    <w:rsid w:val="00C74B88"/>
    <w:rsid w:val="00C903B8"/>
    <w:rsid w:val="00C91301"/>
    <w:rsid w:val="00C91C2F"/>
    <w:rsid w:val="00C96589"/>
    <w:rsid w:val="00CA3D20"/>
    <w:rsid w:val="00CA4C15"/>
    <w:rsid w:val="00CB2FA6"/>
    <w:rsid w:val="00CC0402"/>
    <w:rsid w:val="00CC3161"/>
    <w:rsid w:val="00CC7367"/>
    <w:rsid w:val="00CD03E7"/>
    <w:rsid w:val="00CE2270"/>
    <w:rsid w:val="00D00DAB"/>
    <w:rsid w:val="00D154F8"/>
    <w:rsid w:val="00D26332"/>
    <w:rsid w:val="00D30B2E"/>
    <w:rsid w:val="00D3589B"/>
    <w:rsid w:val="00D50254"/>
    <w:rsid w:val="00D61B31"/>
    <w:rsid w:val="00D64064"/>
    <w:rsid w:val="00D72BEC"/>
    <w:rsid w:val="00D73262"/>
    <w:rsid w:val="00D73A0A"/>
    <w:rsid w:val="00D82A34"/>
    <w:rsid w:val="00D930D9"/>
    <w:rsid w:val="00D95DB0"/>
    <w:rsid w:val="00DA49AB"/>
    <w:rsid w:val="00DA646A"/>
    <w:rsid w:val="00DB1979"/>
    <w:rsid w:val="00DB7EC0"/>
    <w:rsid w:val="00DC4D86"/>
    <w:rsid w:val="00DD131C"/>
    <w:rsid w:val="00DD32B1"/>
    <w:rsid w:val="00DE577C"/>
    <w:rsid w:val="00E048A5"/>
    <w:rsid w:val="00E10CD5"/>
    <w:rsid w:val="00E17063"/>
    <w:rsid w:val="00E177CA"/>
    <w:rsid w:val="00E270C8"/>
    <w:rsid w:val="00E31D00"/>
    <w:rsid w:val="00E3448B"/>
    <w:rsid w:val="00E42F84"/>
    <w:rsid w:val="00E72B05"/>
    <w:rsid w:val="00E76C5C"/>
    <w:rsid w:val="00E91656"/>
    <w:rsid w:val="00E968BB"/>
    <w:rsid w:val="00EA1311"/>
    <w:rsid w:val="00EC043A"/>
    <w:rsid w:val="00ED1676"/>
    <w:rsid w:val="00ED183A"/>
    <w:rsid w:val="00ED63F7"/>
    <w:rsid w:val="00ED6707"/>
    <w:rsid w:val="00ED7E1E"/>
    <w:rsid w:val="00EE0A5B"/>
    <w:rsid w:val="00EE2A54"/>
    <w:rsid w:val="00EE7A87"/>
    <w:rsid w:val="00EF2FBB"/>
    <w:rsid w:val="00F11A72"/>
    <w:rsid w:val="00F15EB7"/>
    <w:rsid w:val="00F33A54"/>
    <w:rsid w:val="00F521BF"/>
    <w:rsid w:val="00F579BE"/>
    <w:rsid w:val="00F6214A"/>
    <w:rsid w:val="00F62978"/>
    <w:rsid w:val="00F639BA"/>
    <w:rsid w:val="00F7060C"/>
    <w:rsid w:val="00F87364"/>
    <w:rsid w:val="00F87A5B"/>
    <w:rsid w:val="00F963C3"/>
    <w:rsid w:val="00FA2EFC"/>
    <w:rsid w:val="00FB03C9"/>
    <w:rsid w:val="00FB2AC8"/>
    <w:rsid w:val="00FB2E84"/>
    <w:rsid w:val="00FB6F79"/>
    <w:rsid w:val="00FC5E68"/>
    <w:rsid w:val="00FD0B2E"/>
    <w:rsid w:val="00FD2190"/>
    <w:rsid w:val="00FD4FD5"/>
    <w:rsid w:val="00FE5F9C"/>
    <w:rsid w:val="00FE6153"/>
    <w:rsid w:val="00FF2BFE"/>
    <w:rsid w:val="00FF368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14:docId w14:val="5FBF61A4"/>
  <w15:docId w15:val="{94B03B35-1CFE-44F5-A38A-AE804576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3B8"/>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35401F"/>
    <w:pPr>
      <w:outlineLvl w:val="3"/>
    </w:pPr>
    <w:rPr>
      <w:rFonts w:cs="Arial"/>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31491F"/>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31491F"/>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styleId="TM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2837F7"/>
    <w:pPr>
      <w:autoSpaceDE w:val="0"/>
      <w:autoSpaceDN w:val="0"/>
      <w:adjustRightInd w:val="0"/>
      <w:jc w:val="both"/>
    </w:pPr>
    <w:rPr>
      <w:rFonts w:cs="Arial"/>
    </w:rPr>
  </w:style>
  <w:style w:type="paragraph" w:customStyle="1" w:styleId="Premierretraittableau">
    <w:name w:val="Premier retrait tableau"/>
    <w:basedOn w:val="Premierretrait"/>
    <w:qFormat/>
    <w:rsid w:val="00C5074C"/>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C5074C"/>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C5074C"/>
    <w:pPr>
      <w:tabs>
        <w:tab w:val="clear" w:pos="1701"/>
        <w:tab w:val="left" w:pos="851"/>
      </w:tabs>
      <w:spacing w:before="60" w:after="60"/>
      <w:ind w:left="851" w:hanging="284"/>
    </w:pPr>
  </w:style>
  <w:style w:type="paragraph" w:customStyle="1" w:styleId="0Textedebase">
    <w:name w:val="0 Texte de base"/>
    <w:basedOn w:val="Normal"/>
    <w:rsid w:val="00A6228A"/>
    <w:pPr>
      <w:jc w:val="both"/>
    </w:pPr>
  </w:style>
  <w:style w:type="table" w:styleId="Grilledutableau">
    <w:name w:val="Table Grid"/>
    <w:basedOn w:val="TableauNormal"/>
    <w:rsid w:val="00430C0E"/>
    <w:rPr>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430C0E"/>
    <w:rPr>
      <w:rFonts w:ascii="Arial" w:hAnsi="Arial"/>
      <w:sz w:val="20"/>
      <w:szCs w:val="20"/>
    </w:rPr>
  </w:style>
  <w:style w:type="paragraph" w:customStyle="1" w:styleId="1Premierretrait">
    <w:name w:val="1 Premier retrait"/>
    <w:basedOn w:val="0Textedebase"/>
    <w:rsid w:val="00FB2E84"/>
    <w:pPr>
      <w:tabs>
        <w:tab w:val="num" w:pos="567"/>
      </w:tabs>
      <w:spacing w:before="120"/>
      <w:ind w:left="567" w:hanging="567"/>
    </w:pPr>
  </w:style>
  <w:style w:type="paragraph" w:styleId="Paragraphedeliste">
    <w:name w:val="List Paragraph"/>
    <w:basedOn w:val="Normal"/>
    <w:uiPriority w:val="34"/>
    <w:qFormat/>
    <w:rsid w:val="00661F20"/>
    <w:pPr>
      <w:ind w:left="720"/>
      <w:contextualSpacing/>
    </w:pPr>
    <w:rPr>
      <w:rFonts w:ascii="Bookman Old Style" w:hAnsi="Bookman Old Style"/>
    </w:rPr>
  </w:style>
  <w:style w:type="character" w:styleId="Lienhypertexte">
    <w:name w:val="Hyperlink"/>
    <w:basedOn w:val="Policepardfaut"/>
    <w:rsid w:val="00661F20"/>
    <w:rPr>
      <w:color w:val="0000FF" w:themeColor="hyperlink"/>
      <w:u w:val="single"/>
    </w:rPr>
  </w:style>
  <w:style w:type="character" w:styleId="Lienhypertextesuivivisit">
    <w:name w:val="FollowedHyperlink"/>
    <w:basedOn w:val="Policepardfaut"/>
    <w:semiHidden/>
    <w:unhideWhenUsed/>
    <w:rsid w:val="00CA4C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Autres-Others\FR%20Modeles\FR%20Protocole%20d'acc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PEGASE-7-588678</_dlc_DocId>
    <_dlc_DocIdUrl xmlns="b4ec4095-9810-4e60-b964-3161185fe897">
      <Url>https://pegase.upu.int/_layouts/DocIdRedir.aspx?ID=PEGASE-7-588678</Url>
      <Description>PEGASE-7-588678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BB7872-0D84-47B6-8B08-E1783DD9BFDA}">
  <ds:schemaRefs>
    <ds:schemaRef ds:uri="http://schemas.microsoft.com/sharepoint/events"/>
  </ds:schemaRefs>
</ds:datastoreItem>
</file>

<file path=customXml/itemProps2.xml><?xml version="1.0" encoding="utf-8"?>
<ds:datastoreItem xmlns:ds="http://schemas.openxmlformats.org/officeDocument/2006/customXml" ds:itemID="{EAF2573B-66D8-4472-A7BE-467E7806C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E88B28-D842-45CA-934A-F64059EF1A17}">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b4ec4095-9810-4e60-b964-3161185fe897"/>
    <ds:schemaRef ds:uri="http://www.w3.org/XML/1998/namespace"/>
  </ds:schemaRefs>
</ds:datastoreItem>
</file>

<file path=customXml/itemProps4.xml><?xml version="1.0" encoding="utf-8"?>
<ds:datastoreItem xmlns:ds="http://schemas.openxmlformats.org/officeDocument/2006/customXml" ds:itemID="{E6119A96-9026-45CB-A8A6-9FBE29C404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FR Protocole d'accord.dotx</Template>
  <TotalTime>0</TotalTime>
  <Pages>32</Pages>
  <Words>10621</Words>
  <Characters>60546</Characters>
  <Application>Microsoft Office Word</Application>
  <DocSecurity>0</DocSecurity>
  <Lines>504</Lines>
  <Paragraphs>142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71025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LUTHY christine</dc:creator>
  <cp:lastModifiedBy>LECCI francesco</cp:lastModifiedBy>
  <cp:revision>2</cp:revision>
  <cp:lastPrinted>2018-05-04T10:06:00Z</cp:lastPrinted>
  <dcterms:created xsi:type="dcterms:W3CDTF">2018-05-04T10:14:00Z</dcterms:created>
  <dcterms:modified xsi:type="dcterms:W3CDTF">2018-05-04T10:14:00Z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b325025d-c5a7-4bc2-8994-b0bb238e80ce</vt:lpwstr>
  </property>
</Properties>
</file>