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FA9A1" w14:textId="7A41B971" w:rsidR="002512AB" w:rsidRPr="007C23A0" w:rsidRDefault="00B8693B" w:rsidP="00220169">
      <w:pPr>
        <w:pStyle w:val="0Textedebase"/>
        <w:rPr>
          <w:rFonts w:cs="Arial"/>
          <w:b/>
          <w:bCs/>
        </w:rPr>
      </w:pPr>
      <w:r w:rsidRPr="007C23A0">
        <w:rPr>
          <w:rFonts w:cs="Arial"/>
          <w:b/>
          <w:bCs/>
        </w:rPr>
        <w:t>202</w:t>
      </w:r>
      <w:r w:rsidR="00A7167A" w:rsidRPr="007C23A0">
        <w:rPr>
          <w:rFonts w:cs="Arial"/>
          <w:b/>
          <w:bCs/>
        </w:rPr>
        <w:t>5</w:t>
      </w:r>
      <w:r w:rsidR="00A90344" w:rsidRPr="007C23A0">
        <w:rPr>
          <w:b/>
        </w:rPr>
        <w:t>.</w:t>
      </w:r>
      <w:r w:rsidR="00A7167A" w:rsidRPr="007C23A0">
        <w:rPr>
          <w:b/>
        </w:rPr>
        <w:t>1</w:t>
      </w:r>
      <w:r w:rsidR="00E56782" w:rsidRPr="007C23A0">
        <w:rPr>
          <w:rFonts w:cs="Arial"/>
          <w:b/>
          <w:bCs/>
        </w:rPr>
        <w:t xml:space="preserve"> </w:t>
      </w:r>
      <w:r w:rsidR="002512AB" w:rsidRPr="007C23A0">
        <w:rPr>
          <w:rFonts w:cs="Arial"/>
          <w:b/>
          <w:bCs/>
        </w:rPr>
        <w:t>Council of Administration</w:t>
      </w:r>
      <w:r w:rsidRPr="007C23A0">
        <w:rPr>
          <w:rFonts w:cs="Arial"/>
          <w:b/>
          <w:bCs/>
        </w:rPr>
        <w:t xml:space="preserve"> (CA)</w:t>
      </w:r>
      <w:r w:rsidR="002512AB" w:rsidRPr="007C23A0">
        <w:rPr>
          <w:rFonts w:cs="Arial"/>
          <w:b/>
          <w:bCs/>
        </w:rPr>
        <w:t xml:space="preserve"> and Postal Operation</w:t>
      </w:r>
      <w:r w:rsidRPr="007C23A0">
        <w:rPr>
          <w:rFonts w:cs="Arial"/>
          <w:b/>
          <w:bCs/>
        </w:rPr>
        <w:t>s</w:t>
      </w:r>
      <w:r w:rsidR="002512AB" w:rsidRPr="007C23A0">
        <w:rPr>
          <w:rFonts w:cs="Arial"/>
          <w:b/>
          <w:bCs/>
        </w:rPr>
        <w:t xml:space="preserve"> Council (POC) sessions</w:t>
      </w:r>
    </w:p>
    <w:p w14:paraId="611B7E92" w14:textId="77777777" w:rsidR="002512AB" w:rsidRPr="007C23A0" w:rsidRDefault="002512AB" w:rsidP="002512AB">
      <w:pPr>
        <w:pStyle w:val="0Textedebase"/>
      </w:pPr>
    </w:p>
    <w:p w14:paraId="1B470B1A" w14:textId="77777777" w:rsidR="007776F3" w:rsidRPr="007C23A0" w:rsidRDefault="007776F3" w:rsidP="00BE1E7D">
      <w:pPr>
        <w:spacing w:after="0" w:line="240" w:lineRule="atLeast"/>
        <w:jc w:val="both"/>
        <w:rPr>
          <w:rFonts w:ascii="Arial" w:hAnsi="Arial" w:cs="Arial"/>
          <w:b/>
          <w:bCs/>
          <w:lang w:eastAsia="fr-CH"/>
        </w:rPr>
      </w:pPr>
      <w:r w:rsidRPr="007C23A0">
        <w:rPr>
          <w:rFonts w:ascii="Arial" w:hAnsi="Arial" w:cs="Arial"/>
          <w:b/>
          <w:bCs/>
          <w:lang w:eastAsia="fr-CH"/>
        </w:rPr>
        <w:t>Form to be completed by the relevant government entity</w:t>
      </w:r>
      <w:r w:rsidRPr="007C23A0">
        <w:rPr>
          <w:rFonts w:ascii="Arial" w:hAnsi="Arial" w:cs="Arial"/>
          <w:lang w:eastAsia="fr-CH"/>
        </w:rPr>
        <w:t xml:space="preserve"> of the UPU member country concerned (e.g. ministry, department, embassy or permanent mission to the United Nations and other international organiza</w:t>
      </w:r>
      <w:r w:rsidRPr="007C23A0">
        <w:rPr>
          <w:rFonts w:ascii="Arial" w:hAnsi="Arial" w:cs="Arial"/>
          <w:lang w:eastAsia="fr-CH"/>
        </w:rPr>
        <w:softHyphen/>
        <w:t>tions, etc.)</w:t>
      </w:r>
      <w:r w:rsidR="00E04257" w:rsidRPr="007C23A0">
        <w:rPr>
          <w:rFonts w:ascii="Arial" w:hAnsi="Arial" w:cs="Arial"/>
          <w:lang w:eastAsia="fr-CH"/>
        </w:rPr>
        <w:t>.</w:t>
      </w:r>
    </w:p>
    <w:p w14:paraId="0F81A23A" w14:textId="77777777" w:rsidR="007776F3" w:rsidRPr="007C23A0" w:rsidRDefault="007776F3" w:rsidP="00883B6A">
      <w:pPr>
        <w:spacing w:after="0" w:line="240" w:lineRule="atLeast"/>
        <w:rPr>
          <w:rFonts w:ascii="Arial" w:hAnsi="Arial" w:cs="Arial"/>
          <w:b/>
          <w:bCs/>
          <w:lang w:eastAsia="fr-CH"/>
        </w:rPr>
      </w:pPr>
    </w:p>
    <w:p w14:paraId="4B29408E" w14:textId="3313DDB2" w:rsidR="007776F3" w:rsidRPr="007C23A0" w:rsidRDefault="00BD38EC" w:rsidP="00220169">
      <w:pPr>
        <w:tabs>
          <w:tab w:val="left" w:pos="851"/>
        </w:tabs>
        <w:spacing w:after="0" w:line="240" w:lineRule="atLeast"/>
        <w:jc w:val="both"/>
        <w:rPr>
          <w:rFonts w:ascii="Arial" w:hAnsi="Arial" w:cs="Arial"/>
          <w:szCs w:val="24"/>
          <w:lang w:eastAsia="fr-CH"/>
        </w:rPr>
      </w:pPr>
      <w:r w:rsidRPr="007C23A0">
        <w:rPr>
          <w:rFonts w:ascii="Arial" w:hAnsi="Arial" w:cs="Arial"/>
          <w:snapToGrid w:val="0"/>
          <w:lang w:eastAsia="fr-FR"/>
        </w:rPr>
        <w:t>Please return the completed form to the International Bureau by e-mail (</w:t>
      </w:r>
      <w:hyperlink r:id="rId10" w:history="1">
        <w:r w:rsidRPr="007C23A0">
          <w:rPr>
            <w:rStyle w:val="Hyperlink"/>
            <w:rFonts w:cs="Arial"/>
            <w:lang w:eastAsia="fr-CH"/>
          </w:rPr>
          <w:t>ca.secretariat@upu.int</w:t>
        </w:r>
      </w:hyperlink>
      <w:r w:rsidR="005D0A66" w:rsidRPr="007C23A0">
        <w:rPr>
          <w:rStyle w:val="Hyperlink"/>
          <w:rFonts w:cs="Arial"/>
          <w:lang w:eastAsia="fr-CH"/>
        </w:rPr>
        <w:t xml:space="preserve"> and/</w:t>
      </w:r>
      <w:r w:rsidR="005D0A66" w:rsidRPr="007C23A0">
        <w:rPr>
          <w:rStyle w:val="Hyperlink"/>
        </w:rPr>
        <w:t xml:space="preserve">or </w:t>
      </w:r>
      <w:hyperlink r:id="rId11" w:history="1">
        <w:r w:rsidR="005D0A66" w:rsidRPr="007C23A0">
          <w:rPr>
            <w:rStyle w:val="Hyperlink"/>
          </w:rPr>
          <w:t>poc.secretariat@upu.int</w:t>
        </w:r>
      </w:hyperlink>
      <w:r w:rsidRPr="007C23A0">
        <w:t xml:space="preserve">) </w:t>
      </w:r>
      <w:r w:rsidRPr="007C23A0">
        <w:rPr>
          <w:rFonts w:ascii="Arial" w:hAnsi="Arial" w:cs="Arial"/>
          <w:b/>
          <w:bCs/>
          <w:lang w:eastAsia="fr-CH"/>
        </w:rPr>
        <w:t xml:space="preserve">by </w:t>
      </w:r>
      <w:r w:rsidR="00A7167A" w:rsidRPr="007C23A0">
        <w:rPr>
          <w:rFonts w:ascii="Arial" w:hAnsi="Arial"/>
          <w:b/>
        </w:rPr>
        <w:t>7</w:t>
      </w:r>
      <w:r w:rsidR="00EC1207" w:rsidRPr="007C23A0">
        <w:rPr>
          <w:rFonts w:ascii="Arial" w:hAnsi="Arial"/>
          <w:b/>
        </w:rPr>
        <w:t xml:space="preserve"> </w:t>
      </w:r>
      <w:r w:rsidR="00A7167A" w:rsidRPr="007C23A0">
        <w:rPr>
          <w:rFonts w:ascii="Arial" w:hAnsi="Arial"/>
          <w:b/>
        </w:rPr>
        <w:t>February</w:t>
      </w:r>
      <w:r w:rsidR="00EC1207" w:rsidRPr="007C23A0">
        <w:rPr>
          <w:rFonts w:ascii="Arial" w:hAnsi="Arial"/>
          <w:b/>
        </w:rPr>
        <w:t xml:space="preserve"> </w:t>
      </w:r>
      <w:r w:rsidR="006A5A4D" w:rsidRPr="007C23A0">
        <w:rPr>
          <w:rFonts w:ascii="Arial" w:hAnsi="Arial"/>
          <w:b/>
        </w:rPr>
        <w:t xml:space="preserve">2025 </w:t>
      </w:r>
      <w:r w:rsidRPr="007C23A0">
        <w:rPr>
          <w:rFonts w:ascii="Arial" w:hAnsi="Arial" w:cs="Arial"/>
          <w:b/>
          <w:bCs/>
          <w:lang w:eastAsia="fr-CH"/>
        </w:rPr>
        <w:t>at the latest.</w:t>
      </w:r>
    </w:p>
    <w:p w14:paraId="680652BE" w14:textId="160F88D7" w:rsidR="00A741E6" w:rsidRPr="007C23A0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6D0160FE" w14:textId="77777777" w:rsidR="005E4835" w:rsidRPr="007C23A0" w:rsidRDefault="005E4835" w:rsidP="00883B6A">
      <w:pPr>
        <w:spacing w:after="0" w:line="240" w:lineRule="atLeast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6"/>
        <w:gridCol w:w="2931"/>
        <w:gridCol w:w="1841"/>
      </w:tblGrid>
      <w:tr w:rsidR="00A43E0C" w:rsidRPr="007C23A0" w14:paraId="769D8CE8" w14:textId="77777777" w:rsidTr="00E73420">
        <w:trPr>
          <w:cantSplit/>
          <w:trHeight w:val="33"/>
        </w:trPr>
        <w:tc>
          <w:tcPr>
            <w:tcW w:w="4044" w:type="pct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3F1AC3A0" w14:textId="77777777" w:rsidR="00A43E0C" w:rsidRPr="007C23A0" w:rsidRDefault="007776F3" w:rsidP="00FC03D8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Full name and title of person completing this form</w:t>
            </w:r>
          </w:p>
          <w:p w14:paraId="00CF95EA" w14:textId="77777777" w:rsidR="00A43E0C" w:rsidRPr="007C23A0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6B6DBBE" w14:textId="77777777" w:rsidR="00A43E0C" w:rsidRPr="007C23A0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018E889" w14:textId="60299112" w:rsidR="00A43E0C" w:rsidRPr="007C23A0" w:rsidRDefault="007C23A0" w:rsidP="005B2E61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7C23A0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43E0C"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</w:t>
            </w:r>
            <w:r w:rsidR="00FF5C2F" w:rsidRPr="007C23A0">
              <w:rPr>
                <w:rFonts w:ascii="Arial" w:hAnsi="Arial" w:cs="Arial"/>
                <w:sz w:val="16"/>
                <w:szCs w:val="16"/>
                <w:lang w:eastAsia="fr-CH"/>
              </w:rPr>
              <w:t>r</w:t>
            </w:r>
            <w:r w:rsidR="00A43E0C" w:rsidRPr="007C23A0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3E0C" w:rsidRPr="007C23A0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7C23A0" w14:paraId="0B6DBEC7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533A8E1" w14:textId="77777777" w:rsidR="007776F3" w:rsidRPr="007C23A0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Full name of entity</w:t>
            </w:r>
          </w:p>
          <w:p w14:paraId="79E2784E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02E4DDD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7C23A0" w14:paraId="25EB4FA1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C3C8135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Position/title</w:t>
            </w:r>
          </w:p>
          <w:p w14:paraId="083596DB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AE8F428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7C23A0" w14:paraId="60289779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4F5AAB68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D42E64B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A89A9CF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E442685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7867843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DD8448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7C23A0" w14:paraId="2BD50B58" w14:textId="77777777" w:rsidTr="00BF2C5B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E9A8C56" w14:textId="77777777" w:rsidR="00BF2C5B" w:rsidRPr="007C23A0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A067F74" w14:textId="77777777" w:rsidR="00BF2C5B" w:rsidRPr="007C23A0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F86204" w14:textId="77777777" w:rsidR="00BF2C5B" w:rsidRPr="007C23A0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7C23A0" w14:paraId="4C277655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7210B48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39BA9A9B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6C9F0CB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7C23A0" w14:paraId="18F4E571" w14:textId="77777777" w:rsidTr="00E73420">
        <w:trPr>
          <w:cantSplit/>
        </w:trPr>
        <w:tc>
          <w:tcPr>
            <w:tcW w:w="2522" w:type="pct"/>
            <w:tcMar>
              <w:top w:w="57" w:type="dxa"/>
              <w:bottom w:w="0" w:type="dxa"/>
            </w:tcMar>
          </w:tcPr>
          <w:p w14:paraId="20F38BDF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Date</w:t>
            </w:r>
          </w:p>
          <w:p w14:paraId="3A49C08E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A6CD98F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2478" w:type="pct"/>
            <w:gridSpan w:val="2"/>
            <w:tcMar>
              <w:top w:w="57" w:type="dxa"/>
              <w:bottom w:w="0" w:type="dxa"/>
            </w:tcMar>
          </w:tcPr>
          <w:p w14:paraId="7CE311D8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Signature</w:t>
            </w:r>
          </w:p>
          <w:p w14:paraId="2E3095F0" w14:textId="77777777" w:rsidR="00A43E0C" w:rsidRPr="007C23A0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4B7482DD" w14:textId="77777777" w:rsidR="00A741E6" w:rsidRPr="007C23A0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1CD941BE" w14:textId="6742205E" w:rsidR="00A43E0C" w:rsidRPr="007C23A0" w:rsidRDefault="00C27479" w:rsidP="00A741E6">
      <w:pPr>
        <w:pStyle w:val="Textedebase"/>
        <w:rPr>
          <w:lang w:val="en-GB"/>
        </w:rPr>
      </w:pPr>
      <w:r w:rsidRPr="007C23A0">
        <w:rPr>
          <w:lang w:val="en-GB"/>
        </w:rPr>
        <w:t>Country a</w:t>
      </w:r>
      <w:r w:rsidR="007776F3" w:rsidRPr="007C23A0">
        <w:rPr>
          <w:lang w:val="en-GB"/>
        </w:rPr>
        <w:t xml:space="preserve">ccreditor (ministry, regulator, designated operator, head office of observers, etc.) responsible for </w:t>
      </w:r>
      <w:r w:rsidRPr="007C23A0">
        <w:rPr>
          <w:lang w:val="en-GB"/>
        </w:rPr>
        <w:t xml:space="preserve">validating </w:t>
      </w:r>
      <w:r w:rsidR="00A94E86" w:rsidRPr="007C23A0">
        <w:rPr>
          <w:lang w:val="en-GB"/>
        </w:rPr>
        <w:t>delegates’</w:t>
      </w:r>
      <w:r w:rsidRPr="007C23A0">
        <w:rPr>
          <w:lang w:val="en-GB"/>
        </w:rPr>
        <w:t xml:space="preserve"> registration in </w:t>
      </w:r>
      <w:r w:rsidR="00985755" w:rsidRPr="007C23A0">
        <w:rPr>
          <w:lang w:val="en-GB"/>
        </w:rPr>
        <w:t xml:space="preserve">the </w:t>
      </w:r>
      <w:r w:rsidRPr="007C23A0">
        <w:rPr>
          <w:lang w:val="en-GB"/>
        </w:rPr>
        <w:t>EMP for</w:t>
      </w:r>
      <w:r w:rsidR="007776F3" w:rsidRPr="007C23A0">
        <w:rPr>
          <w:lang w:val="en-GB"/>
        </w:rPr>
        <w:t xml:space="preserve"> each Congress, </w:t>
      </w:r>
      <w:r w:rsidR="00D94C6E" w:rsidRPr="007C23A0">
        <w:rPr>
          <w:lang w:val="en-GB"/>
        </w:rPr>
        <w:t>CA</w:t>
      </w:r>
      <w:r w:rsidR="007776F3" w:rsidRPr="007C23A0">
        <w:rPr>
          <w:lang w:val="en-GB"/>
        </w:rPr>
        <w:t xml:space="preserve"> and </w:t>
      </w:r>
      <w:r w:rsidR="00D94C6E" w:rsidRPr="007C23A0">
        <w:rPr>
          <w:lang w:val="en-GB"/>
        </w:rPr>
        <w:t>POC</w:t>
      </w:r>
      <w:r w:rsidR="007776F3" w:rsidRPr="007C23A0">
        <w:rPr>
          <w:lang w:val="en-GB"/>
        </w:rPr>
        <w:t xml:space="preserve"> session:</w:t>
      </w:r>
    </w:p>
    <w:p w14:paraId="212DA3CD" w14:textId="77777777" w:rsidR="00A741E6" w:rsidRPr="007C23A0" w:rsidRDefault="00A741E6" w:rsidP="00A741E6">
      <w:pPr>
        <w:pStyle w:val="Textedebase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787"/>
        <w:gridCol w:w="1841"/>
      </w:tblGrid>
      <w:tr w:rsidR="007776F3" w:rsidRPr="007C23A0" w14:paraId="5CEEB5E6" w14:textId="77777777" w:rsidTr="00E73420">
        <w:trPr>
          <w:cantSplit/>
          <w:trHeight w:val="33"/>
        </w:trPr>
        <w:tc>
          <w:tcPr>
            <w:tcW w:w="4044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55BBCBAC" w14:textId="77777777" w:rsidR="007776F3" w:rsidRPr="007C23A0" w:rsidRDefault="007776F3" w:rsidP="00883B6A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and title of </w:t>
            </w:r>
            <w:r w:rsidR="00883B6A" w:rsidRPr="007C23A0">
              <w:rPr>
                <w:rFonts w:ascii="Arial" w:hAnsi="Arial" w:cs="Arial"/>
                <w:sz w:val="16"/>
                <w:szCs w:val="16"/>
                <w:lang w:eastAsia="fr-CH"/>
              </w:rPr>
              <w:t>individual</w:t>
            </w:r>
          </w:p>
          <w:p w14:paraId="2081616C" w14:textId="77777777" w:rsidR="007776F3" w:rsidRPr="007C23A0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E834135" w14:textId="77777777" w:rsidR="007776F3" w:rsidRPr="007C23A0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C6940FB" w14:textId="16CAECA4" w:rsidR="007776F3" w:rsidRPr="007C23A0" w:rsidRDefault="007C23A0" w:rsidP="00B4518C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7C23A0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Mr</w:t>
            </w:r>
            <w:r w:rsidR="007776F3" w:rsidRPr="007C23A0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776F3" w:rsidRPr="007C23A0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7C23A0" w14:paraId="1B2E8610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CC514CA" w14:textId="77777777" w:rsidR="007776F3" w:rsidRPr="007C23A0" w:rsidRDefault="007776F3" w:rsidP="00883B6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</w:t>
            </w:r>
            <w:r w:rsidR="001B43FB"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of </w:t>
            </w:r>
            <w:r w:rsidR="00883B6A" w:rsidRPr="007C23A0">
              <w:rPr>
                <w:rFonts w:ascii="Arial" w:hAnsi="Arial" w:cs="Arial"/>
                <w:sz w:val="16"/>
                <w:szCs w:val="16"/>
                <w:lang w:eastAsia="fr-CH"/>
              </w:rPr>
              <w:t>accreditor</w:t>
            </w: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 xml:space="preserve"> entity</w:t>
            </w:r>
          </w:p>
          <w:p w14:paraId="3FBB7A3A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64CCBAE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7C23A0" w14:paraId="293A477A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62D9E1F6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CC061CE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B74EFE9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24697B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EF5120" w14:textId="77777777" w:rsidR="00643543" w:rsidRPr="007C23A0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3D783B" w14:textId="77777777" w:rsidR="007776F3" w:rsidRPr="007C23A0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7C23A0" w14:paraId="5D790C86" w14:textId="77777777" w:rsidTr="00BF2C5B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647336E" w14:textId="77777777" w:rsidR="00BF2C5B" w:rsidRPr="007C23A0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48CC3C5" w14:textId="77777777" w:rsidR="00BF2C5B" w:rsidRPr="007C23A0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1EED0F" w14:textId="77777777" w:rsidR="00BF2C5B" w:rsidRPr="007C23A0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C82E78" w14:paraId="051A2124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7E253BD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7C23A0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10B33216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59520DA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567622AA" w14:textId="77777777" w:rsidR="007776F3" w:rsidRPr="00C82E78" w:rsidRDefault="007776F3" w:rsidP="00A94E86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sectPr w:rsidR="007776F3" w:rsidRPr="00C82E78" w:rsidSect="00336C49">
      <w:headerReference w:type="even" r:id="rId12"/>
      <w:head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1BD4F" w14:textId="77777777" w:rsidR="00305F46" w:rsidRDefault="00305F4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60C10FB" w14:textId="77777777" w:rsidR="00305F46" w:rsidRDefault="00305F46">
      <w:r>
        <w:continuationSeparator/>
      </w:r>
    </w:p>
  </w:endnote>
  <w:endnote w:type="continuationNotice" w:id="1">
    <w:p w14:paraId="62AB9376" w14:textId="77777777" w:rsidR="00305F46" w:rsidRDefault="00305F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00854" w14:textId="5D807055" w:rsidR="00A13B75" w:rsidRPr="00336C49" w:rsidRDefault="007C23A0">
    <w:pPr>
      <w:pStyle w:val="Footer"/>
      <w:rPr>
        <w:vanish/>
        <w:lang w:val="en-GB"/>
      </w:rPr>
    </w:pPr>
    <w:r>
      <w:rPr>
        <w:vanish/>
        <w:lang w:val="en-GB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616D4" w14:textId="77777777" w:rsidR="00305F46" w:rsidRDefault="00305F46" w:rsidP="009E7ADC">
      <w:pPr>
        <w:rPr>
          <w:sz w:val="18"/>
        </w:rPr>
      </w:pPr>
    </w:p>
  </w:footnote>
  <w:footnote w:type="continuationSeparator" w:id="0">
    <w:p w14:paraId="713F861E" w14:textId="77777777" w:rsidR="00305F46" w:rsidRDefault="00305F46" w:rsidP="009E7ADC"/>
  </w:footnote>
  <w:footnote w:type="continuationNotice" w:id="1">
    <w:p w14:paraId="5416EFFD" w14:textId="77777777" w:rsidR="00305F46" w:rsidRDefault="00305F4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9B23C" w14:textId="77777777" w:rsidR="00527FF5" w:rsidRDefault="00527FF5">
    <w:pPr>
      <w:jc w:val="center"/>
    </w:pPr>
    <w:r>
      <w:pgNum/>
    </w:r>
  </w:p>
  <w:p w14:paraId="74876ADB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EE3E" w14:textId="77777777" w:rsidR="00527FF5" w:rsidRDefault="00527FF5" w:rsidP="00F639BA">
    <w:pPr>
      <w:jc w:val="center"/>
    </w:pPr>
    <w:r>
      <w:pgNum/>
    </w:r>
  </w:p>
  <w:p w14:paraId="0CD99DE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7E2A6C" w:rsidRPr="000A1EAB" w14:paraId="5A1F766E" w14:textId="77777777" w:rsidTr="00FE7596">
      <w:trPr>
        <w:trHeight w:val="1418"/>
      </w:trPr>
      <w:tc>
        <w:tcPr>
          <w:tcW w:w="2694" w:type="dxa"/>
        </w:tcPr>
        <w:p w14:paraId="219EF297" w14:textId="77777777" w:rsidR="007E2A6C" w:rsidRDefault="007E2A6C" w:rsidP="007E2A6C">
          <w:pPr>
            <w:pStyle w:val="Header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69CD496B" w14:textId="3BB4AE8A" w:rsidR="007E2A6C" w:rsidRPr="001E7C71" w:rsidRDefault="007E2A6C" w:rsidP="0001423C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7C23A0">
            <w:rPr>
              <w:rFonts w:ascii="Arial" w:hAnsi="Arial" w:cs="Arial"/>
              <w:lang w:eastAsia="fr-CH"/>
            </w:rPr>
            <w:t xml:space="preserve">Annex </w:t>
          </w:r>
          <w:r w:rsidR="00280783" w:rsidRPr="007C23A0">
            <w:rPr>
              <w:rFonts w:ascii="Arial" w:hAnsi="Arial" w:cs="Arial"/>
              <w:lang w:eastAsia="fr-CH"/>
            </w:rPr>
            <w:t>1</w:t>
          </w:r>
          <w:r w:rsidRPr="007C23A0">
            <w:rPr>
              <w:rFonts w:ascii="Arial" w:hAnsi="Arial" w:cs="Arial"/>
              <w:lang w:eastAsia="fr-CH"/>
            </w:rPr>
            <w:t xml:space="preserve">.Attachment 1 to letter </w:t>
          </w:r>
          <w:r w:rsidR="006232FB" w:rsidRPr="007C23A0">
            <w:rPr>
              <w:rFonts w:ascii="Arial" w:hAnsi="Arial" w:cs="Arial"/>
              <w:lang w:eastAsia="fr-CH"/>
            </w:rPr>
            <w:t>3100(</w:t>
          </w:r>
          <w:r w:rsidR="00CC10B6" w:rsidRPr="007C23A0">
            <w:rPr>
              <w:rFonts w:ascii="Arial" w:hAnsi="Arial" w:cs="Arial"/>
              <w:lang w:eastAsia="fr-CH"/>
            </w:rPr>
            <w:t>D</w:t>
          </w:r>
          <w:r w:rsidR="00800F57" w:rsidRPr="007C23A0">
            <w:rPr>
              <w:rFonts w:ascii="Arial" w:hAnsi="Arial" w:cs="Arial"/>
              <w:lang w:eastAsia="fr-CH"/>
            </w:rPr>
            <w:t>A</w:t>
          </w:r>
          <w:r w:rsidR="00CC10B6" w:rsidRPr="007C23A0">
            <w:rPr>
              <w:rFonts w:ascii="Arial" w:hAnsi="Arial" w:cs="Arial"/>
              <w:lang w:eastAsia="fr-CH"/>
            </w:rPr>
            <w:t>CAB</w:t>
          </w:r>
          <w:r w:rsidR="0011673F" w:rsidRPr="007C23A0">
            <w:rPr>
              <w:rFonts w:ascii="Arial" w:hAnsi="Arial" w:cs="Arial"/>
              <w:lang w:eastAsia="fr-CH"/>
            </w:rPr>
            <w:t>)</w:t>
          </w:r>
          <w:r w:rsidR="00A7167A" w:rsidRPr="007C23A0">
            <w:rPr>
              <w:rFonts w:ascii="Arial" w:hAnsi="Arial" w:cs="Arial"/>
              <w:lang w:eastAsia="fr-CH"/>
            </w:rPr>
            <w:t>1130</w:t>
          </w:r>
          <w:r w:rsidR="006232FB" w:rsidRPr="007C23A0">
            <w:rPr>
              <w:rFonts w:ascii="Arial" w:hAnsi="Arial" w:cs="Arial"/>
              <w:lang w:eastAsia="fr-CH"/>
            </w:rPr>
            <w:br/>
            <w:t>of</w:t>
          </w:r>
          <w:r w:rsidR="00CB16B0" w:rsidRPr="007C23A0">
            <w:rPr>
              <w:rFonts w:ascii="Arial" w:hAnsi="Arial" w:cs="Arial"/>
              <w:lang w:eastAsia="fr-CH"/>
            </w:rPr>
            <w:t xml:space="preserve"> </w:t>
          </w:r>
          <w:r w:rsidR="00E56782" w:rsidRPr="007C23A0">
            <w:rPr>
              <w:rFonts w:ascii="Arial" w:hAnsi="Arial" w:cs="Arial"/>
              <w:lang w:eastAsia="fr-CH"/>
            </w:rPr>
            <w:t xml:space="preserve">9 </w:t>
          </w:r>
          <w:r w:rsidR="00A7167A" w:rsidRPr="007C23A0">
            <w:rPr>
              <w:rFonts w:ascii="Arial" w:hAnsi="Arial" w:cs="Arial"/>
              <w:lang w:eastAsia="fr-CH"/>
            </w:rPr>
            <w:t>December</w:t>
          </w:r>
          <w:r w:rsidR="00E56782" w:rsidRPr="007C23A0">
            <w:rPr>
              <w:rFonts w:ascii="Arial" w:hAnsi="Arial" w:cs="Arial"/>
              <w:lang w:eastAsia="fr-CH"/>
            </w:rPr>
            <w:t xml:space="preserve"> </w:t>
          </w:r>
          <w:r w:rsidR="007A0AB6" w:rsidRPr="007C23A0">
            <w:rPr>
              <w:rFonts w:ascii="Arial" w:hAnsi="Arial" w:cs="Arial"/>
              <w:lang w:eastAsia="fr-CH"/>
            </w:rPr>
            <w:t>2024</w:t>
          </w:r>
        </w:p>
        <w:p w14:paraId="0386816A" w14:textId="77777777" w:rsidR="007E2A6C" w:rsidRPr="00D034DF" w:rsidRDefault="007E2A6C" w:rsidP="007E2A6C">
          <w:pPr>
            <w:autoSpaceDE w:val="0"/>
            <w:autoSpaceDN w:val="0"/>
            <w:adjustRightInd w:val="0"/>
            <w:jc w:val="right"/>
            <w:rPr>
              <w:highlight w:val="yellow"/>
            </w:rPr>
          </w:pPr>
        </w:p>
      </w:tc>
    </w:tr>
  </w:tbl>
  <w:p w14:paraId="040F3946" w14:textId="77777777" w:rsidR="003104EA" w:rsidRPr="00A43E0C" w:rsidRDefault="003104EA" w:rsidP="003F7B4F">
    <w:pPr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740E9A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hideGrammaticalError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3072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6F3"/>
    <w:rsid w:val="000000A6"/>
    <w:rsid w:val="000021DD"/>
    <w:rsid w:val="00004D2B"/>
    <w:rsid w:val="00005601"/>
    <w:rsid w:val="00010DA7"/>
    <w:rsid w:val="0001423C"/>
    <w:rsid w:val="00016365"/>
    <w:rsid w:val="0002298F"/>
    <w:rsid w:val="00023669"/>
    <w:rsid w:val="00026EC5"/>
    <w:rsid w:val="000439D6"/>
    <w:rsid w:val="000465C9"/>
    <w:rsid w:val="00066630"/>
    <w:rsid w:val="00083D9E"/>
    <w:rsid w:val="000A1EAB"/>
    <w:rsid w:val="000B24C3"/>
    <w:rsid w:val="000B5671"/>
    <w:rsid w:val="000C3F2A"/>
    <w:rsid w:val="000C4AEB"/>
    <w:rsid w:val="000D1BB1"/>
    <w:rsid w:val="000D5BE6"/>
    <w:rsid w:val="000E0AB2"/>
    <w:rsid w:val="000E0F50"/>
    <w:rsid w:val="001006F4"/>
    <w:rsid w:val="00104F21"/>
    <w:rsid w:val="001112D7"/>
    <w:rsid w:val="0011269C"/>
    <w:rsid w:val="0011673F"/>
    <w:rsid w:val="00121A6F"/>
    <w:rsid w:val="00151628"/>
    <w:rsid w:val="001567C5"/>
    <w:rsid w:val="00161B94"/>
    <w:rsid w:val="00161F92"/>
    <w:rsid w:val="0017006D"/>
    <w:rsid w:val="00172757"/>
    <w:rsid w:val="001813EE"/>
    <w:rsid w:val="0018209B"/>
    <w:rsid w:val="00190CEE"/>
    <w:rsid w:val="001A4314"/>
    <w:rsid w:val="001B43FB"/>
    <w:rsid w:val="001C01AF"/>
    <w:rsid w:val="001C302A"/>
    <w:rsid w:val="001C58BB"/>
    <w:rsid w:val="001C6CCC"/>
    <w:rsid w:val="001E5C73"/>
    <w:rsid w:val="001E7C71"/>
    <w:rsid w:val="00220169"/>
    <w:rsid w:val="002229C1"/>
    <w:rsid w:val="00232DCA"/>
    <w:rsid w:val="00234B5A"/>
    <w:rsid w:val="002512AB"/>
    <w:rsid w:val="002616A1"/>
    <w:rsid w:val="00261EAE"/>
    <w:rsid w:val="0026247A"/>
    <w:rsid w:val="0026706D"/>
    <w:rsid w:val="00272937"/>
    <w:rsid w:val="00280783"/>
    <w:rsid w:val="00281C83"/>
    <w:rsid w:val="00282124"/>
    <w:rsid w:val="0029168C"/>
    <w:rsid w:val="00296759"/>
    <w:rsid w:val="002A3142"/>
    <w:rsid w:val="002A663B"/>
    <w:rsid w:val="002B1B7A"/>
    <w:rsid w:val="002B2A67"/>
    <w:rsid w:val="002B590A"/>
    <w:rsid w:val="002B66E8"/>
    <w:rsid w:val="002C2F67"/>
    <w:rsid w:val="002C3576"/>
    <w:rsid w:val="002F7773"/>
    <w:rsid w:val="003002DC"/>
    <w:rsid w:val="00305F46"/>
    <w:rsid w:val="003104EA"/>
    <w:rsid w:val="003118BD"/>
    <w:rsid w:val="00312CE3"/>
    <w:rsid w:val="00325076"/>
    <w:rsid w:val="00325132"/>
    <w:rsid w:val="00331C6E"/>
    <w:rsid w:val="00336C49"/>
    <w:rsid w:val="003405FB"/>
    <w:rsid w:val="003407BC"/>
    <w:rsid w:val="00342CD6"/>
    <w:rsid w:val="00343FF6"/>
    <w:rsid w:val="00355163"/>
    <w:rsid w:val="00361DE6"/>
    <w:rsid w:val="00372B67"/>
    <w:rsid w:val="0037420A"/>
    <w:rsid w:val="0037473E"/>
    <w:rsid w:val="003750AE"/>
    <w:rsid w:val="00376861"/>
    <w:rsid w:val="003A7192"/>
    <w:rsid w:val="003B1570"/>
    <w:rsid w:val="003B1F46"/>
    <w:rsid w:val="003D5333"/>
    <w:rsid w:val="003F55CA"/>
    <w:rsid w:val="003F6006"/>
    <w:rsid w:val="003F7B4F"/>
    <w:rsid w:val="003F7CAE"/>
    <w:rsid w:val="00410BB3"/>
    <w:rsid w:val="00411421"/>
    <w:rsid w:val="00421956"/>
    <w:rsid w:val="00422F57"/>
    <w:rsid w:val="00432DC7"/>
    <w:rsid w:val="00445AE2"/>
    <w:rsid w:val="00447372"/>
    <w:rsid w:val="004516CA"/>
    <w:rsid w:val="0046077D"/>
    <w:rsid w:val="004611D5"/>
    <w:rsid w:val="00461B08"/>
    <w:rsid w:val="00463284"/>
    <w:rsid w:val="00471CE5"/>
    <w:rsid w:val="00474280"/>
    <w:rsid w:val="004759A3"/>
    <w:rsid w:val="00477CD0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878"/>
    <w:rsid w:val="004E63E4"/>
    <w:rsid w:val="004F659D"/>
    <w:rsid w:val="00513521"/>
    <w:rsid w:val="0051701F"/>
    <w:rsid w:val="00527FF5"/>
    <w:rsid w:val="005345AF"/>
    <w:rsid w:val="00554091"/>
    <w:rsid w:val="00565476"/>
    <w:rsid w:val="00565D47"/>
    <w:rsid w:val="0057056A"/>
    <w:rsid w:val="00570EDB"/>
    <w:rsid w:val="005749CB"/>
    <w:rsid w:val="00575190"/>
    <w:rsid w:val="005772C5"/>
    <w:rsid w:val="00577828"/>
    <w:rsid w:val="005801F1"/>
    <w:rsid w:val="00590BBB"/>
    <w:rsid w:val="005A1FD5"/>
    <w:rsid w:val="005B20C7"/>
    <w:rsid w:val="005B2E61"/>
    <w:rsid w:val="005C2838"/>
    <w:rsid w:val="005C358B"/>
    <w:rsid w:val="005C7FEF"/>
    <w:rsid w:val="005D0A66"/>
    <w:rsid w:val="005D36DD"/>
    <w:rsid w:val="005D36F8"/>
    <w:rsid w:val="005D42D7"/>
    <w:rsid w:val="005D7F27"/>
    <w:rsid w:val="005E4835"/>
    <w:rsid w:val="005E5DC2"/>
    <w:rsid w:val="005F0892"/>
    <w:rsid w:val="005F4A1C"/>
    <w:rsid w:val="00606E52"/>
    <w:rsid w:val="006137D9"/>
    <w:rsid w:val="006232FB"/>
    <w:rsid w:val="00637585"/>
    <w:rsid w:val="006403F5"/>
    <w:rsid w:val="00643543"/>
    <w:rsid w:val="00643F80"/>
    <w:rsid w:val="00653717"/>
    <w:rsid w:val="00653FFD"/>
    <w:rsid w:val="00654B91"/>
    <w:rsid w:val="00656A8B"/>
    <w:rsid w:val="00667472"/>
    <w:rsid w:val="006724B1"/>
    <w:rsid w:val="00676A9E"/>
    <w:rsid w:val="006A5A4D"/>
    <w:rsid w:val="006A79AB"/>
    <w:rsid w:val="006B1882"/>
    <w:rsid w:val="006B6379"/>
    <w:rsid w:val="006C019C"/>
    <w:rsid w:val="006C47EF"/>
    <w:rsid w:val="006C6756"/>
    <w:rsid w:val="006D5D8D"/>
    <w:rsid w:val="006D6BA3"/>
    <w:rsid w:val="006E36B1"/>
    <w:rsid w:val="006F1F93"/>
    <w:rsid w:val="00717D08"/>
    <w:rsid w:val="00717E04"/>
    <w:rsid w:val="00725EEB"/>
    <w:rsid w:val="00756C4A"/>
    <w:rsid w:val="00757BB9"/>
    <w:rsid w:val="00761DEC"/>
    <w:rsid w:val="0076291C"/>
    <w:rsid w:val="00763517"/>
    <w:rsid w:val="00765B70"/>
    <w:rsid w:val="0077420D"/>
    <w:rsid w:val="007776F3"/>
    <w:rsid w:val="00780CBD"/>
    <w:rsid w:val="00783C7C"/>
    <w:rsid w:val="007A0AB6"/>
    <w:rsid w:val="007A2839"/>
    <w:rsid w:val="007B3EC0"/>
    <w:rsid w:val="007B6036"/>
    <w:rsid w:val="007C23A0"/>
    <w:rsid w:val="007C679A"/>
    <w:rsid w:val="007D07CD"/>
    <w:rsid w:val="007D2933"/>
    <w:rsid w:val="007D6956"/>
    <w:rsid w:val="007E0A42"/>
    <w:rsid w:val="007E2A6C"/>
    <w:rsid w:val="007F4873"/>
    <w:rsid w:val="007F6E68"/>
    <w:rsid w:val="00800F57"/>
    <w:rsid w:val="00801D24"/>
    <w:rsid w:val="00802BE4"/>
    <w:rsid w:val="00817560"/>
    <w:rsid w:val="00822C08"/>
    <w:rsid w:val="0082354B"/>
    <w:rsid w:val="008328DD"/>
    <w:rsid w:val="00841CAF"/>
    <w:rsid w:val="00847535"/>
    <w:rsid w:val="008565AD"/>
    <w:rsid w:val="00857B50"/>
    <w:rsid w:val="0087570D"/>
    <w:rsid w:val="00883B6A"/>
    <w:rsid w:val="00893774"/>
    <w:rsid w:val="00894CD8"/>
    <w:rsid w:val="00897E26"/>
    <w:rsid w:val="008A5A68"/>
    <w:rsid w:val="008A7BCD"/>
    <w:rsid w:val="008B6A1A"/>
    <w:rsid w:val="008B7E25"/>
    <w:rsid w:val="008C2F73"/>
    <w:rsid w:val="008D3810"/>
    <w:rsid w:val="008D4A86"/>
    <w:rsid w:val="008D6E3F"/>
    <w:rsid w:val="008E54AA"/>
    <w:rsid w:val="008E7619"/>
    <w:rsid w:val="008F12A9"/>
    <w:rsid w:val="008F190A"/>
    <w:rsid w:val="0091074C"/>
    <w:rsid w:val="00932DC4"/>
    <w:rsid w:val="009368D8"/>
    <w:rsid w:val="009434D3"/>
    <w:rsid w:val="00953938"/>
    <w:rsid w:val="009569DE"/>
    <w:rsid w:val="00957FCD"/>
    <w:rsid w:val="00962C71"/>
    <w:rsid w:val="00974119"/>
    <w:rsid w:val="00985755"/>
    <w:rsid w:val="009B449A"/>
    <w:rsid w:val="009C5BD0"/>
    <w:rsid w:val="009D52CA"/>
    <w:rsid w:val="009D77AD"/>
    <w:rsid w:val="009E0FA7"/>
    <w:rsid w:val="009E3437"/>
    <w:rsid w:val="009E7ADC"/>
    <w:rsid w:val="009F08B1"/>
    <w:rsid w:val="009F110E"/>
    <w:rsid w:val="009F36E2"/>
    <w:rsid w:val="00A01761"/>
    <w:rsid w:val="00A06C89"/>
    <w:rsid w:val="00A138E0"/>
    <w:rsid w:val="00A13B75"/>
    <w:rsid w:val="00A240B7"/>
    <w:rsid w:val="00A418A0"/>
    <w:rsid w:val="00A43E0C"/>
    <w:rsid w:val="00A44735"/>
    <w:rsid w:val="00A455D1"/>
    <w:rsid w:val="00A5308C"/>
    <w:rsid w:val="00A53E1E"/>
    <w:rsid w:val="00A5792F"/>
    <w:rsid w:val="00A63C44"/>
    <w:rsid w:val="00A6703E"/>
    <w:rsid w:val="00A7167A"/>
    <w:rsid w:val="00A73891"/>
    <w:rsid w:val="00A741E6"/>
    <w:rsid w:val="00A75643"/>
    <w:rsid w:val="00A809D7"/>
    <w:rsid w:val="00A90344"/>
    <w:rsid w:val="00A92377"/>
    <w:rsid w:val="00A94E86"/>
    <w:rsid w:val="00AA01D2"/>
    <w:rsid w:val="00AA61ED"/>
    <w:rsid w:val="00AA6F56"/>
    <w:rsid w:val="00AB7653"/>
    <w:rsid w:val="00AC2359"/>
    <w:rsid w:val="00AC70DB"/>
    <w:rsid w:val="00AE0D85"/>
    <w:rsid w:val="00AE2BF2"/>
    <w:rsid w:val="00B00E3F"/>
    <w:rsid w:val="00B010D9"/>
    <w:rsid w:val="00B0249B"/>
    <w:rsid w:val="00B10F49"/>
    <w:rsid w:val="00B11447"/>
    <w:rsid w:val="00B1711E"/>
    <w:rsid w:val="00B17BEE"/>
    <w:rsid w:val="00B262DA"/>
    <w:rsid w:val="00B30CB2"/>
    <w:rsid w:val="00B40E14"/>
    <w:rsid w:val="00B458DD"/>
    <w:rsid w:val="00B67822"/>
    <w:rsid w:val="00B7190D"/>
    <w:rsid w:val="00B838AD"/>
    <w:rsid w:val="00B86608"/>
    <w:rsid w:val="00B8693B"/>
    <w:rsid w:val="00BA404F"/>
    <w:rsid w:val="00BC028A"/>
    <w:rsid w:val="00BC0807"/>
    <w:rsid w:val="00BC1442"/>
    <w:rsid w:val="00BC4919"/>
    <w:rsid w:val="00BD38EC"/>
    <w:rsid w:val="00BE1E7D"/>
    <w:rsid w:val="00BF2822"/>
    <w:rsid w:val="00BF2C5B"/>
    <w:rsid w:val="00BF2F28"/>
    <w:rsid w:val="00BF5B9E"/>
    <w:rsid w:val="00C0653D"/>
    <w:rsid w:val="00C06D24"/>
    <w:rsid w:val="00C110DC"/>
    <w:rsid w:val="00C17350"/>
    <w:rsid w:val="00C21311"/>
    <w:rsid w:val="00C21452"/>
    <w:rsid w:val="00C228DE"/>
    <w:rsid w:val="00C27479"/>
    <w:rsid w:val="00C2769E"/>
    <w:rsid w:val="00C32250"/>
    <w:rsid w:val="00C35110"/>
    <w:rsid w:val="00C402AE"/>
    <w:rsid w:val="00C40A2F"/>
    <w:rsid w:val="00C40B7F"/>
    <w:rsid w:val="00C4344B"/>
    <w:rsid w:val="00C748DC"/>
    <w:rsid w:val="00C74B88"/>
    <w:rsid w:val="00C82E78"/>
    <w:rsid w:val="00C903B8"/>
    <w:rsid w:val="00C91301"/>
    <w:rsid w:val="00C91C2F"/>
    <w:rsid w:val="00C92A82"/>
    <w:rsid w:val="00CA3D20"/>
    <w:rsid w:val="00CA5A68"/>
    <w:rsid w:val="00CB1042"/>
    <w:rsid w:val="00CB16B0"/>
    <w:rsid w:val="00CB2FA6"/>
    <w:rsid w:val="00CC0402"/>
    <w:rsid w:val="00CC10B6"/>
    <w:rsid w:val="00CC3161"/>
    <w:rsid w:val="00CC4EF3"/>
    <w:rsid w:val="00CC7367"/>
    <w:rsid w:val="00CC7D2F"/>
    <w:rsid w:val="00CD03E7"/>
    <w:rsid w:val="00CE2270"/>
    <w:rsid w:val="00CE624E"/>
    <w:rsid w:val="00D034DF"/>
    <w:rsid w:val="00D051F0"/>
    <w:rsid w:val="00D118D4"/>
    <w:rsid w:val="00D154F8"/>
    <w:rsid w:val="00D3589B"/>
    <w:rsid w:val="00D47E6B"/>
    <w:rsid w:val="00D50254"/>
    <w:rsid w:val="00D54C71"/>
    <w:rsid w:val="00D608B5"/>
    <w:rsid w:val="00D61B31"/>
    <w:rsid w:val="00D64064"/>
    <w:rsid w:val="00D73262"/>
    <w:rsid w:val="00D73A0A"/>
    <w:rsid w:val="00D94C6E"/>
    <w:rsid w:val="00DA49AB"/>
    <w:rsid w:val="00DA646A"/>
    <w:rsid w:val="00DB7EC0"/>
    <w:rsid w:val="00DC4440"/>
    <w:rsid w:val="00DC4D86"/>
    <w:rsid w:val="00DD35A1"/>
    <w:rsid w:val="00DD677F"/>
    <w:rsid w:val="00DD71A6"/>
    <w:rsid w:val="00E04257"/>
    <w:rsid w:val="00E048A5"/>
    <w:rsid w:val="00E10CD5"/>
    <w:rsid w:val="00E10E6F"/>
    <w:rsid w:val="00E1542E"/>
    <w:rsid w:val="00E270C8"/>
    <w:rsid w:val="00E31D00"/>
    <w:rsid w:val="00E3448B"/>
    <w:rsid w:val="00E347B9"/>
    <w:rsid w:val="00E54F2E"/>
    <w:rsid w:val="00E56782"/>
    <w:rsid w:val="00E72B05"/>
    <w:rsid w:val="00E73420"/>
    <w:rsid w:val="00E7550D"/>
    <w:rsid w:val="00E76C5C"/>
    <w:rsid w:val="00E86184"/>
    <w:rsid w:val="00EB58C5"/>
    <w:rsid w:val="00EC1207"/>
    <w:rsid w:val="00ED183A"/>
    <w:rsid w:val="00ED63F7"/>
    <w:rsid w:val="00ED6707"/>
    <w:rsid w:val="00ED7E1E"/>
    <w:rsid w:val="00EE2A54"/>
    <w:rsid w:val="00EE453D"/>
    <w:rsid w:val="00EF2333"/>
    <w:rsid w:val="00F00D04"/>
    <w:rsid w:val="00F11A72"/>
    <w:rsid w:val="00F13242"/>
    <w:rsid w:val="00F144E0"/>
    <w:rsid w:val="00F15EB7"/>
    <w:rsid w:val="00F33A54"/>
    <w:rsid w:val="00F521BF"/>
    <w:rsid w:val="00F61C77"/>
    <w:rsid w:val="00F6214A"/>
    <w:rsid w:val="00F62978"/>
    <w:rsid w:val="00F639BA"/>
    <w:rsid w:val="00F71C36"/>
    <w:rsid w:val="00F72980"/>
    <w:rsid w:val="00F87364"/>
    <w:rsid w:val="00F87A5B"/>
    <w:rsid w:val="00F963C3"/>
    <w:rsid w:val="00FA2EFC"/>
    <w:rsid w:val="00FA57E2"/>
    <w:rsid w:val="00FB2B6C"/>
    <w:rsid w:val="00FC5E68"/>
    <w:rsid w:val="00FD4FD5"/>
    <w:rsid w:val="00FE6153"/>
    <w:rsid w:val="00FF2BF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8F5AEA4"/>
  <w15:docId w15:val="{5D86788D-091B-43BE-8B40-C9C67FEC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3E0C"/>
    <w:pPr>
      <w:spacing w:after="200" w:line="276" w:lineRule="auto"/>
    </w:pPr>
    <w:rPr>
      <w:lang w:val="en-GB" w:eastAsia="en-GB"/>
    </w:rPr>
  </w:style>
  <w:style w:type="paragraph" w:styleId="Heading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val="fr-FR" w:eastAsia="fr-CH"/>
    </w:rPr>
  </w:style>
  <w:style w:type="paragraph" w:styleId="Heading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val="fr-FR" w:eastAsia="fr-CH"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val="fr-FR" w:eastAsia="fr-CH"/>
    </w:rPr>
  </w:style>
  <w:style w:type="paragraph" w:styleId="Heading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val="fr-FR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link w:val="2TexteCar"/>
    <w:pPr>
      <w:spacing w:after="0" w:line="240" w:lineRule="atLeast"/>
      <w:jc w:val="both"/>
    </w:pPr>
    <w:rPr>
      <w:rFonts w:ascii="Arial" w:hAnsi="Arial"/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val="fr-FR" w:eastAsia="fr-CH"/>
    </w:r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customStyle="1" w:styleId="1AdresseSignature">
    <w:name w:val="1 (Adresse + Signature)"/>
    <w:basedOn w:val="Normal"/>
    <w:rsid w:val="00474280"/>
    <w:pPr>
      <w:spacing w:after="0" w:line="240" w:lineRule="auto"/>
      <w:ind w:left="3969"/>
    </w:pPr>
    <w:rPr>
      <w:rFonts w:ascii="Courier New" w:eastAsia="MS Mincho" w:hAnsi="Courier New" w:cs="Courier New"/>
      <w:color w:val="000000"/>
      <w:lang w:val="fr-FR" w:eastAsia="zh-CN"/>
    </w:rPr>
  </w:style>
  <w:style w:type="paragraph" w:styleId="FootnoteText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val="fr-FR" w:eastAsia="fr-CH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EndnoteText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val="fr-FR"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character" w:customStyle="1" w:styleId="2TexteCar">
    <w:name w:val="2 (Texte) Car"/>
    <w:link w:val="2Texte"/>
    <w:rsid w:val="00474280"/>
    <w:rPr>
      <w:rFonts w:ascii="Arial" w:hAnsi="Arial"/>
      <w:snapToGrid w:val="0"/>
      <w:lang w:val="fr-FR" w:eastAsia="fr-FR" w:bidi="ar-SA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val="fr-FR" w:eastAsia="fr-CH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val="fr-FR" w:eastAsia="fr-CH"/>
    </w:rPr>
  </w:style>
  <w:style w:type="paragraph" w:customStyle="1" w:styleId="Barredanslamarge">
    <w:name w:val="Barre dans la marge"/>
    <w:basedOn w:val="Normal"/>
    <w:rsid w:val="00016365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val="fr-FR" w:eastAsia="fr-CH"/>
    </w:rPr>
  </w:style>
  <w:style w:type="paragraph" w:customStyle="1" w:styleId="0Textedebase">
    <w:name w:val="0 Texte de base"/>
    <w:basedOn w:val="Normal"/>
    <w:rsid w:val="002512AB"/>
    <w:pPr>
      <w:spacing w:after="0" w:line="240" w:lineRule="atLeast"/>
      <w:jc w:val="both"/>
    </w:pPr>
    <w:rPr>
      <w:rFonts w:ascii="Arial" w:hAnsi="Arial"/>
      <w:lang w:eastAsia="fr-CH"/>
    </w:rPr>
  </w:style>
  <w:style w:type="paragraph" w:styleId="Revision">
    <w:name w:val="Revision"/>
    <w:hidden/>
    <w:uiPriority w:val="99"/>
    <w:semiHidden/>
    <w:rsid w:val="00676A9E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c.secretariat@upu.int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ca.secretariat@upu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Formules%20BI-IB%20Forms\EN%20Models\EN%20Registration%20for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98288-B68F-4C77-90BA-98CA420C6828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7f4fe5ba-0e9c-43fa-b7dd-de1717dc009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C7C42E-28BE-4BCB-808C-A8B035B335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7A7A2E-D589-4334-BAAE-8C0ED29E5A42}"/>
</file>

<file path=docProps/app.xml><?xml version="1.0" encoding="utf-8"?>
<Properties xmlns="http://schemas.openxmlformats.org/officeDocument/2006/extended-properties" xmlns:vt="http://schemas.openxmlformats.org/officeDocument/2006/docPropsVTypes">
  <Template>EN Registration form</Template>
  <TotalTime>8</TotalTime>
  <Pages>1</Pages>
  <Words>130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ABRECHT-MILNER dorothy</dc:creator>
  <cp:lastModifiedBy>WARKENTIN tatiana</cp:lastModifiedBy>
  <cp:revision>3</cp:revision>
  <cp:lastPrinted>2023-07-13T13:41:00Z</cp:lastPrinted>
  <dcterms:created xsi:type="dcterms:W3CDTF">2024-12-04T09:34:00Z</dcterms:created>
  <dcterms:modified xsi:type="dcterms:W3CDTF">2024-12-04T09:35:00Z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7de53da5-c69d-4db6-8619-82c97cc62b31</vt:lpwstr>
  </property>
</Properties>
</file>