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5E14C" w14:textId="0A807877" w:rsidR="00345CC6" w:rsidRPr="00BB4642" w:rsidRDefault="00BB344B" w:rsidP="00A060BF">
      <w:pPr>
        <w:rPr>
          <w:rFonts w:cs="Arial"/>
          <w:b/>
          <w:bCs/>
        </w:rPr>
      </w:pPr>
      <w:r w:rsidRPr="00BB4642">
        <w:rPr>
          <w:b/>
          <w:bCs/>
        </w:rPr>
        <w:t xml:space="preserve">Sessions </w:t>
      </w:r>
      <w:r w:rsidR="008E1104" w:rsidRPr="00BB4642">
        <w:rPr>
          <w:b/>
          <w:bCs/>
        </w:rPr>
        <w:t>2022.</w:t>
      </w:r>
      <w:r w:rsidR="00A060BF" w:rsidRPr="00BB4642">
        <w:rPr>
          <w:b/>
          <w:bCs/>
        </w:rPr>
        <w:t>2</w:t>
      </w:r>
      <w:r w:rsidRPr="00BB4642">
        <w:rPr>
          <w:b/>
          <w:bCs/>
        </w:rPr>
        <w:t xml:space="preserve"> du </w:t>
      </w:r>
      <w:r w:rsidR="00345CC6" w:rsidRPr="00BB4642">
        <w:rPr>
          <w:b/>
          <w:bCs/>
        </w:rPr>
        <w:t xml:space="preserve">Conseil d’administration et </w:t>
      </w:r>
      <w:r w:rsidRPr="00BB4642">
        <w:rPr>
          <w:b/>
          <w:bCs/>
        </w:rPr>
        <w:t xml:space="preserve">du </w:t>
      </w:r>
      <w:r w:rsidR="00345CC6" w:rsidRPr="00BB4642">
        <w:rPr>
          <w:b/>
          <w:bCs/>
        </w:rPr>
        <w:t>Conseil d’exploitation postale</w:t>
      </w:r>
    </w:p>
    <w:p w14:paraId="72A11A97" w14:textId="77777777" w:rsidR="00345CC6" w:rsidRPr="00BB4642" w:rsidRDefault="00345CC6" w:rsidP="00345CC6">
      <w:pPr>
        <w:rPr>
          <w:rFonts w:cs="Arial"/>
        </w:rPr>
      </w:pPr>
    </w:p>
    <w:p w14:paraId="298607F8" w14:textId="05027E61" w:rsidR="00345CC6" w:rsidRPr="00BB4642" w:rsidRDefault="00345CC6" w:rsidP="00275134">
      <w:pPr>
        <w:jc w:val="both"/>
        <w:rPr>
          <w:rFonts w:cs="Arial"/>
        </w:rPr>
      </w:pPr>
      <w:r w:rsidRPr="00BB4642">
        <w:rPr>
          <w:bCs/>
        </w:rPr>
        <w:t>Formule à remplir par l’entité gouvernementale compétente</w:t>
      </w:r>
      <w:r w:rsidR="00E92265" w:rsidRPr="00BB4642">
        <w:rPr>
          <w:bCs/>
        </w:rPr>
        <w:t xml:space="preserve"> du Pays-membre concerné de l’</w:t>
      </w:r>
      <w:r w:rsidRPr="00BB4642">
        <w:rPr>
          <w:bCs/>
        </w:rPr>
        <w:t>UPU (p.</w:t>
      </w:r>
      <w:r w:rsidR="00E92265" w:rsidRPr="00BB4642">
        <w:rPr>
          <w:bCs/>
        </w:rPr>
        <w:t xml:space="preserve"> </w:t>
      </w:r>
      <w:r w:rsidRPr="00BB4642">
        <w:rPr>
          <w:bCs/>
        </w:rPr>
        <w:t>ex.</w:t>
      </w:r>
      <w:r w:rsidRPr="00BB4642">
        <w:t xml:space="preserve"> mini</w:t>
      </w:r>
      <w:r w:rsidR="008D774B" w:rsidRPr="00BB4642">
        <w:t>s</w:t>
      </w:r>
      <w:r w:rsidR="00800CD4">
        <w:softHyphen/>
      </w:r>
      <w:r w:rsidR="008D774B" w:rsidRPr="00BB4642">
        <w:t xml:space="preserve">tère, département, ambassade, </w:t>
      </w:r>
      <w:r w:rsidR="00275134" w:rsidRPr="00BB4642">
        <w:t>m</w:t>
      </w:r>
      <w:r w:rsidRPr="00BB4642">
        <w:t>ission permanente auprès des Nations Unies et d’autres organisations inter</w:t>
      </w:r>
      <w:r w:rsidR="00800CD4">
        <w:softHyphen/>
      </w:r>
      <w:r w:rsidRPr="00BB4642">
        <w:t>nationales, etc.)</w:t>
      </w:r>
    </w:p>
    <w:p w14:paraId="15EC8B57" w14:textId="77777777" w:rsidR="00345CC6" w:rsidRPr="00BB4642" w:rsidRDefault="00345CC6" w:rsidP="00345CC6">
      <w:pPr>
        <w:rPr>
          <w:rFonts w:cs="Arial"/>
        </w:rPr>
      </w:pPr>
    </w:p>
    <w:p w14:paraId="2EAA3EB5" w14:textId="29B2A1EA" w:rsidR="00345CC6" w:rsidRPr="00BB4642" w:rsidRDefault="00345CC6" w:rsidP="00C957E0">
      <w:pPr>
        <w:spacing w:after="120"/>
        <w:jc w:val="both"/>
        <w:rPr>
          <w:rFonts w:cs="Arial"/>
          <w:szCs w:val="24"/>
        </w:rPr>
      </w:pPr>
      <w:r w:rsidRPr="00BB4642">
        <w:rPr>
          <w:snapToGrid w:val="0"/>
          <w:spacing w:val="-3"/>
        </w:rPr>
        <w:t xml:space="preserve">Veuillez renvoyer la présente formule, dûment remplie, </w:t>
      </w:r>
      <w:r w:rsidR="008D7FC3" w:rsidRPr="00BB4642">
        <w:rPr>
          <w:snapToGrid w:val="0"/>
          <w:spacing w:val="-3"/>
        </w:rPr>
        <w:t xml:space="preserve">au Bureau international </w:t>
      </w:r>
      <w:r w:rsidRPr="00BB4642">
        <w:rPr>
          <w:snapToGrid w:val="0"/>
        </w:rPr>
        <w:t>par courrier électronique</w:t>
      </w:r>
      <w:r w:rsidR="008D7FC3" w:rsidRPr="00BB4642">
        <w:rPr>
          <w:snapToGrid w:val="0"/>
        </w:rPr>
        <w:t xml:space="preserve"> (</w:t>
      </w:r>
      <w:bookmarkStart w:id="0" w:name="_GoBack"/>
      <w:r w:rsidR="00FB072C">
        <w:fldChar w:fldCharType="begin"/>
      </w:r>
      <w:r w:rsidR="00FB072C">
        <w:instrText xml:space="preserve"> HYPERLINK "mailto:ca</w:instrText>
      </w:r>
      <w:r w:rsidR="00FB072C">
        <w:instrText xml:space="preserve">.secretariat@upu.int" </w:instrText>
      </w:r>
      <w:r w:rsidR="00FB072C">
        <w:fldChar w:fldCharType="separate"/>
      </w:r>
      <w:r w:rsidR="00C66DD7" w:rsidRPr="00BB4642">
        <w:rPr>
          <w:rStyle w:val="Lienhypertexte"/>
          <w:snapToGrid w:val="0"/>
        </w:rPr>
        <w:t>ca.secretariat@upu.int</w:t>
      </w:r>
      <w:r w:rsidR="00FB072C">
        <w:rPr>
          <w:rStyle w:val="Lienhypertexte"/>
          <w:snapToGrid w:val="0"/>
        </w:rPr>
        <w:fldChar w:fldCharType="end"/>
      </w:r>
      <w:bookmarkEnd w:id="0"/>
      <w:r w:rsidR="00C66DD7" w:rsidRPr="00BB4642">
        <w:rPr>
          <w:snapToGrid w:val="0"/>
        </w:rPr>
        <w:t xml:space="preserve"> et/ou </w:t>
      </w:r>
      <w:hyperlink r:id="rId12" w:history="1">
        <w:r w:rsidR="00C66DD7" w:rsidRPr="00BB4642">
          <w:rPr>
            <w:rStyle w:val="Lienhypertexte"/>
          </w:rPr>
          <w:t>poc.secretariat@upu.int</w:t>
        </w:r>
      </w:hyperlink>
      <w:r w:rsidR="008D7FC3" w:rsidRPr="00BB4642">
        <w:rPr>
          <w:snapToGrid w:val="0"/>
        </w:rPr>
        <w:t>)</w:t>
      </w:r>
      <w:r w:rsidRPr="00BB4642">
        <w:rPr>
          <w:snapToGrid w:val="0"/>
        </w:rPr>
        <w:t xml:space="preserve"> </w:t>
      </w:r>
      <w:r w:rsidRPr="00BB4642">
        <w:rPr>
          <w:b/>
          <w:snapToGrid w:val="0"/>
        </w:rPr>
        <w:t xml:space="preserve">le </w:t>
      </w:r>
      <w:r w:rsidR="00C957E0" w:rsidRPr="00BB4642">
        <w:rPr>
          <w:b/>
          <w:snapToGrid w:val="0"/>
        </w:rPr>
        <w:t>30 septembre</w:t>
      </w:r>
      <w:r w:rsidR="008E1104" w:rsidRPr="00BB4642">
        <w:rPr>
          <w:b/>
          <w:snapToGrid w:val="0"/>
        </w:rPr>
        <w:t xml:space="preserve"> 2022</w:t>
      </w:r>
      <w:r w:rsidRPr="00BB4642">
        <w:rPr>
          <w:b/>
          <w:snapToGrid w:val="0"/>
        </w:rPr>
        <w:t xml:space="preserve"> au plus tard</w:t>
      </w:r>
      <w:r w:rsidR="008D7FC3" w:rsidRPr="00BB4642">
        <w:rPr>
          <w:snapToGrid w:val="0"/>
        </w:rPr>
        <w:t>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143"/>
        <w:gridCol w:w="1638"/>
      </w:tblGrid>
      <w:tr w:rsidR="00345CC6" w:rsidRPr="00BB4642" w14:paraId="4049A598" w14:textId="77777777" w:rsidTr="00E92265">
        <w:trPr>
          <w:cantSplit/>
          <w:trHeight w:val="33"/>
        </w:trPr>
        <w:tc>
          <w:tcPr>
            <w:tcW w:w="800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824B488" w14:textId="77777777" w:rsidR="00345CC6" w:rsidRPr="00BB4642" w:rsidRDefault="00345CC6" w:rsidP="00E92265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Nom, prénom et titr</w:t>
            </w:r>
            <w:r w:rsidR="00E92265" w:rsidRPr="00BB4642">
              <w:rPr>
                <w:sz w:val="16"/>
                <w:szCs w:val="16"/>
              </w:rPr>
              <w:t>e de la personne ayant rempli la</w:t>
            </w:r>
            <w:r w:rsidRPr="00BB4642">
              <w:rPr>
                <w:sz w:val="16"/>
                <w:szCs w:val="16"/>
              </w:rPr>
              <w:t xml:space="preserve"> présent</w:t>
            </w:r>
            <w:r w:rsidR="00E92265" w:rsidRPr="00BB4642">
              <w:rPr>
                <w:sz w:val="16"/>
                <w:szCs w:val="16"/>
              </w:rPr>
              <w:t>e</w:t>
            </w:r>
            <w:r w:rsidRPr="00BB4642">
              <w:rPr>
                <w:sz w:val="16"/>
                <w:szCs w:val="16"/>
              </w:rPr>
              <w:t xml:space="preserve"> formule</w:t>
            </w:r>
          </w:p>
          <w:p w14:paraId="332EC71C" w14:textId="77777777" w:rsidR="00345CC6" w:rsidRPr="00BB4642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49940D6" w14:textId="77777777" w:rsidR="00345CC6" w:rsidRPr="00BB4642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59060B" w14:textId="77777777" w:rsidR="00345CC6" w:rsidRPr="00BB4642" w:rsidRDefault="00FB072C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BB46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345CC6" w:rsidRPr="00BB4642">
              <w:rPr>
                <w:sz w:val="16"/>
                <w:szCs w:val="16"/>
              </w:rPr>
              <w:t xml:space="preserve"> M</w:t>
            </w:r>
            <w:r w:rsidR="00345CC6" w:rsidRPr="00BB4642">
              <w:rPr>
                <w:sz w:val="16"/>
                <w:szCs w:val="16"/>
                <w:vertAlign w:val="superscript"/>
              </w:rPr>
              <w:t>me</w:t>
            </w:r>
            <w:r w:rsidR="00345CC6" w:rsidRPr="00BB4642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BB46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345CC6" w:rsidRPr="00BB4642">
              <w:rPr>
                <w:sz w:val="16"/>
                <w:szCs w:val="16"/>
              </w:rPr>
              <w:t xml:space="preserve"> M.</w:t>
            </w:r>
          </w:p>
        </w:tc>
      </w:tr>
      <w:tr w:rsidR="00345CC6" w:rsidRPr="00BB4642" w14:paraId="1E0FC9D2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4628AA3" w14:textId="77777777" w:rsidR="00345CC6" w:rsidRPr="00BB4642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Nom complet de l’entité</w:t>
            </w:r>
          </w:p>
          <w:p w14:paraId="336D87ED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C045A7B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BB4642" w14:paraId="6888EA3F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EBE4C69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Fonction/titre</w:t>
            </w:r>
          </w:p>
          <w:p w14:paraId="45865127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42C6B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BB4642" w14:paraId="4AD80B17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78F69DF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Adresse</w:t>
            </w:r>
          </w:p>
          <w:p w14:paraId="03DD7AF0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2C20461" w14:textId="79A84DC6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BCA608" w14:textId="083A598D" w:rsidR="00E84EEE" w:rsidRPr="00BB4642" w:rsidRDefault="00E84EEE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18A2521" w14:textId="77777777" w:rsidR="00E84EEE" w:rsidRPr="00BB4642" w:rsidRDefault="00E84EEE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2EEA1C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A060BF" w:rsidRPr="00BB4642" w14:paraId="71B49083" w14:textId="77777777" w:rsidTr="00C24D9D">
        <w:trPr>
          <w:cantSplit/>
          <w:trHeight w:val="192"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7EE8B26" w14:textId="77777777" w:rsidR="00A060BF" w:rsidRPr="00BB4642" w:rsidRDefault="00A060BF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Téléphone</w:t>
            </w:r>
          </w:p>
          <w:p w14:paraId="755D06E5" w14:textId="77777777" w:rsidR="00A060BF" w:rsidRPr="00BB4642" w:rsidRDefault="00A060BF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20F06F" w14:textId="44153805" w:rsidR="00A060BF" w:rsidRPr="00BB4642" w:rsidRDefault="00A060BF" w:rsidP="00A060B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BB4642" w14:paraId="10C9BDB9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3718E8A7" w14:textId="77777777" w:rsidR="00345CC6" w:rsidRPr="00BB4642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Adresse électronique</w:t>
            </w:r>
          </w:p>
          <w:p w14:paraId="51A21A45" w14:textId="77777777" w:rsidR="00345CC6" w:rsidRPr="00BB4642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2D6AD78" w14:textId="77777777" w:rsidR="00345CC6" w:rsidRPr="00BB4642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345CC6" w:rsidRPr="00BB4642" w14:paraId="55736098" w14:textId="77777777" w:rsidTr="00E92265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26800F9E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Date</w:t>
            </w:r>
          </w:p>
          <w:p w14:paraId="19E3D6B9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B14522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Mar>
              <w:top w:w="57" w:type="dxa"/>
              <w:bottom w:w="0" w:type="dxa"/>
            </w:tcMar>
          </w:tcPr>
          <w:p w14:paraId="2FB5FF98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Signature</w:t>
            </w:r>
          </w:p>
          <w:p w14:paraId="43BC475F" w14:textId="77777777" w:rsidR="00345CC6" w:rsidRPr="00BB4642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741B46AD" w14:textId="5B436666" w:rsidR="00275134" w:rsidRPr="00BB4642" w:rsidRDefault="00275134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64D89E6" w14:textId="77777777" w:rsidR="00345CC6" w:rsidRPr="00BB4642" w:rsidRDefault="00345CC6" w:rsidP="00345CC6">
      <w:pPr>
        <w:jc w:val="both"/>
        <w:rPr>
          <w:rFonts w:cs="Arial"/>
        </w:rPr>
      </w:pPr>
    </w:p>
    <w:p w14:paraId="27B01EDD" w14:textId="77777777" w:rsidR="00345CC6" w:rsidRPr="00BB4642" w:rsidRDefault="00345CC6" w:rsidP="008D7FC3">
      <w:pPr>
        <w:pStyle w:val="Textedebase"/>
        <w:spacing w:after="120"/>
      </w:pPr>
      <w:r w:rsidRPr="00BB4642">
        <w:t>Responsable de l’accréditation (ministère, régulateur, opérateur désigné, organe responsable des observa</w:t>
      </w:r>
      <w:r w:rsidR="00E92265" w:rsidRPr="00BB4642">
        <w:softHyphen/>
      </w:r>
      <w:r w:rsidRPr="00BB4642">
        <w:t xml:space="preserve">teurs, etc.) chargé de notifier au Bureau international le nom des délégués avant chaque session du Congrès, </w:t>
      </w:r>
      <w:r w:rsidR="008D7FC3" w:rsidRPr="00BB4642">
        <w:t xml:space="preserve">du CA et </w:t>
      </w:r>
      <w:r w:rsidRPr="00BB4642">
        <w:t xml:space="preserve">du </w:t>
      </w:r>
      <w:r w:rsidR="008D7FC3" w:rsidRPr="00BB4642">
        <w:t>CEP.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16"/>
        <w:gridCol w:w="1624"/>
      </w:tblGrid>
      <w:tr w:rsidR="00345CC6" w:rsidRPr="00BB4642" w14:paraId="3E9C64F0" w14:textId="77777777" w:rsidTr="00E92265">
        <w:trPr>
          <w:cantSplit/>
          <w:trHeight w:val="33"/>
        </w:trPr>
        <w:tc>
          <w:tcPr>
            <w:tcW w:w="8016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2A9CC3C0" w14:textId="77777777" w:rsidR="00345CC6" w:rsidRPr="00BB4642" w:rsidRDefault="00345CC6" w:rsidP="00EF3BA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Nom, prénom et fonction/titre de la personne</w:t>
            </w:r>
          </w:p>
          <w:p w14:paraId="5B0E70D1" w14:textId="77777777" w:rsidR="00345CC6" w:rsidRPr="00BB4642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40AFA7C" w14:textId="77777777" w:rsidR="00345CC6" w:rsidRPr="00BB4642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44384ADA" w14:textId="77777777" w:rsidR="00345CC6" w:rsidRPr="00BB4642" w:rsidRDefault="00FB072C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BB46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345CC6" w:rsidRPr="00BB4642">
              <w:rPr>
                <w:sz w:val="16"/>
                <w:szCs w:val="16"/>
              </w:rPr>
              <w:t xml:space="preserve"> M</w:t>
            </w:r>
            <w:r w:rsidR="00345CC6" w:rsidRPr="00BB4642">
              <w:rPr>
                <w:sz w:val="16"/>
                <w:szCs w:val="16"/>
                <w:vertAlign w:val="superscript"/>
              </w:rPr>
              <w:t>me</w:t>
            </w:r>
            <w:r w:rsidR="00345CC6" w:rsidRPr="00BB4642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BB46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345CC6" w:rsidRPr="00BB4642">
              <w:rPr>
                <w:sz w:val="16"/>
                <w:szCs w:val="16"/>
              </w:rPr>
              <w:t xml:space="preserve"> M.</w:t>
            </w:r>
          </w:p>
        </w:tc>
      </w:tr>
      <w:tr w:rsidR="00345CC6" w:rsidRPr="00BB4642" w14:paraId="2F817DB7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0D91991" w14:textId="77777777" w:rsidR="00345CC6" w:rsidRPr="00BB4642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Nom complet de l’entité accréditrice</w:t>
            </w:r>
          </w:p>
          <w:p w14:paraId="73B68300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BCC8119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BB4642" w14:paraId="66C29EC2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5C0A2F6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Adresse</w:t>
            </w:r>
          </w:p>
          <w:p w14:paraId="1A3863CD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597E4D" w14:textId="6BBF3196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0DE3617" w14:textId="07CDC7BB" w:rsidR="00E84EEE" w:rsidRPr="00BB4642" w:rsidRDefault="00E84EEE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C740D53" w14:textId="77777777" w:rsidR="00E84EEE" w:rsidRPr="00BB4642" w:rsidRDefault="00E84EEE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4F06C0" w14:textId="77777777" w:rsidR="00345CC6" w:rsidRPr="00BB4642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A060BF" w:rsidRPr="00BB4642" w14:paraId="203FDEF5" w14:textId="77777777" w:rsidTr="00663447">
        <w:trPr>
          <w:cantSplit/>
          <w:trHeight w:val="192"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557CEA6F" w14:textId="77777777" w:rsidR="00A060BF" w:rsidRPr="00BB4642" w:rsidRDefault="00A060BF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Téléphone</w:t>
            </w:r>
          </w:p>
          <w:p w14:paraId="343A9AA3" w14:textId="77777777" w:rsidR="00A060BF" w:rsidRPr="00BB4642" w:rsidRDefault="00A060BF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1825692" w14:textId="290AEC11" w:rsidR="00A060BF" w:rsidRPr="00BB4642" w:rsidRDefault="00A060BF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A94E86" w14:paraId="60EDEFDD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4D590E28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BB4642">
              <w:rPr>
                <w:sz w:val="16"/>
                <w:szCs w:val="16"/>
              </w:rPr>
              <w:t>Adresse électronique</w:t>
            </w:r>
          </w:p>
          <w:p w14:paraId="6C80F45D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A2B79D7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317EB6C" w14:textId="77777777" w:rsidR="00345CC6" w:rsidRPr="0065438D" w:rsidRDefault="00345CC6" w:rsidP="0065438D">
      <w:pPr>
        <w:pStyle w:val="Textedebase"/>
        <w:rPr>
          <w:lang w:val="fr-CH"/>
        </w:rPr>
      </w:pPr>
    </w:p>
    <w:sectPr w:rsidR="00345CC6" w:rsidRPr="0065438D" w:rsidSect="00A452CE">
      <w:headerReference w:type="even" r:id="rId13"/>
      <w:headerReference w:type="default" r:id="rId14"/>
      <w:headerReference w:type="first" r:id="rId15"/>
      <w:endnotePr>
        <w:numFmt w:val="decimal"/>
      </w:endnotePr>
      <w:pgSz w:w="11907" w:h="16840" w:code="9"/>
      <w:pgMar w:top="1134" w:right="851" w:bottom="426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2DD46" w14:textId="77777777" w:rsidR="008042DC" w:rsidRDefault="008042DC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3C56B6A2" w14:textId="77777777" w:rsidR="008042DC" w:rsidRDefault="0080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4E1E2" w14:textId="77777777" w:rsidR="008042DC" w:rsidRDefault="008042DC" w:rsidP="009E7ADC">
      <w:pPr>
        <w:rPr>
          <w:sz w:val="18"/>
        </w:rPr>
      </w:pPr>
    </w:p>
  </w:footnote>
  <w:footnote w:type="continuationSeparator" w:id="0">
    <w:p w14:paraId="2B43682D" w14:textId="77777777" w:rsidR="008042DC" w:rsidRDefault="008042DC" w:rsidP="009E7ADC"/>
  </w:footnote>
  <w:footnote w:type="continuationNotice" w:id="1">
    <w:p w14:paraId="29F60B76" w14:textId="77777777" w:rsidR="008042DC" w:rsidRDefault="008042DC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5EFE0" w14:textId="77777777" w:rsidR="00527FF5" w:rsidRDefault="00527FF5">
    <w:pPr>
      <w:jc w:val="center"/>
    </w:pPr>
    <w:r>
      <w:pgNum/>
    </w:r>
  </w:p>
  <w:p w14:paraId="15303A9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9264E" w14:textId="77777777" w:rsidR="00527FF5" w:rsidRDefault="00527FF5" w:rsidP="00F639BA">
    <w:pPr>
      <w:jc w:val="center"/>
    </w:pPr>
    <w:r>
      <w:pgNum/>
    </w:r>
  </w:p>
  <w:p w14:paraId="2DBF61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B062BC" w14:paraId="5848ABFA" w14:textId="77777777">
      <w:trPr>
        <w:trHeight w:val="1418"/>
      </w:trPr>
      <w:tc>
        <w:tcPr>
          <w:tcW w:w="3969" w:type="dxa"/>
        </w:tcPr>
        <w:p w14:paraId="0431D04F" w14:textId="77777777" w:rsidR="00F87364" w:rsidRDefault="00F8736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5670" w:type="dxa"/>
        </w:tcPr>
        <w:p w14:paraId="06111469" w14:textId="144DF487" w:rsidR="00F87364" w:rsidRPr="00B062BC" w:rsidRDefault="00345CC6" w:rsidP="00C24E30">
          <w:pPr>
            <w:autoSpaceDE w:val="0"/>
            <w:autoSpaceDN w:val="0"/>
            <w:adjustRightInd w:val="0"/>
            <w:jc w:val="right"/>
          </w:pPr>
          <w:r w:rsidRPr="00BB4642">
            <w:t>Annexe 1.Pièce 1 à la lettre 3100(D</w:t>
          </w:r>
          <w:r w:rsidR="00C24E30" w:rsidRPr="00BB4642">
            <w:t>ACAB</w:t>
          </w:r>
          <w:r w:rsidRPr="00BB4642">
            <w:t>)</w:t>
          </w:r>
          <w:r w:rsidR="008E1104" w:rsidRPr="00BB4642">
            <w:t>10</w:t>
          </w:r>
          <w:r w:rsidR="00C24E30" w:rsidRPr="00BB4642">
            <w:t>74</w:t>
          </w:r>
          <w:r w:rsidRPr="00BB4642">
            <w:br/>
            <w:t xml:space="preserve">du </w:t>
          </w:r>
          <w:r w:rsidR="00C24E30" w:rsidRPr="00BB4642">
            <w:t>5 août</w:t>
          </w:r>
          <w:r w:rsidR="008E1104" w:rsidRPr="00BB4642">
            <w:t xml:space="preserve"> 2022</w:t>
          </w:r>
        </w:p>
      </w:tc>
    </w:tr>
  </w:tbl>
  <w:p w14:paraId="76FA799F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C6"/>
    <w:rsid w:val="000021DD"/>
    <w:rsid w:val="00004D2B"/>
    <w:rsid w:val="0002298F"/>
    <w:rsid w:val="00023669"/>
    <w:rsid w:val="00026AB4"/>
    <w:rsid w:val="00026EC5"/>
    <w:rsid w:val="000465C9"/>
    <w:rsid w:val="000B24C3"/>
    <w:rsid w:val="000D1BB1"/>
    <w:rsid w:val="000D440C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34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27AF6"/>
    <w:rsid w:val="00331C6E"/>
    <w:rsid w:val="003405FB"/>
    <w:rsid w:val="003407BC"/>
    <w:rsid w:val="00342CD6"/>
    <w:rsid w:val="00343FF6"/>
    <w:rsid w:val="00345CC6"/>
    <w:rsid w:val="00355163"/>
    <w:rsid w:val="00361DE6"/>
    <w:rsid w:val="00372B67"/>
    <w:rsid w:val="0037420A"/>
    <w:rsid w:val="003750AE"/>
    <w:rsid w:val="00376861"/>
    <w:rsid w:val="003B1F46"/>
    <w:rsid w:val="003D4D5A"/>
    <w:rsid w:val="00422F57"/>
    <w:rsid w:val="00442551"/>
    <w:rsid w:val="0046077D"/>
    <w:rsid w:val="004611D5"/>
    <w:rsid w:val="00471CE5"/>
    <w:rsid w:val="00486572"/>
    <w:rsid w:val="004A2281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38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00CD4"/>
    <w:rsid w:val="008042DC"/>
    <w:rsid w:val="00857B50"/>
    <w:rsid w:val="00872D73"/>
    <w:rsid w:val="0087570D"/>
    <w:rsid w:val="00894CD8"/>
    <w:rsid w:val="00897E26"/>
    <w:rsid w:val="008A32DA"/>
    <w:rsid w:val="008A5A68"/>
    <w:rsid w:val="008B7E25"/>
    <w:rsid w:val="008D3810"/>
    <w:rsid w:val="008D774B"/>
    <w:rsid w:val="008D7FC3"/>
    <w:rsid w:val="008E1104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0BF"/>
    <w:rsid w:val="00A06C89"/>
    <w:rsid w:val="00A418A0"/>
    <w:rsid w:val="00A452CE"/>
    <w:rsid w:val="00A455D1"/>
    <w:rsid w:val="00A53E1E"/>
    <w:rsid w:val="00A5792F"/>
    <w:rsid w:val="00A639DD"/>
    <w:rsid w:val="00A6703E"/>
    <w:rsid w:val="00A73891"/>
    <w:rsid w:val="00A809D7"/>
    <w:rsid w:val="00A92377"/>
    <w:rsid w:val="00AA01D2"/>
    <w:rsid w:val="00AA61ED"/>
    <w:rsid w:val="00AB6561"/>
    <w:rsid w:val="00AB7653"/>
    <w:rsid w:val="00AC2359"/>
    <w:rsid w:val="00AE0D85"/>
    <w:rsid w:val="00AE2BF2"/>
    <w:rsid w:val="00B00E3F"/>
    <w:rsid w:val="00B010D9"/>
    <w:rsid w:val="00B062BC"/>
    <w:rsid w:val="00B07B70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344B"/>
    <w:rsid w:val="00BB4642"/>
    <w:rsid w:val="00BC0807"/>
    <w:rsid w:val="00BC1442"/>
    <w:rsid w:val="00BC4919"/>
    <w:rsid w:val="00BE3CCA"/>
    <w:rsid w:val="00BF2822"/>
    <w:rsid w:val="00BF2F28"/>
    <w:rsid w:val="00BF5B9E"/>
    <w:rsid w:val="00C0653D"/>
    <w:rsid w:val="00C06D24"/>
    <w:rsid w:val="00C17350"/>
    <w:rsid w:val="00C21452"/>
    <w:rsid w:val="00C24E30"/>
    <w:rsid w:val="00C2769E"/>
    <w:rsid w:val="00C35110"/>
    <w:rsid w:val="00C402AE"/>
    <w:rsid w:val="00C6451E"/>
    <w:rsid w:val="00C66DD7"/>
    <w:rsid w:val="00C74B88"/>
    <w:rsid w:val="00C903B8"/>
    <w:rsid w:val="00C91301"/>
    <w:rsid w:val="00C91C2F"/>
    <w:rsid w:val="00C957E0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674C9"/>
    <w:rsid w:val="00E72B05"/>
    <w:rsid w:val="00E76C5C"/>
    <w:rsid w:val="00E84EEE"/>
    <w:rsid w:val="00E92265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B072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4423CCBC"/>
  <w15:docId w15:val="{531A012F-961D-4244-B8EC-B09DC38F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32E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PEGASE-7-1139488</_dlc_DocId>
    <_dlc_DocIdUrl xmlns="b4ec4095-9810-4e60-b964-3161185fe897">
      <Url>https://pegase.upu.int/_layouts/DocIdRedir.aspx?ID=PEGASE-7-1139488</Url>
      <Description>PEGASE-7-1139488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366E4-F7C5-4172-BC60-DD1BFD6F2BED}"/>
</file>

<file path=customXml/itemProps2.xml><?xml version="1.0" encoding="utf-8"?>
<ds:datastoreItem xmlns:ds="http://schemas.openxmlformats.org/officeDocument/2006/customXml" ds:itemID="{EE99C9FA-DEED-4D17-9F3C-5F51BF3380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9AC0EDD-FAEB-4CC2-BDD0-0767415F2B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1458A-266B-47A9-8284-D8BF766ED371}">
  <ds:schemaRefs>
    <ds:schemaRef ds:uri="http://purl.org/dc/terms/"/>
    <ds:schemaRef ds:uri="http://purl.org/dc/dcmitype/"/>
    <ds:schemaRef ds:uri="http://www.w3.org/XML/1998/namespace"/>
    <ds:schemaRef ds:uri="b4ec4095-9810-4e60-b964-3161185fe897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F8EB28E-DF44-40A8-9AF3-77D3550F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</Template>
  <TotalTime>2</TotalTime>
  <Pages>1</Pages>
  <Words>140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WALTHER david</cp:lastModifiedBy>
  <cp:revision>4</cp:revision>
  <cp:lastPrinted>2022-03-28T09:02:00Z</cp:lastPrinted>
  <dcterms:created xsi:type="dcterms:W3CDTF">2022-08-03T08:37:00Z</dcterms:created>
  <dcterms:modified xsi:type="dcterms:W3CDTF">2022-08-03T11:50:00Z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e329eca3-7ff3-4aae-bfbf-cd6e2c81da2b</vt:lpwstr>
  </property>
</Properties>
</file>