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DA6AB" w14:textId="073C3150" w:rsidR="00276039" w:rsidRPr="00EC33F5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EC33F5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EC33F5">
        <w:rPr>
          <w:b/>
          <w:bCs/>
          <w:sz w:val="28"/>
          <w:szCs w:val="28"/>
          <w:rtl/>
        </w:rPr>
        <w:t>أعمال</w:t>
      </w:r>
      <w:r w:rsidRPr="00EC33F5">
        <w:rPr>
          <w:b/>
          <w:bCs/>
          <w:sz w:val="28"/>
          <w:szCs w:val="28"/>
          <w:rtl/>
        </w:rPr>
        <w:t xml:space="preserve"> </w:t>
      </w:r>
      <w:r w:rsidR="00253D18" w:rsidRPr="00EC33F5">
        <w:rPr>
          <w:rFonts w:hint="cs"/>
          <w:b/>
          <w:bCs/>
          <w:sz w:val="28"/>
          <w:szCs w:val="28"/>
          <w:rtl/>
        </w:rPr>
        <w:t>هيئات</w:t>
      </w:r>
      <w:r w:rsidRPr="00EC33F5">
        <w:rPr>
          <w:b/>
          <w:bCs/>
          <w:sz w:val="28"/>
          <w:szCs w:val="28"/>
          <w:rtl/>
        </w:rPr>
        <w:t xml:space="preserve"> مجلس الإدارة</w:t>
      </w:r>
      <w:r w:rsidR="00126B98" w:rsidRPr="00EC33F5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EC33F5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218FB0A2" w:rsidR="00276039" w:rsidRPr="00EC33F5" w:rsidRDefault="00276039" w:rsidP="005720B7">
      <w:pPr>
        <w:pStyle w:val="0Textedebase"/>
        <w:tabs>
          <w:tab w:val="left" w:pos="2410"/>
        </w:tabs>
        <w:bidi/>
        <w:spacing w:line="240" w:lineRule="auto"/>
        <w:jc w:val="lowKashida"/>
        <w:rPr>
          <w:sz w:val="28"/>
          <w:szCs w:val="28"/>
          <w:rtl/>
        </w:rPr>
      </w:pPr>
      <w:r w:rsidRPr="00EC33F5">
        <w:rPr>
          <w:sz w:val="28"/>
          <w:szCs w:val="28"/>
          <w:u w:val="single"/>
          <w:rtl/>
        </w:rPr>
        <w:tab/>
      </w:r>
      <w:r w:rsidRPr="00EC33F5">
        <w:rPr>
          <w:sz w:val="28"/>
          <w:szCs w:val="28"/>
          <w:u w:val="single"/>
          <w:rtl/>
        </w:rPr>
        <w:tab/>
      </w:r>
      <w:r w:rsidRPr="00EC33F5">
        <w:rPr>
          <w:sz w:val="28"/>
          <w:szCs w:val="28"/>
          <w:rtl/>
        </w:rPr>
        <w:t xml:space="preserve"> 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ع</w:t>
      </w:r>
      <w:r w:rsidRPr="00EC33F5">
        <w:rPr>
          <w:sz w:val="28"/>
          <w:szCs w:val="28"/>
          <w:rtl/>
        </w:rPr>
        <w:t xml:space="preserve">ضو في مجلس الإدارة 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م</w:t>
      </w:r>
      <w:r w:rsidRPr="00EC33F5">
        <w:rPr>
          <w:sz w:val="28"/>
          <w:szCs w:val="28"/>
          <w:rtl/>
        </w:rPr>
        <w:t>راقب في مجلس الإدارة</w:t>
      </w:r>
      <w:r w:rsidR="00126B98" w:rsidRPr="00EC33F5">
        <w:rPr>
          <w:sz w:val="28"/>
          <w:szCs w:val="28"/>
          <w:rtl/>
        </w:rPr>
        <w:t xml:space="preserve"> 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8E0027" w:rsidRPr="00EC33F5">
        <w:rPr>
          <w:sz w:val="28"/>
          <w:szCs w:val="28"/>
          <w:rtl/>
        </w:rPr>
        <w:t> </w:t>
      </w:r>
      <w:r w:rsidR="00126B98" w:rsidRPr="00EC33F5">
        <w:rPr>
          <w:sz w:val="28"/>
          <w:szCs w:val="28"/>
          <w:rtl/>
        </w:rPr>
        <w:t xml:space="preserve">عضو في مجلس الاستثمار البريدي 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126B98" w:rsidRPr="00EC33F5">
        <w:rPr>
          <w:sz w:val="28"/>
          <w:szCs w:val="28"/>
          <w:rtl/>
        </w:rPr>
        <w:t xml:space="preserve"> مراقب في مجلس الاستثمار البريدي</w:t>
      </w:r>
      <w:r w:rsidRPr="00EC33F5">
        <w:rPr>
          <w:sz w:val="28"/>
          <w:szCs w:val="28"/>
          <w:rtl/>
        </w:rPr>
        <w:t xml:space="preserve">، والشخص التالي يمثل جهة الاتصال للحصول على </w:t>
      </w:r>
      <w:r w:rsidR="005720B7" w:rsidRPr="00EC33F5">
        <w:rPr>
          <w:rFonts w:hint="cs"/>
          <w:sz w:val="28"/>
          <w:szCs w:val="28"/>
          <w:rtl/>
        </w:rPr>
        <w:t>ال</w:t>
      </w:r>
      <w:r w:rsidRPr="00EC33F5">
        <w:rPr>
          <w:sz w:val="28"/>
          <w:szCs w:val="28"/>
          <w:rtl/>
        </w:rPr>
        <w:t xml:space="preserve">معلومات </w:t>
      </w:r>
      <w:r w:rsidR="005720B7" w:rsidRPr="00EC33F5">
        <w:rPr>
          <w:rFonts w:hint="cs"/>
          <w:sz w:val="28"/>
          <w:szCs w:val="28"/>
          <w:rtl/>
        </w:rPr>
        <w:t>فيما يتعلق</w:t>
      </w:r>
      <w:r w:rsidR="005720B7" w:rsidRPr="00EC33F5">
        <w:rPr>
          <w:sz w:val="28"/>
          <w:szCs w:val="28"/>
          <w:rtl/>
        </w:rPr>
        <w:t xml:space="preserve"> </w:t>
      </w:r>
      <w:r w:rsidR="005720B7" w:rsidRPr="00EC33F5">
        <w:rPr>
          <w:rFonts w:hint="cs"/>
          <w:sz w:val="28"/>
          <w:szCs w:val="28"/>
          <w:rtl/>
        </w:rPr>
        <w:t>ب</w:t>
      </w:r>
      <w:r w:rsidRPr="00EC33F5">
        <w:rPr>
          <w:sz w:val="28"/>
          <w:szCs w:val="28"/>
          <w:rtl/>
        </w:rPr>
        <w:t>مجلس الإدارة</w:t>
      </w:r>
      <w:r w:rsidR="00126B98" w:rsidRPr="00EC33F5">
        <w:rPr>
          <w:sz w:val="28"/>
          <w:szCs w:val="28"/>
          <w:rtl/>
        </w:rPr>
        <w:t>/</w:t>
      </w:r>
      <w:r w:rsidR="005720B7" w:rsidRPr="00EC33F5">
        <w:rPr>
          <w:rFonts w:hint="cs"/>
          <w:sz w:val="28"/>
          <w:szCs w:val="28"/>
          <w:rtl/>
        </w:rPr>
        <w:t>ب</w:t>
      </w:r>
      <w:r w:rsidR="00126B98" w:rsidRPr="00EC33F5">
        <w:rPr>
          <w:sz w:val="28"/>
          <w:szCs w:val="28"/>
          <w:rtl/>
        </w:rPr>
        <w:t>مجلس الاستثمار البريدي</w:t>
      </w:r>
      <w:r w:rsidRPr="00EC33F5">
        <w:rPr>
          <w:sz w:val="28"/>
          <w:szCs w:val="28"/>
          <w:rtl/>
        </w:rPr>
        <w:t>:</w:t>
      </w:r>
    </w:p>
    <w:p w14:paraId="5AE2464C" w14:textId="6BDE486E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498D9853" w14:textId="77777777" w:rsidR="002E7C96" w:rsidRPr="00EC33F5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EC33F5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EC33F5" w:rsidRDefault="00990B55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السيدة</w:t>
            </w:r>
            <w:r w:rsidR="009076A6" w:rsidRPr="00EC33F5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EC33F5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22E8E124" w:rsidR="009076A6" w:rsidRPr="00EC33F5" w:rsidRDefault="00ED0ABE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EC33F5">
              <w:rPr>
                <w:sz w:val="28"/>
                <w:szCs w:val="28"/>
                <w:rtl/>
              </w:rPr>
              <w:t>ال</w:t>
            </w:r>
            <w:r w:rsidRPr="00EC33F5">
              <w:rPr>
                <w:rFonts w:hint="cs"/>
                <w:sz w:val="28"/>
                <w:szCs w:val="28"/>
                <w:rtl/>
              </w:rPr>
              <w:t>لقب الوظيفي</w:t>
            </w:r>
            <w:r w:rsidR="009076A6" w:rsidRPr="00EC33F5">
              <w:rPr>
                <w:sz w:val="28"/>
                <w:szCs w:val="28"/>
                <w:rtl/>
              </w:rPr>
              <w:t>:</w:t>
            </w:r>
          </w:p>
          <w:p w14:paraId="0B22D258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EC33F5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البريد الإلكتروني</w:t>
            </w:r>
            <w:r w:rsidRPr="00EC33F5">
              <w:rPr>
                <w:sz w:val="28"/>
                <w:szCs w:val="28"/>
              </w:rPr>
              <w:t>:</w:t>
            </w:r>
          </w:p>
          <w:p w14:paraId="60E70533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EC33F5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2C6BD2DA" w:rsidR="00016E3E" w:rsidRPr="00422813" w:rsidRDefault="00016E3E" w:rsidP="00AF487B">
      <w:pPr>
        <w:pStyle w:val="0Textedebase"/>
        <w:tabs>
          <w:tab w:val="right" w:pos="3969"/>
        </w:tabs>
        <w:bidi/>
        <w:spacing w:line="240" w:lineRule="auto"/>
        <w:jc w:val="lowKashida"/>
        <w:rPr>
          <w:sz w:val="28"/>
          <w:szCs w:val="28"/>
          <w:rtl/>
        </w:rPr>
      </w:pPr>
      <w:r w:rsidRPr="00422813">
        <w:rPr>
          <w:sz w:val="28"/>
          <w:szCs w:val="28"/>
          <w:rtl/>
        </w:rPr>
        <w:t xml:space="preserve">يرجى إرسال ردّكم إلى </w:t>
      </w:r>
      <w:r w:rsidR="005720B7" w:rsidRPr="00422813">
        <w:rPr>
          <w:rFonts w:hint="eastAsia"/>
          <w:sz w:val="28"/>
          <w:szCs w:val="28"/>
          <w:rtl/>
        </w:rPr>
        <w:t>العنوانيْن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البريدييْن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الإلكترونييْن</w:t>
      </w:r>
      <w:r w:rsidRPr="00422813">
        <w:rPr>
          <w:sz w:val="28"/>
          <w:szCs w:val="28"/>
          <w:rtl/>
        </w:rPr>
        <w:t xml:space="preserve"> التالي</w:t>
      </w:r>
      <w:r w:rsidR="00126B98" w:rsidRPr="00422813">
        <w:rPr>
          <w:sz w:val="28"/>
          <w:szCs w:val="28"/>
          <w:rtl/>
        </w:rPr>
        <w:t>ي</w:t>
      </w:r>
      <w:r w:rsidR="005720B7" w:rsidRPr="00422813">
        <w:rPr>
          <w:rFonts w:hint="eastAsia"/>
          <w:sz w:val="28"/>
          <w:szCs w:val="28"/>
          <w:rtl/>
        </w:rPr>
        <w:t>ْ</w:t>
      </w:r>
      <w:r w:rsidR="00126B98" w:rsidRPr="00422813">
        <w:rPr>
          <w:sz w:val="28"/>
          <w:szCs w:val="28"/>
          <w:rtl/>
        </w:rPr>
        <w:t>ن</w:t>
      </w:r>
      <w:r w:rsidRPr="00422813">
        <w:rPr>
          <w:sz w:val="28"/>
          <w:szCs w:val="28"/>
          <w:rtl/>
        </w:rPr>
        <w:t xml:space="preserve"> </w:t>
      </w:r>
      <w:r w:rsidRPr="00422813">
        <w:rPr>
          <w:bCs/>
          <w:sz w:val="28"/>
          <w:szCs w:val="28"/>
          <w:rtl/>
        </w:rPr>
        <w:t xml:space="preserve">في موعد أقصاه </w:t>
      </w:r>
      <w:r w:rsidR="00D02DC8">
        <w:rPr>
          <w:rFonts w:hint="cs"/>
          <w:bCs/>
          <w:sz w:val="28"/>
          <w:szCs w:val="28"/>
          <w:rtl/>
        </w:rPr>
        <w:t>7</w:t>
      </w:r>
      <w:r w:rsidR="00AF487B" w:rsidRPr="00422813">
        <w:rPr>
          <w:bCs/>
          <w:sz w:val="28"/>
          <w:szCs w:val="28"/>
          <w:rtl/>
        </w:rPr>
        <w:t xml:space="preserve"> </w:t>
      </w:r>
      <w:r w:rsidR="00D02DC8">
        <w:rPr>
          <w:rFonts w:hint="cs"/>
          <w:bCs/>
          <w:sz w:val="28"/>
          <w:szCs w:val="28"/>
          <w:rtl/>
        </w:rPr>
        <w:t>فبراير</w:t>
      </w:r>
      <w:r w:rsidR="00AF487B" w:rsidRPr="00422813">
        <w:rPr>
          <w:bCs/>
          <w:sz w:val="28"/>
          <w:szCs w:val="28"/>
          <w:rtl/>
        </w:rPr>
        <w:t>/</w:t>
      </w:r>
      <w:r w:rsidR="00D02DC8">
        <w:rPr>
          <w:rFonts w:hint="cs"/>
          <w:bCs/>
          <w:sz w:val="28"/>
          <w:szCs w:val="28"/>
          <w:rtl/>
        </w:rPr>
        <w:t>شباط</w:t>
      </w:r>
      <w:r w:rsidR="00AF487B" w:rsidRPr="00422813">
        <w:rPr>
          <w:bCs/>
          <w:sz w:val="28"/>
          <w:szCs w:val="28"/>
          <w:rtl/>
        </w:rPr>
        <w:t xml:space="preserve"> 202</w:t>
      </w:r>
      <w:r w:rsidR="00D02DC8">
        <w:rPr>
          <w:rFonts w:hint="cs"/>
          <w:bCs/>
          <w:sz w:val="28"/>
          <w:szCs w:val="28"/>
          <w:rtl/>
        </w:rPr>
        <w:t>5</w:t>
      </w:r>
      <w:r w:rsidR="00126B98" w:rsidRPr="00422813">
        <w:rPr>
          <w:b/>
          <w:sz w:val="28"/>
          <w:szCs w:val="28"/>
          <w:rtl/>
        </w:rPr>
        <w:t>:</w:t>
      </w:r>
    </w:p>
    <w:p w14:paraId="3D84B0BB" w14:textId="77777777" w:rsidR="008E0027" w:rsidRPr="00EC33F5" w:rsidRDefault="00990B55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E0027" w:rsidRPr="00EC33F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990B55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EC33F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0BA3" w14:textId="77777777" w:rsidR="00A96CB0" w:rsidRDefault="00A96CB0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4EE327A" w14:textId="77777777" w:rsidR="00A96CB0" w:rsidRDefault="00A9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CD7B" w14:textId="77777777" w:rsidR="00A96CB0" w:rsidRDefault="00A96CB0" w:rsidP="009E7ADC">
      <w:pPr>
        <w:rPr>
          <w:sz w:val="18"/>
        </w:rPr>
      </w:pPr>
    </w:p>
  </w:footnote>
  <w:footnote w:type="continuationSeparator" w:id="0">
    <w:p w14:paraId="2BBAB7B7" w14:textId="77777777" w:rsidR="00A96CB0" w:rsidRPr="00252BCD" w:rsidRDefault="00A96CB0" w:rsidP="009E7ADC">
      <w:pPr>
        <w:rPr>
          <w:sz w:val="18"/>
          <w:szCs w:val="18"/>
        </w:rPr>
      </w:pPr>
    </w:p>
  </w:footnote>
  <w:footnote w:type="continuationNotice" w:id="1">
    <w:p w14:paraId="26EAE578" w14:textId="77777777" w:rsidR="00A96CB0" w:rsidRPr="00252BCD" w:rsidRDefault="00A96CB0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43"/>
      <w:gridCol w:w="4295"/>
    </w:tblGrid>
    <w:tr w:rsidR="00744F51" w14:paraId="51CAB579" w14:textId="77777777" w:rsidTr="00990B55">
      <w:trPr>
        <w:trHeight w:val="1560"/>
      </w:trPr>
      <w:tc>
        <w:tcPr>
          <w:tcW w:w="2772" w:type="pct"/>
          <w:hideMark/>
        </w:tcPr>
        <w:p w14:paraId="2BB3C9C7" w14:textId="5A45D64A" w:rsidR="00744F51" w:rsidRPr="00EC33F5" w:rsidRDefault="00744F51" w:rsidP="00744F51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 w:rsidRPr="00EC33F5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DA8B1A4" wp14:editId="250C0C6F">
                <wp:extent cx="1619250" cy="533400"/>
                <wp:effectExtent l="0" t="0" r="0" b="0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8" w:type="pct"/>
          <w:hideMark/>
        </w:tcPr>
        <w:p w14:paraId="2B50B208" w14:textId="31DAA7E0" w:rsidR="00744F51" w:rsidRPr="00C16E00" w:rsidRDefault="00744F51" w:rsidP="00336ED1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 w:rsidRPr="00EC33F5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D02DC8">
            <w:rPr>
              <w:rFonts w:ascii="Times New Roman" w:hAnsi="Times New Roman" w:cs="Times New Roman"/>
              <w:sz w:val="24"/>
              <w:szCs w:val="24"/>
            </w:rPr>
            <w:t>1130</w:t>
          </w:r>
          <w:r w:rsidR="00AF487B" w:rsidRPr="00EC33F5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D02DC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9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D02DC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ديسمبر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9E524E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كانون </w:t>
          </w:r>
          <w:r w:rsidR="00D02DC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الأول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18690307" w14:textId="77777777" w:rsidR="00575510" w:rsidRPr="00744F51" w:rsidRDefault="00575510" w:rsidP="009076A6">
    <w:pPr>
      <w:bidi/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1E08"/>
    <w:rsid w:val="000021DD"/>
    <w:rsid w:val="00004D2B"/>
    <w:rsid w:val="00012EF7"/>
    <w:rsid w:val="00016E3E"/>
    <w:rsid w:val="0002298F"/>
    <w:rsid w:val="00023669"/>
    <w:rsid w:val="000240AC"/>
    <w:rsid w:val="00026EC5"/>
    <w:rsid w:val="00031EBE"/>
    <w:rsid w:val="00037476"/>
    <w:rsid w:val="000465C9"/>
    <w:rsid w:val="000569F6"/>
    <w:rsid w:val="000B24C3"/>
    <w:rsid w:val="000D1BB1"/>
    <w:rsid w:val="000D4A9A"/>
    <w:rsid w:val="000E0AB2"/>
    <w:rsid w:val="000F0306"/>
    <w:rsid w:val="000F4C6B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5EA1"/>
    <w:rsid w:val="001F7AA2"/>
    <w:rsid w:val="0020390C"/>
    <w:rsid w:val="002071E1"/>
    <w:rsid w:val="00216A43"/>
    <w:rsid w:val="00232DCA"/>
    <w:rsid w:val="00240D16"/>
    <w:rsid w:val="00242ED1"/>
    <w:rsid w:val="00243A44"/>
    <w:rsid w:val="00245B1E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1D1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36ED1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A1068"/>
    <w:rsid w:val="003A6A07"/>
    <w:rsid w:val="003B1F46"/>
    <w:rsid w:val="003B604A"/>
    <w:rsid w:val="003E1B9E"/>
    <w:rsid w:val="003F1D49"/>
    <w:rsid w:val="0040318A"/>
    <w:rsid w:val="0040579D"/>
    <w:rsid w:val="00415FEC"/>
    <w:rsid w:val="00416A3A"/>
    <w:rsid w:val="00421698"/>
    <w:rsid w:val="00422813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0F1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20B7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4A1C"/>
    <w:rsid w:val="0060542D"/>
    <w:rsid w:val="006124BA"/>
    <w:rsid w:val="006209D3"/>
    <w:rsid w:val="00627262"/>
    <w:rsid w:val="00637585"/>
    <w:rsid w:val="00643F80"/>
    <w:rsid w:val="00646078"/>
    <w:rsid w:val="00653717"/>
    <w:rsid w:val="00653FFD"/>
    <w:rsid w:val="00654B91"/>
    <w:rsid w:val="00656A8B"/>
    <w:rsid w:val="00664672"/>
    <w:rsid w:val="006724B1"/>
    <w:rsid w:val="006776DE"/>
    <w:rsid w:val="00680B5F"/>
    <w:rsid w:val="0069084B"/>
    <w:rsid w:val="00694B19"/>
    <w:rsid w:val="006A600A"/>
    <w:rsid w:val="006A79AB"/>
    <w:rsid w:val="006B1882"/>
    <w:rsid w:val="006C019C"/>
    <w:rsid w:val="006C19E9"/>
    <w:rsid w:val="006C47EF"/>
    <w:rsid w:val="006C5C34"/>
    <w:rsid w:val="006C6E74"/>
    <w:rsid w:val="006D5D8D"/>
    <w:rsid w:val="006E36B1"/>
    <w:rsid w:val="00717D08"/>
    <w:rsid w:val="00723D0A"/>
    <w:rsid w:val="00726BB8"/>
    <w:rsid w:val="007434D8"/>
    <w:rsid w:val="00743D48"/>
    <w:rsid w:val="00744F51"/>
    <w:rsid w:val="00751530"/>
    <w:rsid w:val="00756C4A"/>
    <w:rsid w:val="00757BB9"/>
    <w:rsid w:val="00761DEC"/>
    <w:rsid w:val="0076291C"/>
    <w:rsid w:val="00765B70"/>
    <w:rsid w:val="00767594"/>
    <w:rsid w:val="007703FB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2409"/>
    <w:rsid w:val="007F6E68"/>
    <w:rsid w:val="008100EC"/>
    <w:rsid w:val="008200F3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60466"/>
    <w:rsid w:val="00973F76"/>
    <w:rsid w:val="00974119"/>
    <w:rsid w:val="00976F0D"/>
    <w:rsid w:val="0098423F"/>
    <w:rsid w:val="00990B55"/>
    <w:rsid w:val="009B449A"/>
    <w:rsid w:val="009C5BD0"/>
    <w:rsid w:val="009D77AD"/>
    <w:rsid w:val="009E524E"/>
    <w:rsid w:val="009E7ADC"/>
    <w:rsid w:val="009F110E"/>
    <w:rsid w:val="009F36E2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96CB0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487B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76CE0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5B9E"/>
    <w:rsid w:val="00C05A14"/>
    <w:rsid w:val="00C0653D"/>
    <w:rsid w:val="00C06D24"/>
    <w:rsid w:val="00C16E00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2DC8"/>
    <w:rsid w:val="00D066AA"/>
    <w:rsid w:val="00D06F6B"/>
    <w:rsid w:val="00D120B9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43527"/>
    <w:rsid w:val="00E50A0A"/>
    <w:rsid w:val="00E603F6"/>
    <w:rsid w:val="00E6496D"/>
    <w:rsid w:val="00E72B05"/>
    <w:rsid w:val="00E76C5C"/>
    <w:rsid w:val="00EA1C06"/>
    <w:rsid w:val="00EB0628"/>
    <w:rsid w:val="00EB1C53"/>
    <w:rsid w:val="00EB484A"/>
    <w:rsid w:val="00EC33F5"/>
    <w:rsid w:val="00EC6981"/>
    <w:rsid w:val="00ED0ABE"/>
    <w:rsid w:val="00ED183A"/>
    <w:rsid w:val="00ED63F7"/>
    <w:rsid w:val="00ED6707"/>
    <w:rsid w:val="00ED7E1E"/>
    <w:rsid w:val="00EE2A54"/>
    <w:rsid w:val="00EF273F"/>
    <w:rsid w:val="00F040C1"/>
    <w:rsid w:val="00F11A72"/>
    <w:rsid w:val="00F15D20"/>
    <w:rsid w:val="00F15EB7"/>
    <w:rsid w:val="00F2259F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846C5-2D48-46BD-8F5E-7A17F7C969C8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3206A75A-C9A7-493B-885C-9ABE4D49D6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4EA8FE-A9DB-42BB-9716-6D71334E05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SAYED sherouk</cp:lastModifiedBy>
  <cp:revision>4</cp:revision>
  <cp:lastPrinted>2024-12-06T07:39:00Z</cp:lastPrinted>
  <dcterms:created xsi:type="dcterms:W3CDTF">2024-12-05T16:04:00Z</dcterms:created>
  <dcterms:modified xsi:type="dcterms:W3CDTF">2024-12-06T07:40:00Z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241ddace-1aff-48b0-8650-dccc3064f8f2</vt:lpwstr>
  </property>
</Properties>
</file>