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4912A" w14:textId="5CFC28C3" w:rsidR="002B50C0" w:rsidRPr="007972F4" w:rsidRDefault="001908E5" w:rsidP="00377EAC">
      <w:pPr>
        <w:bidi/>
        <w:spacing w:line="240" w:lineRule="auto"/>
        <w:jc w:val="lowKashida"/>
        <w:rPr>
          <w:rFonts w:ascii="Times New Roman" w:hAnsi="Times New Roman"/>
          <w:b/>
          <w:bCs/>
          <w:sz w:val="24"/>
          <w:szCs w:val="28"/>
          <w:rtl/>
        </w:rPr>
      </w:pPr>
      <w:r>
        <w:rPr>
          <w:rFonts w:ascii="Times New Roman" w:hAnsi="Times New Roman" w:hint="cs"/>
          <w:b/>
          <w:bCs/>
          <w:sz w:val="24"/>
          <w:szCs w:val="28"/>
          <w:rtl/>
        </w:rPr>
        <w:t>الدورة الثانية</w:t>
      </w:r>
      <w:r w:rsidR="00377EAC">
        <w:rPr>
          <w:rFonts w:ascii="Times New Roman" w:hAnsi="Times New Roman" w:hint="cs"/>
          <w:b/>
          <w:bCs/>
          <w:sz w:val="24"/>
          <w:szCs w:val="28"/>
          <w:rtl/>
        </w:rPr>
        <w:t xml:space="preserve"> ل</w:t>
      </w:r>
      <w:r w:rsidR="002B50C0" w:rsidRPr="007972F4">
        <w:rPr>
          <w:rFonts w:ascii="Times New Roman" w:hAnsi="Times New Roman" w:hint="cs"/>
          <w:b/>
          <w:bCs/>
          <w:sz w:val="24"/>
          <w:szCs w:val="28"/>
          <w:rtl/>
        </w:rPr>
        <w:t>مجلس الإدارة ومجلس الاستثمار البريدي</w:t>
      </w:r>
      <w:r w:rsidR="003B14FE">
        <w:rPr>
          <w:rFonts w:ascii="Times New Roman" w:hAnsi="Times New Roman" w:hint="cs"/>
          <w:b/>
          <w:bCs/>
          <w:sz w:val="24"/>
          <w:szCs w:val="28"/>
          <w:rtl/>
        </w:rPr>
        <w:t xml:space="preserve"> لعام </w:t>
      </w:r>
      <w:r w:rsidR="005D52C6">
        <w:rPr>
          <w:rFonts w:ascii="Times New Roman" w:hAnsi="Times New Roman" w:hint="cs"/>
          <w:b/>
          <w:bCs/>
          <w:sz w:val="24"/>
          <w:szCs w:val="28"/>
          <w:rtl/>
        </w:rPr>
        <w:t>2022</w:t>
      </w:r>
    </w:p>
    <w:p w14:paraId="43D1BB78" w14:textId="77777777" w:rsidR="002B50C0" w:rsidRPr="001829DE" w:rsidRDefault="002B50C0" w:rsidP="00B97DA3">
      <w:pPr>
        <w:bidi/>
        <w:spacing w:line="240" w:lineRule="auto"/>
        <w:jc w:val="lowKashida"/>
        <w:rPr>
          <w:sz w:val="24"/>
          <w:szCs w:val="24"/>
        </w:rPr>
      </w:pPr>
    </w:p>
    <w:p w14:paraId="6011C1CF" w14:textId="309D73C3" w:rsidR="002B50C0" w:rsidRPr="00B97DA3" w:rsidRDefault="00562ADC" w:rsidP="001908E5">
      <w:pPr>
        <w:bidi/>
        <w:spacing w:line="240" w:lineRule="auto"/>
        <w:jc w:val="lowKashida"/>
        <w:rPr>
          <w:rFonts w:ascii="Times New Roman" w:hAnsi="Times New Roman"/>
          <w:b/>
          <w:bCs/>
          <w:spacing w:val="-4"/>
          <w:sz w:val="24"/>
          <w:szCs w:val="28"/>
          <w:rtl/>
          <w:lang w:val="en-US"/>
        </w:rPr>
      </w:pPr>
      <w:r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الاستمارة التي يلزم أن 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ي</w:t>
      </w:r>
      <w:r w:rsidR="00E42B93"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ستوفيها 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الكيان</w:t>
      </w:r>
      <w:r w:rsidR="00377EAC"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 </w:t>
      </w:r>
      <w:r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الحكومي </w:t>
      </w:r>
      <w:r w:rsidR="00E42B93"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المعني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 لدى </w:t>
      </w:r>
      <w:r w:rsidR="00E42B93" w:rsidRPr="00B97DA3">
        <w:rPr>
          <w:rFonts w:ascii="Times New Roman" w:hAnsi="Times New Roman" w:hint="cs"/>
          <w:spacing w:val="-4"/>
          <w:sz w:val="24"/>
          <w:szCs w:val="28"/>
          <w:rtl/>
        </w:rPr>
        <w:t>البلدان الأعضاء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r w:rsidR="00021EF7"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المعنية 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في الاتحاد البريدي العالمي (مثلاً وزارة أو إدارة أو سفارة أو بعثة دائمة لدى </w:t>
      </w:r>
      <w:r w:rsidR="003B14FE" w:rsidRPr="00B97DA3">
        <w:rPr>
          <w:rFonts w:ascii="Times New Roman" w:hAnsi="Times New Roman" w:hint="cs"/>
          <w:spacing w:val="-4"/>
          <w:sz w:val="24"/>
          <w:szCs w:val="28"/>
          <w:rtl/>
        </w:rPr>
        <w:t>الأمم المتحدة والمنظمات الدولية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 الأخرى أو </w:t>
      </w:r>
      <w:r w:rsidR="001908E5">
        <w:rPr>
          <w:rFonts w:ascii="Times New Roman" w:hAnsi="Times New Roman" w:hint="cs"/>
          <w:spacing w:val="-4"/>
          <w:sz w:val="24"/>
          <w:szCs w:val="28"/>
          <w:rtl/>
        </w:rPr>
        <w:t>غيرها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>)</w:t>
      </w:r>
      <w:r w:rsidR="0065244A" w:rsidRPr="00B97DA3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24450C86" w14:textId="77777777" w:rsidR="002B50C0" w:rsidRPr="001829DE" w:rsidRDefault="002B50C0" w:rsidP="00B97DA3">
      <w:pPr>
        <w:bidi/>
        <w:spacing w:line="240" w:lineRule="auto"/>
        <w:jc w:val="lowKashida"/>
        <w:rPr>
          <w:sz w:val="24"/>
          <w:szCs w:val="24"/>
        </w:rPr>
      </w:pPr>
    </w:p>
    <w:p w14:paraId="07FE40DB" w14:textId="397DDF8B" w:rsidR="00821944" w:rsidRPr="00BB2902" w:rsidRDefault="00821944" w:rsidP="00567E23">
      <w:pPr>
        <w:pStyle w:val="2Texte"/>
        <w:bidi/>
        <w:spacing w:line="240" w:lineRule="auto"/>
        <w:jc w:val="lowKashida"/>
        <w:rPr>
          <w:rFonts w:ascii="Times New Roman" w:hAnsi="Times New Roman"/>
          <w:spacing w:val="-4"/>
          <w:sz w:val="24"/>
          <w:szCs w:val="28"/>
          <w:rtl/>
        </w:rPr>
      </w:pPr>
      <w:r w:rsidRPr="00B35746">
        <w:rPr>
          <w:rFonts w:ascii="Times New Roman" w:hAnsi="Times New Roman" w:hint="eastAsia"/>
          <w:spacing w:val="-4"/>
          <w:sz w:val="24"/>
          <w:szCs w:val="28"/>
          <w:rtl/>
        </w:rPr>
        <w:t>ي</w:t>
      </w:r>
      <w:r w:rsidR="00582D5B" w:rsidRPr="00B35746">
        <w:rPr>
          <w:rFonts w:ascii="Times New Roman" w:hAnsi="Times New Roman" w:hint="eastAsia"/>
          <w:spacing w:val="-4"/>
          <w:sz w:val="24"/>
          <w:szCs w:val="28"/>
          <w:rtl/>
        </w:rPr>
        <w:t>ُ</w:t>
      </w:r>
      <w:r w:rsidRPr="00B35746">
        <w:rPr>
          <w:rFonts w:ascii="Times New Roman" w:hAnsi="Times New Roman" w:hint="eastAsia"/>
          <w:spacing w:val="-4"/>
          <w:sz w:val="24"/>
          <w:szCs w:val="28"/>
          <w:rtl/>
        </w:rPr>
        <w:t>رجى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 xml:space="preserve"> إعادة هذه الاستمارة بعد </w:t>
      </w:r>
      <w:r w:rsidR="003849EF" w:rsidRPr="00B35746">
        <w:rPr>
          <w:rFonts w:ascii="Times New Roman" w:hAnsi="Times New Roman" w:hint="eastAsia"/>
          <w:spacing w:val="-4"/>
          <w:sz w:val="24"/>
          <w:szCs w:val="28"/>
          <w:rtl/>
        </w:rPr>
        <w:t>استيفائها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3B14FE" w:rsidRPr="00B35746">
        <w:rPr>
          <w:rFonts w:ascii="Times New Roman" w:hAnsi="Times New Roman" w:hint="cs"/>
          <w:spacing w:val="-4"/>
          <w:sz w:val="24"/>
          <w:szCs w:val="28"/>
          <w:rtl/>
        </w:rPr>
        <w:t xml:space="preserve">إلى المكتب الدولي 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>بالبريد الإلكتروني</w:t>
      </w:r>
      <w:r w:rsidR="003B14FE" w:rsidRPr="00B35746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hyperlink r:id="rId12" w:history="1">
        <w:r w:rsidR="003B14FE" w:rsidRPr="00B35746">
          <w:rPr>
            <w:rStyle w:val="Lienhypertexte"/>
            <w:rFonts w:ascii="Times New Roman" w:hAnsi="Times New Roman" w:cs="Times New Roman"/>
            <w:spacing w:val="-4"/>
            <w:sz w:val="24"/>
            <w:szCs w:val="24"/>
            <w:lang w:eastAsia="fr-CH"/>
          </w:rPr>
          <w:t>ca.secretariat@upu.int</w:t>
        </w:r>
      </w:hyperlink>
      <w:r w:rsidR="003B14FE" w:rsidRPr="00B35746">
        <w:rPr>
          <w:rFonts w:ascii="Times New Roman" w:hAnsi="Times New Roman" w:cs="Times New Roman"/>
          <w:spacing w:val="-4"/>
          <w:sz w:val="24"/>
          <w:szCs w:val="24"/>
        </w:rPr>
        <w:t>)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5D52C6" w:rsidRPr="00B35746">
        <w:rPr>
          <w:rFonts w:ascii="Times New Roman" w:hAnsi="Times New Roman" w:hint="cs"/>
          <w:spacing w:val="-4"/>
          <w:sz w:val="24"/>
          <w:szCs w:val="28"/>
          <w:rtl/>
        </w:rPr>
        <w:t xml:space="preserve">و/أو </w:t>
      </w:r>
      <w:hyperlink r:id="rId13" w:history="1">
        <w:r w:rsidR="005D52C6" w:rsidRPr="00B35746">
          <w:rPr>
            <w:rStyle w:val="Lienhypertexte"/>
            <w:rFonts w:ascii="Times New Roman" w:hAnsi="Times New Roman" w:cs="Times New Roman"/>
            <w:spacing w:val="-4"/>
            <w:sz w:val="24"/>
            <w:szCs w:val="24"/>
            <w:lang w:eastAsia="fr-CH"/>
          </w:rPr>
          <w:t>poc.secretariat@upu.int</w:t>
        </w:r>
      </w:hyperlink>
      <w:r w:rsidR="005D52C6" w:rsidRPr="00B35746">
        <w:rPr>
          <w:rStyle w:val="Lienhypertexte"/>
          <w:rFonts w:hint="cs"/>
          <w:spacing w:val="-4"/>
          <w:rtl/>
        </w:rPr>
        <w:t>)</w:t>
      </w:r>
      <w:r w:rsidR="005D52C6" w:rsidRPr="00B35746">
        <w:rPr>
          <w:rStyle w:val="Lienhypertexte"/>
          <w:rFonts w:hint="cs"/>
          <w:spacing w:val="-4"/>
          <w:sz w:val="28"/>
          <w:szCs w:val="28"/>
          <w:rtl/>
        </w:rPr>
        <w:t xml:space="preserve"> </w:t>
      </w:r>
      <w:r w:rsidR="0096287C" w:rsidRPr="00B35746">
        <w:rPr>
          <w:rFonts w:ascii="Times New Roman" w:hAnsi="Times New Roman" w:hint="eastAsia"/>
          <w:b/>
          <w:bCs/>
          <w:spacing w:val="-4"/>
          <w:sz w:val="24"/>
          <w:szCs w:val="28"/>
          <w:rtl/>
        </w:rPr>
        <w:t>في</w:t>
      </w:r>
      <w:r w:rsidR="0096287C" w:rsidRPr="00B35746">
        <w:rPr>
          <w:rFonts w:ascii="Times New Roman" w:hAnsi="Times New Roman"/>
          <w:b/>
          <w:bCs/>
          <w:spacing w:val="-4"/>
          <w:sz w:val="24"/>
          <w:szCs w:val="28"/>
          <w:rtl/>
        </w:rPr>
        <w:t xml:space="preserve"> موعد أقصاه 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30</w:t>
      </w:r>
      <w:r w:rsidR="00377EAC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سبتمبر</w:t>
      </w:r>
      <w:r w:rsidR="005D52C6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/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أيلول</w:t>
      </w:r>
      <w:r w:rsidR="00377EAC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5D52C6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2022</w:t>
      </w:r>
      <w:r w:rsidR="003B14FE" w:rsidRPr="00B35746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13C7BC5D" w14:textId="77777777" w:rsidR="00D03EF7" w:rsidRPr="001829DE" w:rsidRDefault="00D03EF7" w:rsidP="00B97DA3">
      <w:pPr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05"/>
        <w:gridCol w:w="2544"/>
        <w:gridCol w:w="2260"/>
      </w:tblGrid>
      <w:tr w:rsidR="004E600A" w:rsidRPr="00955DC1" w14:paraId="5EFA5CA7" w14:textId="77777777" w:rsidTr="001829DE">
        <w:trPr>
          <w:cantSplit/>
          <w:trHeight w:val="33"/>
        </w:trPr>
        <w:tc>
          <w:tcPr>
            <w:tcW w:w="3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5E3BE06D" w14:textId="062898F2" w:rsidR="002B50C0" w:rsidRDefault="0065244A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اسم الموظف الذي استوفى هذه الاستمارة بالكامل ولقبه:</w:t>
            </w:r>
          </w:p>
          <w:p w14:paraId="5E8026C6" w14:textId="77777777" w:rsidR="0065244A" w:rsidRPr="00B97DA3" w:rsidRDefault="0065244A" w:rsidP="00B97DA3">
            <w:pPr>
              <w:bidi/>
              <w:spacing w:line="240" w:lineRule="auto"/>
              <w:jc w:val="lowKashida"/>
              <w:rPr>
                <w:rtl/>
              </w:rPr>
            </w:pPr>
          </w:p>
          <w:p w14:paraId="26039249" w14:textId="4255521C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720FB0B1" w14:textId="0FC2E4BB" w:rsidR="002B50C0" w:rsidRPr="00955DC1" w:rsidRDefault="003F409F" w:rsidP="00B97DA3">
            <w:pPr>
              <w:tabs>
                <w:tab w:val="left" w:pos="1177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309E7"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السيدة</w:t>
            </w:r>
            <w:r w:rsidR="006309E7" w:rsidRPr="00955DC1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C770D5"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65244A" w:rsidRPr="00955DC1" w14:paraId="4C0D930C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1C87669" w14:textId="46569193" w:rsidR="0065244A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 xml:space="preserve">اسم </w:t>
            </w:r>
            <w:r w:rsidR="00021EF7">
              <w:rPr>
                <w:rFonts w:ascii="Times New Roman" w:hAnsi="Times New Roman" w:hint="cs"/>
                <w:sz w:val="24"/>
                <w:szCs w:val="28"/>
                <w:rtl/>
              </w:rPr>
              <w:t>الهيئة بالكامل</w:t>
            </w:r>
            <w:r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0066AB6" w14:textId="77777777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627C0D0D" w14:textId="5DAE3A7B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65244A" w:rsidRPr="00955DC1" w14:paraId="79DB69AB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A7CC7A8" w14:textId="755C4FDF" w:rsidR="0065244A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الوظيفي:</w:t>
            </w:r>
          </w:p>
          <w:p w14:paraId="07C61D46" w14:textId="77777777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3F09E678" w14:textId="19BD21CB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2B50C0" w:rsidRPr="00955DC1" w14:paraId="5E4C27DA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261EA74" w14:textId="40C567BA" w:rsidR="002B50C0" w:rsidRPr="00955DC1" w:rsidRDefault="002B50C0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A74D9B" w:rsidRPr="00955DC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16C06E0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1495B29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463AF169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955DC1" w14:paraId="7ADFFCF7" w14:textId="77777777" w:rsidTr="001829DE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2F0818C" w14:textId="77777777" w:rsidR="001829DE" w:rsidRPr="00955DC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38C86539" w14:textId="77777777" w:rsidR="001829DE" w:rsidRPr="00B97DA3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2B50C0" w:rsidRPr="00955DC1" w14:paraId="0FECFC9F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DF897F2" w14:textId="77777777" w:rsidR="002B50C0" w:rsidRPr="00955DC1" w:rsidRDefault="002B50C0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60604A4" w14:textId="33B1F23A" w:rsidR="00D16833" w:rsidRPr="00B97DA3" w:rsidRDefault="00D16833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  <w:tr w:rsidR="002B50C0" w:rsidRPr="00955DC1" w14:paraId="181F73C4" w14:textId="77777777" w:rsidTr="001829D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11A4089A" w14:textId="47F501FB" w:rsidR="002B50C0" w:rsidRPr="00955DC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F57EEE" w:rsidRPr="00955DC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24FF44C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405BC700" w14:textId="1D59E6FB" w:rsidR="002B50C0" w:rsidRPr="00955DC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F57EEE" w:rsidRPr="00955DC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BEE181B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A8E346" w14:textId="09E07977" w:rsidR="002B50C0" w:rsidRPr="001829DE" w:rsidRDefault="002B50C0" w:rsidP="00B97DA3">
      <w:pPr>
        <w:bidi/>
        <w:spacing w:line="240" w:lineRule="auto"/>
        <w:jc w:val="lowKashida"/>
        <w:rPr>
          <w:sz w:val="24"/>
          <w:szCs w:val="24"/>
          <w:rtl/>
        </w:rPr>
      </w:pPr>
    </w:p>
    <w:p w14:paraId="29DA84A9" w14:textId="1B36B78B" w:rsidR="0065244A" w:rsidRDefault="0065244A" w:rsidP="001829DE">
      <w:pPr>
        <w:bidi/>
        <w:spacing w:line="240" w:lineRule="auto"/>
        <w:jc w:val="lowKashida"/>
        <w:rPr>
          <w:sz w:val="28"/>
          <w:szCs w:val="28"/>
          <w:rtl/>
        </w:rPr>
      </w:pPr>
      <w:r w:rsidRPr="007972F4">
        <w:rPr>
          <w:sz w:val="28"/>
          <w:szCs w:val="28"/>
          <w:rtl/>
        </w:rPr>
        <w:t xml:space="preserve">موظف الاعتماد (الوزارة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 xml:space="preserve">المنظم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 xml:space="preserve">المستثمر المعيَّن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 xml:space="preserve">المكتب الرئيسي للمراقبين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>ما إلى ذلك</w:t>
      </w:r>
      <w:r w:rsidR="001829DE">
        <w:rPr>
          <w:rFonts w:hint="cs"/>
          <w:sz w:val="28"/>
          <w:szCs w:val="28"/>
          <w:rtl/>
        </w:rPr>
        <w:t>.</w:t>
      </w:r>
      <w:r w:rsidRPr="007972F4">
        <w:rPr>
          <w:sz w:val="28"/>
          <w:szCs w:val="28"/>
          <w:rtl/>
        </w:rPr>
        <w:t xml:space="preserve">) المسؤول عن إخطار المكتب الدولي بأسماء المندوبين </w:t>
      </w:r>
      <w:r w:rsidRPr="007972F4">
        <w:rPr>
          <w:sz w:val="24"/>
          <w:szCs w:val="28"/>
          <w:rtl/>
        </w:rPr>
        <w:t xml:space="preserve">قبل كل دورة من دورات </w:t>
      </w:r>
      <w:r w:rsidRPr="007972F4">
        <w:rPr>
          <w:sz w:val="28"/>
          <w:szCs w:val="28"/>
          <w:rtl/>
        </w:rPr>
        <w:t xml:space="preserve">المؤتمر </w:t>
      </w:r>
      <w:r w:rsidR="001829DE" w:rsidRPr="007972F4">
        <w:rPr>
          <w:sz w:val="28"/>
          <w:szCs w:val="28"/>
          <w:rtl/>
        </w:rPr>
        <w:t>ومجلس الإدارة</w:t>
      </w:r>
      <w:r w:rsidR="001829DE">
        <w:rPr>
          <w:rFonts w:hint="cs"/>
          <w:sz w:val="28"/>
          <w:szCs w:val="28"/>
          <w:rtl/>
        </w:rPr>
        <w:t xml:space="preserve"> </w:t>
      </w:r>
      <w:r w:rsidRPr="007972F4">
        <w:rPr>
          <w:sz w:val="28"/>
          <w:szCs w:val="28"/>
          <w:rtl/>
        </w:rPr>
        <w:t>ومجلس الاستثمار البريدي</w:t>
      </w:r>
      <w:r w:rsidR="00021EF7" w:rsidRPr="007972F4">
        <w:rPr>
          <w:sz w:val="28"/>
          <w:szCs w:val="28"/>
          <w:rtl/>
        </w:rPr>
        <w:t>:</w:t>
      </w:r>
    </w:p>
    <w:p w14:paraId="1D2C1BA0" w14:textId="77777777" w:rsidR="001829DE" w:rsidRPr="001829DE" w:rsidRDefault="001829DE" w:rsidP="001829DE">
      <w:pPr>
        <w:bidi/>
        <w:spacing w:line="240" w:lineRule="auto"/>
        <w:jc w:val="lowKashida"/>
        <w:rPr>
          <w:sz w:val="24"/>
          <w:szCs w:val="24"/>
          <w:rtl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58"/>
        <w:gridCol w:w="2260"/>
      </w:tblGrid>
      <w:tr w:rsidR="00955DC1" w:rsidRPr="00955DC1" w14:paraId="041526DF" w14:textId="77777777" w:rsidTr="001829DE">
        <w:trPr>
          <w:cantSplit/>
          <w:trHeight w:val="33"/>
        </w:trPr>
        <w:tc>
          <w:tcPr>
            <w:tcW w:w="3825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0C5F1CE5" w14:textId="5F155066" w:rsidR="00955DC1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اسم الموظف بالكامل ولقبه</w:t>
            </w:r>
            <w:r w:rsidR="0065244A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3CC02DDD" w14:textId="77777777" w:rsidR="0065244A" w:rsidRPr="00B97DA3" w:rsidRDefault="0065244A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1ADB138" w14:textId="5C0A25F5" w:rsidR="00955DC1" w:rsidRPr="00B97DA3" w:rsidRDefault="00955DC1" w:rsidP="00B97DA3">
            <w:pPr>
              <w:bidi/>
              <w:spacing w:line="240" w:lineRule="auto"/>
              <w:ind w:right="75"/>
              <w:jc w:val="lowKashida"/>
              <w:rPr>
                <w:rFonts w:asciiTheme="minorBidi" w:hAnsiTheme="minorBidi" w:cstheme="minorBidi"/>
              </w:rPr>
            </w:pPr>
          </w:p>
        </w:tc>
        <w:tc>
          <w:tcPr>
            <w:tcW w:w="1175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0F7484BE" w14:textId="77777777" w:rsidR="00955DC1" w:rsidRPr="00955DC1" w:rsidRDefault="003F409F" w:rsidP="00B97DA3">
            <w:pPr>
              <w:tabs>
                <w:tab w:val="left" w:pos="1186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079826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955DC1" w:rsidRPr="00955DC1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381008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</w:t>
            </w:r>
          </w:p>
        </w:tc>
      </w:tr>
      <w:tr w:rsidR="00672362" w:rsidRPr="00955DC1" w14:paraId="61A63D19" w14:textId="77777777" w:rsidTr="001829DE">
        <w:trPr>
          <w:cantSplit/>
          <w:trHeight w:val="33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54A63D5F" w14:textId="77777777" w:rsidR="00672362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اسم هيئة موظف الاعتماد بالكامل:</w:t>
            </w:r>
          </w:p>
          <w:p w14:paraId="088D3B75" w14:textId="77777777" w:rsidR="00672362" w:rsidRPr="00B97DA3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3759A1D" w14:textId="77777777" w:rsidR="00672362" w:rsidRPr="00B97DA3" w:rsidRDefault="00672362" w:rsidP="00B97DA3">
            <w:pPr>
              <w:tabs>
                <w:tab w:val="left" w:pos="921"/>
              </w:tabs>
              <w:bidi/>
              <w:spacing w:line="240" w:lineRule="auto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955DC1" w:rsidRPr="00955DC1" w14:paraId="6129AE60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9BD50F0" w14:textId="77777777" w:rsidR="00955DC1" w:rsidRPr="00955DC1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العنوان:</w:t>
            </w:r>
          </w:p>
          <w:p w14:paraId="7ED6E91E" w14:textId="77777777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5BA0D40" w14:textId="77777777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D9B12B7" w14:textId="77777777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955DC1" w14:paraId="690CFA5B" w14:textId="77777777" w:rsidTr="001829DE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A32DC20" w14:textId="77777777" w:rsidR="001829DE" w:rsidRPr="00955DC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52D5A44D" w14:textId="77777777" w:rsidR="001829DE" w:rsidRPr="00B97DA3" w:rsidRDefault="001829DE" w:rsidP="001829DE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955DC1" w:rsidRPr="00955DC1" w14:paraId="5EFBEA34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31ED73D7" w14:textId="06EDCBFA" w:rsidR="00955DC1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BB6EEFD" w14:textId="77777777" w:rsidR="00772E7F" w:rsidRPr="00B97DA3" w:rsidRDefault="00772E7F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rtl/>
              </w:rPr>
            </w:pPr>
          </w:p>
          <w:p w14:paraId="759B398E" w14:textId="77777777" w:rsidR="00955DC1" w:rsidRPr="00B97DA3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</w:tbl>
    <w:p w14:paraId="5CC5A874" w14:textId="25656A4A" w:rsidR="00955DC1" w:rsidRPr="00B97DA3" w:rsidRDefault="00955DC1" w:rsidP="00B97DA3">
      <w:pPr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955DC1" w:rsidRPr="00B97DA3" w:rsidSect="00D03E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68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73B2A" w14:textId="77777777" w:rsidR="00823CC3" w:rsidRDefault="00823CC3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3E2D65E" w14:textId="77777777" w:rsidR="00823CC3" w:rsidRDefault="0082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591EC" w14:textId="77777777" w:rsidR="003F409F" w:rsidRDefault="003F40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D4ED0" w14:textId="77777777" w:rsidR="003F409F" w:rsidRDefault="003F409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5D9EC" w14:textId="77777777" w:rsidR="003F409F" w:rsidRDefault="003F40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3C367" w14:textId="77777777" w:rsidR="00823CC3" w:rsidRDefault="00823CC3" w:rsidP="009E7ADC">
      <w:pPr>
        <w:rPr>
          <w:sz w:val="18"/>
        </w:rPr>
      </w:pPr>
    </w:p>
  </w:footnote>
  <w:footnote w:type="continuationSeparator" w:id="0">
    <w:p w14:paraId="30CAA261" w14:textId="77777777" w:rsidR="00823CC3" w:rsidRPr="00252BCD" w:rsidRDefault="00823CC3" w:rsidP="009E7ADC">
      <w:pPr>
        <w:rPr>
          <w:sz w:val="18"/>
          <w:szCs w:val="18"/>
        </w:rPr>
      </w:pPr>
    </w:p>
  </w:footnote>
  <w:footnote w:type="continuationNotice" w:id="1">
    <w:p w14:paraId="4B4E1B1A" w14:textId="77777777" w:rsidR="00823CC3" w:rsidRPr="00252BCD" w:rsidRDefault="00823CC3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B2BB7" w14:textId="77777777" w:rsidR="00CC0B1A" w:rsidRDefault="00CC0B1A">
    <w:pPr>
      <w:jc w:val="center"/>
    </w:pPr>
    <w:r>
      <w:pgNum/>
    </w:r>
  </w:p>
  <w:p w14:paraId="16B8F4FB" w14:textId="77777777" w:rsidR="00CC0B1A" w:rsidRDefault="00CC0B1A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575319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2DB03" w14:textId="7101ECE7" w:rsidR="00955DC1" w:rsidRPr="00955DC1" w:rsidRDefault="00955DC1" w:rsidP="00955DC1">
        <w:pPr>
          <w:pStyle w:val="En-tte"/>
          <w:bidi/>
          <w:jc w:val="center"/>
          <w:rPr>
            <w:sz w:val="28"/>
            <w:szCs w:val="28"/>
          </w:rPr>
        </w:pPr>
        <w:r>
          <w:rPr>
            <w:rFonts w:hint="cs"/>
            <w:sz w:val="28"/>
            <w:szCs w:val="28"/>
            <w:rtl/>
          </w:rPr>
          <w:t>-</w:t>
        </w:r>
        <w:r w:rsidRPr="00955DC1">
          <w:rPr>
            <w:sz w:val="28"/>
            <w:szCs w:val="28"/>
          </w:rPr>
          <w:fldChar w:fldCharType="begin"/>
        </w:r>
        <w:r w:rsidRPr="00955DC1">
          <w:rPr>
            <w:sz w:val="28"/>
            <w:szCs w:val="28"/>
          </w:rPr>
          <w:instrText>PAGE   \* MERGEFORMAT</w:instrText>
        </w:r>
        <w:r w:rsidRPr="00955DC1">
          <w:rPr>
            <w:sz w:val="28"/>
            <w:szCs w:val="28"/>
          </w:rPr>
          <w:fldChar w:fldCharType="separate"/>
        </w:r>
        <w:r w:rsidR="001829DE" w:rsidRPr="001829DE">
          <w:rPr>
            <w:noProof/>
            <w:sz w:val="28"/>
            <w:szCs w:val="28"/>
            <w:rtl/>
            <w:lang w:val="fr-FR"/>
          </w:rPr>
          <w:t>2</w:t>
        </w:r>
        <w:r w:rsidRPr="00955DC1">
          <w:rPr>
            <w:sz w:val="28"/>
            <w:szCs w:val="28"/>
          </w:rPr>
          <w:fldChar w:fldCharType="end"/>
        </w:r>
        <w:r>
          <w:rPr>
            <w:rFonts w:hint="cs"/>
            <w:sz w:val="28"/>
            <w:szCs w:val="28"/>
            <w:rtl/>
          </w:rPr>
          <w:t>-</w:t>
        </w:r>
      </w:p>
    </w:sdtContent>
  </w:sdt>
  <w:p w14:paraId="46D54094" w14:textId="77777777" w:rsidR="00CC0B1A" w:rsidRPr="00955DC1" w:rsidRDefault="00CC0B1A" w:rsidP="00F639BA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388"/>
      <w:gridCol w:w="4250"/>
    </w:tblGrid>
    <w:tr w:rsidR="00627174" w:rsidRPr="00627174" w14:paraId="4994CDC1" w14:textId="77777777" w:rsidTr="00567E23">
      <w:trPr>
        <w:trHeight w:val="80"/>
      </w:trPr>
      <w:tc>
        <w:tcPr>
          <w:tcW w:w="2795" w:type="pct"/>
        </w:tcPr>
        <w:p w14:paraId="063ABD2E" w14:textId="131CE1D9" w:rsidR="00627174" w:rsidRPr="00B97DA3" w:rsidRDefault="00627174" w:rsidP="00567E23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sz w:val="28"/>
              <w:szCs w:val="28"/>
              <w:rtl/>
              <w:lang w:val="fr-CH"/>
            </w:rPr>
          </w:pPr>
          <w:r w:rsidRPr="00B97DA3">
            <w:rPr>
              <w:sz w:val="28"/>
              <w:szCs w:val="28"/>
              <w:rtl/>
              <w:lang w:val="fr-CH"/>
            </w:rPr>
            <w:t>المرفق 1</w:t>
          </w:r>
          <w:r w:rsidR="00B97DA3" w:rsidRPr="00B97DA3">
            <w:rPr>
              <w:rFonts w:hint="cs"/>
              <w:sz w:val="28"/>
              <w:szCs w:val="28"/>
              <w:rtl/>
              <w:lang w:val="fr-CH"/>
            </w:rPr>
            <w:t xml:space="preserve"> ب</w:t>
          </w:r>
          <w:r w:rsidR="00B97DA3" w:rsidRPr="00B97DA3">
            <w:rPr>
              <w:sz w:val="28"/>
              <w:szCs w:val="28"/>
              <w:rtl/>
              <w:lang w:val="fr-CH"/>
            </w:rPr>
            <w:t xml:space="preserve">الملحق </w:t>
          </w:r>
          <w:r w:rsidR="00B97DA3" w:rsidRPr="00B97DA3">
            <w:rPr>
              <w:sz w:val="28"/>
              <w:szCs w:val="28"/>
              <w:rtl/>
              <w:lang w:val="en-US"/>
            </w:rPr>
            <w:t>1</w:t>
          </w:r>
          <w:r w:rsidR="00B97DA3" w:rsidRPr="00B97DA3">
            <w:rPr>
              <w:sz w:val="28"/>
              <w:szCs w:val="28"/>
              <w:rtl/>
              <w:lang w:val="fr-CH"/>
            </w:rPr>
            <w:t xml:space="preserve"> </w:t>
          </w:r>
          <w:r w:rsidRPr="00B97DA3">
            <w:rPr>
              <w:sz w:val="28"/>
              <w:szCs w:val="28"/>
              <w:rtl/>
              <w:lang w:val="fr-CH"/>
            </w:rPr>
            <w:t>بالكتاب الدوري</w:t>
          </w:r>
          <w:r w:rsidR="00567E23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3F409F" w:rsidRPr="003F409F">
            <w:rPr>
              <w:rFonts w:ascii="Times New Roman" w:hAnsi="Times New Roman" w:cs="Times New Roman"/>
              <w:sz w:val="24"/>
              <w:szCs w:val="28"/>
            </w:rPr>
            <w:t>3100(DACAB)1074</w:t>
          </w:r>
          <w:r w:rsidR="003F409F">
            <w:rPr>
              <w:rFonts w:ascii="Times New Roman" w:hAnsi="Times New Roman" w:cs="Times New Roman" w:hint="cs"/>
              <w:sz w:val="24"/>
              <w:szCs w:val="28"/>
              <w:rtl/>
            </w:rPr>
            <w:t xml:space="preserve"> </w:t>
          </w:r>
          <w:r w:rsidRPr="00B97DA3">
            <w:rPr>
              <w:sz w:val="28"/>
              <w:szCs w:val="28"/>
              <w:rtl/>
              <w:lang w:val="fr-CH"/>
            </w:rPr>
            <w:t xml:space="preserve">المؤرخ في </w:t>
          </w:r>
          <w:r w:rsidR="00377EAC">
            <w:rPr>
              <w:rFonts w:hint="cs"/>
              <w:sz w:val="28"/>
              <w:szCs w:val="28"/>
              <w:rtl/>
              <w:lang w:val="fr-CH"/>
            </w:rPr>
            <w:t>5 أغسط</w:t>
          </w:r>
          <w:bookmarkStart w:id="0" w:name="_GoBack"/>
          <w:bookmarkEnd w:id="0"/>
          <w:r w:rsidR="00377EAC">
            <w:rPr>
              <w:rFonts w:hint="cs"/>
              <w:sz w:val="28"/>
              <w:szCs w:val="28"/>
              <w:rtl/>
              <w:lang w:val="fr-CH"/>
            </w:rPr>
            <w:t>س</w:t>
          </w:r>
          <w:r w:rsidR="005D52C6">
            <w:rPr>
              <w:rFonts w:hint="cs"/>
              <w:sz w:val="28"/>
              <w:szCs w:val="28"/>
              <w:rtl/>
              <w:lang w:val="fr-CH"/>
            </w:rPr>
            <w:t>/</w:t>
          </w:r>
          <w:r w:rsidR="00377EAC">
            <w:rPr>
              <w:rFonts w:hint="cs"/>
              <w:sz w:val="28"/>
              <w:szCs w:val="28"/>
              <w:rtl/>
              <w:lang w:val="fr-CH"/>
            </w:rPr>
            <w:t>آب</w:t>
          </w:r>
          <w:r w:rsidR="00377EAC" w:rsidRPr="00B97DA3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5D52C6">
            <w:rPr>
              <w:rFonts w:hint="cs"/>
              <w:sz w:val="28"/>
              <w:szCs w:val="28"/>
              <w:rtl/>
              <w:lang w:val="fr-CH"/>
            </w:rPr>
            <w:t>2022</w:t>
          </w:r>
        </w:p>
        <w:p w14:paraId="214C5EE0" w14:textId="77777777" w:rsidR="00627174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8"/>
              <w:szCs w:val="28"/>
              <w:rtl/>
              <w:lang w:val="fr-CH" w:eastAsia="fr-FR"/>
            </w:rPr>
          </w:pPr>
        </w:p>
        <w:p w14:paraId="2986E93F" w14:textId="16785472" w:rsidR="00627174" w:rsidRPr="001829DE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4"/>
              <w:szCs w:val="24"/>
              <w:rtl/>
              <w:lang w:val="fr-CH" w:eastAsia="fr-FR"/>
            </w:rPr>
          </w:pPr>
        </w:p>
      </w:tc>
      <w:tc>
        <w:tcPr>
          <w:tcW w:w="2205" w:type="pct"/>
        </w:tcPr>
        <w:p w14:paraId="37AED7AD" w14:textId="77777777" w:rsidR="00627174" w:rsidRPr="00627174" w:rsidRDefault="00627174" w:rsidP="00627174">
          <w:pPr>
            <w:tabs>
              <w:tab w:val="center" w:pos="-1701"/>
              <w:tab w:val="center" w:pos="-851"/>
              <w:tab w:val="right" w:pos="3401"/>
              <w:tab w:val="center" w:pos="4153"/>
              <w:tab w:val="right" w:pos="8306"/>
            </w:tabs>
            <w:bidi/>
            <w:spacing w:after="240"/>
            <w:rPr>
              <w:rFonts w:ascii="Times New Roman" w:hAnsi="Times New Roman"/>
              <w:b/>
              <w:bCs/>
              <w:sz w:val="24"/>
              <w:szCs w:val="28"/>
              <w:lang w:val="fr-CH" w:eastAsia="fr-FR"/>
            </w:rPr>
          </w:pPr>
          <w:r w:rsidRPr="00627174">
            <w:rPr>
              <w:rFonts w:ascii="Times New Roman" w:hAnsi="Times New Roman" w:cs="Arabic Transparent"/>
              <w:noProof/>
              <w:szCs w:val="28"/>
              <w:lang w:val="en-US" w:eastAsia="en-US"/>
            </w:rPr>
            <w:drawing>
              <wp:inline distT="0" distB="0" distL="0" distR="0" wp14:anchorId="6CA65102" wp14:editId="437EA925">
                <wp:extent cx="1609725" cy="523875"/>
                <wp:effectExtent l="0" t="0" r="9525" b="9525"/>
                <wp:docPr id="1" name="Imag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AF0154" w14:textId="77777777" w:rsidR="00CC0B1A" w:rsidRPr="00376861" w:rsidRDefault="00CC0B1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9816482"/>
    <w:multiLevelType w:val="hybridMultilevel"/>
    <w:tmpl w:val="39DAE1C6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5D607C5E"/>
    <w:multiLevelType w:val="hybridMultilevel"/>
    <w:tmpl w:val="FA10D93C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7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8"/>
  </w:num>
  <w:num w:numId="7">
    <w:abstractNumId w:val="19"/>
  </w:num>
  <w:num w:numId="8">
    <w:abstractNumId w:val="3"/>
  </w:num>
  <w:num w:numId="9">
    <w:abstractNumId w:val="1"/>
  </w:num>
  <w:num w:numId="10">
    <w:abstractNumId w:val="14"/>
  </w:num>
  <w:num w:numId="11">
    <w:abstractNumId w:val="11"/>
  </w:num>
  <w:num w:numId="12">
    <w:abstractNumId w:val="17"/>
  </w:num>
  <w:num w:numId="13">
    <w:abstractNumId w:val="0"/>
  </w:num>
  <w:num w:numId="14">
    <w:abstractNumId w:val="16"/>
  </w:num>
  <w:num w:numId="15">
    <w:abstractNumId w:val="2"/>
  </w:num>
  <w:num w:numId="16">
    <w:abstractNumId w:val="16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15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ar-SA" w:vendorID="64" w:dllVersion="4096" w:nlCheck="1" w:checkStyle="0"/>
  <w:activeWritingStyle w:appName="MSWord" w:lang="ar-SA" w:vendorID="64" w:dllVersion="131078" w:nlCheck="1" w:checkStyle="0"/>
  <w:activeWritingStyle w:appName="MSWord" w:lang="fr-CH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C0"/>
    <w:rsid w:val="000021DD"/>
    <w:rsid w:val="00004D2B"/>
    <w:rsid w:val="00012EF7"/>
    <w:rsid w:val="00021EF7"/>
    <w:rsid w:val="0002298F"/>
    <w:rsid w:val="00023669"/>
    <w:rsid w:val="000240AC"/>
    <w:rsid w:val="00026EC5"/>
    <w:rsid w:val="00034484"/>
    <w:rsid w:val="000465C9"/>
    <w:rsid w:val="00055F12"/>
    <w:rsid w:val="000569F6"/>
    <w:rsid w:val="000600E2"/>
    <w:rsid w:val="000945CC"/>
    <w:rsid w:val="000B24C3"/>
    <w:rsid w:val="000B46F6"/>
    <w:rsid w:val="000B6912"/>
    <w:rsid w:val="000D0E88"/>
    <w:rsid w:val="000D1BB1"/>
    <w:rsid w:val="000E0AB2"/>
    <w:rsid w:val="000F0306"/>
    <w:rsid w:val="000F5A3E"/>
    <w:rsid w:val="001006F4"/>
    <w:rsid w:val="00104F21"/>
    <w:rsid w:val="0011269C"/>
    <w:rsid w:val="00115AFE"/>
    <w:rsid w:val="00117F0E"/>
    <w:rsid w:val="00121A6F"/>
    <w:rsid w:val="00131D1E"/>
    <w:rsid w:val="001567C5"/>
    <w:rsid w:val="00161F92"/>
    <w:rsid w:val="0017006D"/>
    <w:rsid w:val="001710A7"/>
    <w:rsid w:val="00172757"/>
    <w:rsid w:val="00176BF4"/>
    <w:rsid w:val="001813EE"/>
    <w:rsid w:val="001829DE"/>
    <w:rsid w:val="00182CE5"/>
    <w:rsid w:val="00190442"/>
    <w:rsid w:val="001908E5"/>
    <w:rsid w:val="001921EB"/>
    <w:rsid w:val="00192FFE"/>
    <w:rsid w:val="001A4314"/>
    <w:rsid w:val="001B35D6"/>
    <w:rsid w:val="001C6BEC"/>
    <w:rsid w:val="001F1612"/>
    <w:rsid w:val="001F73BC"/>
    <w:rsid w:val="00203757"/>
    <w:rsid w:val="0022479C"/>
    <w:rsid w:val="00232DCA"/>
    <w:rsid w:val="00243A44"/>
    <w:rsid w:val="00244A2B"/>
    <w:rsid w:val="00247F50"/>
    <w:rsid w:val="00252BCD"/>
    <w:rsid w:val="00261EAE"/>
    <w:rsid w:val="0026706D"/>
    <w:rsid w:val="00272937"/>
    <w:rsid w:val="00282124"/>
    <w:rsid w:val="00282FAD"/>
    <w:rsid w:val="0029168C"/>
    <w:rsid w:val="002A3142"/>
    <w:rsid w:val="002A663B"/>
    <w:rsid w:val="002B1B7A"/>
    <w:rsid w:val="002B2A67"/>
    <w:rsid w:val="002B50C0"/>
    <w:rsid w:val="002B66E8"/>
    <w:rsid w:val="002C3576"/>
    <w:rsid w:val="002C5D86"/>
    <w:rsid w:val="002E35B9"/>
    <w:rsid w:val="002E4F3D"/>
    <w:rsid w:val="002E69FC"/>
    <w:rsid w:val="002F7773"/>
    <w:rsid w:val="003002DC"/>
    <w:rsid w:val="003007B4"/>
    <w:rsid w:val="00307D65"/>
    <w:rsid w:val="003104EA"/>
    <w:rsid w:val="00310B0C"/>
    <w:rsid w:val="003118BD"/>
    <w:rsid w:val="003133A7"/>
    <w:rsid w:val="00325076"/>
    <w:rsid w:val="00325132"/>
    <w:rsid w:val="0032533E"/>
    <w:rsid w:val="00326DF9"/>
    <w:rsid w:val="00331C6E"/>
    <w:rsid w:val="003405FB"/>
    <w:rsid w:val="003407BC"/>
    <w:rsid w:val="00342CD6"/>
    <w:rsid w:val="00343FF6"/>
    <w:rsid w:val="0035401F"/>
    <w:rsid w:val="00355163"/>
    <w:rsid w:val="00361DE6"/>
    <w:rsid w:val="00367AA6"/>
    <w:rsid w:val="00367AB9"/>
    <w:rsid w:val="00372B67"/>
    <w:rsid w:val="0037420A"/>
    <w:rsid w:val="003750AE"/>
    <w:rsid w:val="00376861"/>
    <w:rsid w:val="0037798A"/>
    <w:rsid w:val="00377EAC"/>
    <w:rsid w:val="003849EF"/>
    <w:rsid w:val="003864BA"/>
    <w:rsid w:val="003A33FF"/>
    <w:rsid w:val="003B14FE"/>
    <w:rsid w:val="003B1F46"/>
    <w:rsid w:val="003E1B3E"/>
    <w:rsid w:val="003E1B9E"/>
    <w:rsid w:val="003E52C0"/>
    <w:rsid w:val="003F1D49"/>
    <w:rsid w:val="003F409F"/>
    <w:rsid w:val="0040583A"/>
    <w:rsid w:val="00416A3A"/>
    <w:rsid w:val="00421698"/>
    <w:rsid w:val="00422F57"/>
    <w:rsid w:val="0046077D"/>
    <w:rsid w:val="004611D5"/>
    <w:rsid w:val="00471CE5"/>
    <w:rsid w:val="00482431"/>
    <w:rsid w:val="004939AF"/>
    <w:rsid w:val="004A31FB"/>
    <w:rsid w:val="004A6F3C"/>
    <w:rsid w:val="004C05DD"/>
    <w:rsid w:val="004C4EBF"/>
    <w:rsid w:val="004C6BEE"/>
    <w:rsid w:val="004C6CF2"/>
    <w:rsid w:val="004D03CA"/>
    <w:rsid w:val="004D221E"/>
    <w:rsid w:val="004D2DA6"/>
    <w:rsid w:val="004D4CE9"/>
    <w:rsid w:val="004E05F3"/>
    <w:rsid w:val="004E1F28"/>
    <w:rsid w:val="004E2B3B"/>
    <w:rsid w:val="004E371F"/>
    <w:rsid w:val="004E3F8B"/>
    <w:rsid w:val="004E600A"/>
    <w:rsid w:val="004E63E4"/>
    <w:rsid w:val="0051701F"/>
    <w:rsid w:val="00523FAF"/>
    <w:rsid w:val="00524F92"/>
    <w:rsid w:val="00527FF5"/>
    <w:rsid w:val="005345AF"/>
    <w:rsid w:val="00536401"/>
    <w:rsid w:val="00557041"/>
    <w:rsid w:val="00562ADC"/>
    <w:rsid w:val="00565476"/>
    <w:rsid w:val="00567E23"/>
    <w:rsid w:val="00570EDB"/>
    <w:rsid w:val="00573BD0"/>
    <w:rsid w:val="005749CB"/>
    <w:rsid w:val="00574E9B"/>
    <w:rsid w:val="00577828"/>
    <w:rsid w:val="00582D5B"/>
    <w:rsid w:val="00590BBB"/>
    <w:rsid w:val="00590CEE"/>
    <w:rsid w:val="0059591F"/>
    <w:rsid w:val="005A1FD5"/>
    <w:rsid w:val="005B20C7"/>
    <w:rsid w:val="005B2B56"/>
    <w:rsid w:val="005B3BF8"/>
    <w:rsid w:val="005C2838"/>
    <w:rsid w:val="005C6D3F"/>
    <w:rsid w:val="005D36DD"/>
    <w:rsid w:val="005D36F8"/>
    <w:rsid w:val="005D42D7"/>
    <w:rsid w:val="005D52C6"/>
    <w:rsid w:val="005D7F27"/>
    <w:rsid w:val="005E017C"/>
    <w:rsid w:val="005E5DC2"/>
    <w:rsid w:val="005F043B"/>
    <w:rsid w:val="005F0892"/>
    <w:rsid w:val="005F4A1C"/>
    <w:rsid w:val="006175AB"/>
    <w:rsid w:val="00627174"/>
    <w:rsid w:val="006309E7"/>
    <w:rsid w:val="00637585"/>
    <w:rsid w:val="00643F80"/>
    <w:rsid w:val="00644790"/>
    <w:rsid w:val="0065244A"/>
    <w:rsid w:val="00653717"/>
    <w:rsid w:val="00653FFD"/>
    <w:rsid w:val="00654B91"/>
    <w:rsid w:val="00656A8B"/>
    <w:rsid w:val="00663832"/>
    <w:rsid w:val="0066412C"/>
    <w:rsid w:val="00672362"/>
    <w:rsid w:val="006724B1"/>
    <w:rsid w:val="00680194"/>
    <w:rsid w:val="00694B19"/>
    <w:rsid w:val="0069747A"/>
    <w:rsid w:val="006A600A"/>
    <w:rsid w:val="006A79AB"/>
    <w:rsid w:val="006B1882"/>
    <w:rsid w:val="006B77EF"/>
    <w:rsid w:val="006C019C"/>
    <w:rsid w:val="006C47EF"/>
    <w:rsid w:val="006D5D8D"/>
    <w:rsid w:val="006E36B1"/>
    <w:rsid w:val="006F3421"/>
    <w:rsid w:val="00717D08"/>
    <w:rsid w:val="00723D0A"/>
    <w:rsid w:val="00723DE4"/>
    <w:rsid w:val="00730950"/>
    <w:rsid w:val="00751530"/>
    <w:rsid w:val="00756C4A"/>
    <w:rsid w:val="00757BB9"/>
    <w:rsid w:val="00761DEC"/>
    <w:rsid w:val="0076291C"/>
    <w:rsid w:val="00765B70"/>
    <w:rsid w:val="0076776F"/>
    <w:rsid w:val="00772E7F"/>
    <w:rsid w:val="0077420D"/>
    <w:rsid w:val="00780CBD"/>
    <w:rsid w:val="007838CC"/>
    <w:rsid w:val="00783C7C"/>
    <w:rsid w:val="00785FC9"/>
    <w:rsid w:val="007972F4"/>
    <w:rsid w:val="007A2839"/>
    <w:rsid w:val="007A4B98"/>
    <w:rsid w:val="007B6036"/>
    <w:rsid w:val="007B64C5"/>
    <w:rsid w:val="007B6E98"/>
    <w:rsid w:val="007C3760"/>
    <w:rsid w:val="007C679A"/>
    <w:rsid w:val="007C7896"/>
    <w:rsid w:val="007D07CD"/>
    <w:rsid w:val="007D2933"/>
    <w:rsid w:val="007D6956"/>
    <w:rsid w:val="007E0A42"/>
    <w:rsid w:val="007E6319"/>
    <w:rsid w:val="007F6E68"/>
    <w:rsid w:val="00821944"/>
    <w:rsid w:val="00823CC3"/>
    <w:rsid w:val="00843281"/>
    <w:rsid w:val="00857B50"/>
    <w:rsid w:val="008700B4"/>
    <w:rsid w:val="0087173F"/>
    <w:rsid w:val="0087570D"/>
    <w:rsid w:val="00881630"/>
    <w:rsid w:val="0089437E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6FB2"/>
    <w:rsid w:val="0091074C"/>
    <w:rsid w:val="00932DC4"/>
    <w:rsid w:val="00940FF1"/>
    <w:rsid w:val="009434D3"/>
    <w:rsid w:val="00955DC1"/>
    <w:rsid w:val="009569DE"/>
    <w:rsid w:val="00957FCD"/>
    <w:rsid w:val="00960CB9"/>
    <w:rsid w:val="0096287C"/>
    <w:rsid w:val="00963E18"/>
    <w:rsid w:val="00974119"/>
    <w:rsid w:val="00984786"/>
    <w:rsid w:val="009B449A"/>
    <w:rsid w:val="009C5BD0"/>
    <w:rsid w:val="009D77AD"/>
    <w:rsid w:val="009E64BC"/>
    <w:rsid w:val="009E7ADC"/>
    <w:rsid w:val="009F110E"/>
    <w:rsid w:val="009F36E2"/>
    <w:rsid w:val="00A03A61"/>
    <w:rsid w:val="00A06C89"/>
    <w:rsid w:val="00A21FFF"/>
    <w:rsid w:val="00A418A0"/>
    <w:rsid w:val="00A41C45"/>
    <w:rsid w:val="00A455D1"/>
    <w:rsid w:val="00A474DF"/>
    <w:rsid w:val="00A53E1E"/>
    <w:rsid w:val="00A5792F"/>
    <w:rsid w:val="00A605B0"/>
    <w:rsid w:val="00A63DFE"/>
    <w:rsid w:val="00A6703E"/>
    <w:rsid w:val="00A73891"/>
    <w:rsid w:val="00A74D9B"/>
    <w:rsid w:val="00A809D7"/>
    <w:rsid w:val="00A80BA2"/>
    <w:rsid w:val="00A92377"/>
    <w:rsid w:val="00AA01D2"/>
    <w:rsid w:val="00AA61ED"/>
    <w:rsid w:val="00AB7653"/>
    <w:rsid w:val="00AC2359"/>
    <w:rsid w:val="00AE0D85"/>
    <w:rsid w:val="00AE2BF2"/>
    <w:rsid w:val="00AE5CA4"/>
    <w:rsid w:val="00AF7CB9"/>
    <w:rsid w:val="00B00E3F"/>
    <w:rsid w:val="00B010D9"/>
    <w:rsid w:val="00B11447"/>
    <w:rsid w:val="00B12AF5"/>
    <w:rsid w:val="00B1711E"/>
    <w:rsid w:val="00B262DA"/>
    <w:rsid w:val="00B30CB2"/>
    <w:rsid w:val="00B35746"/>
    <w:rsid w:val="00B36233"/>
    <w:rsid w:val="00B40E14"/>
    <w:rsid w:val="00B42A3D"/>
    <w:rsid w:val="00B458DD"/>
    <w:rsid w:val="00B524C2"/>
    <w:rsid w:val="00B7190D"/>
    <w:rsid w:val="00B838AD"/>
    <w:rsid w:val="00B86608"/>
    <w:rsid w:val="00B908A7"/>
    <w:rsid w:val="00B97DA3"/>
    <w:rsid w:val="00BA404F"/>
    <w:rsid w:val="00BB2902"/>
    <w:rsid w:val="00BB3ACD"/>
    <w:rsid w:val="00BB5D93"/>
    <w:rsid w:val="00BC0807"/>
    <w:rsid w:val="00BC1442"/>
    <w:rsid w:val="00BC4919"/>
    <w:rsid w:val="00BC7836"/>
    <w:rsid w:val="00BF2822"/>
    <w:rsid w:val="00BF2F28"/>
    <w:rsid w:val="00BF5B9E"/>
    <w:rsid w:val="00C0653D"/>
    <w:rsid w:val="00C06D24"/>
    <w:rsid w:val="00C07F74"/>
    <w:rsid w:val="00C17350"/>
    <w:rsid w:val="00C21452"/>
    <w:rsid w:val="00C222E8"/>
    <w:rsid w:val="00C2769E"/>
    <w:rsid w:val="00C35110"/>
    <w:rsid w:val="00C402AE"/>
    <w:rsid w:val="00C734A0"/>
    <w:rsid w:val="00C74B88"/>
    <w:rsid w:val="00C770D5"/>
    <w:rsid w:val="00C903B8"/>
    <w:rsid w:val="00C91301"/>
    <w:rsid w:val="00C91C2F"/>
    <w:rsid w:val="00C95CB1"/>
    <w:rsid w:val="00CA1B9A"/>
    <w:rsid w:val="00CA3D20"/>
    <w:rsid w:val="00CB2FA6"/>
    <w:rsid w:val="00CC0402"/>
    <w:rsid w:val="00CC0B1A"/>
    <w:rsid w:val="00CC3161"/>
    <w:rsid w:val="00CC7367"/>
    <w:rsid w:val="00CD03E7"/>
    <w:rsid w:val="00CD62CE"/>
    <w:rsid w:val="00CD7894"/>
    <w:rsid w:val="00CE2270"/>
    <w:rsid w:val="00CE3C42"/>
    <w:rsid w:val="00CE5831"/>
    <w:rsid w:val="00CE6F7D"/>
    <w:rsid w:val="00D03EF7"/>
    <w:rsid w:val="00D154F8"/>
    <w:rsid w:val="00D16833"/>
    <w:rsid w:val="00D23D52"/>
    <w:rsid w:val="00D3035F"/>
    <w:rsid w:val="00D3193D"/>
    <w:rsid w:val="00D3589B"/>
    <w:rsid w:val="00D47345"/>
    <w:rsid w:val="00D50254"/>
    <w:rsid w:val="00D556A2"/>
    <w:rsid w:val="00D61B31"/>
    <w:rsid w:val="00D64064"/>
    <w:rsid w:val="00D64E33"/>
    <w:rsid w:val="00D73262"/>
    <w:rsid w:val="00D73A0A"/>
    <w:rsid w:val="00DA4620"/>
    <w:rsid w:val="00DA49AB"/>
    <w:rsid w:val="00DA646A"/>
    <w:rsid w:val="00DB7EC0"/>
    <w:rsid w:val="00DC4D86"/>
    <w:rsid w:val="00E048A5"/>
    <w:rsid w:val="00E10CD5"/>
    <w:rsid w:val="00E23F48"/>
    <w:rsid w:val="00E270C8"/>
    <w:rsid w:val="00E31D00"/>
    <w:rsid w:val="00E3448B"/>
    <w:rsid w:val="00E3538A"/>
    <w:rsid w:val="00E419BD"/>
    <w:rsid w:val="00E42B93"/>
    <w:rsid w:val="00E50A0A"/>
    <w:rsid w:val="00E51479"/>
    <w:rsid w:val="00E603F6"/>
    <w:rsid w:val="00E6496D"/>
    <w:rsid w:val="00E71F10"/>
    <w:rsid w:val="00E72B05"/>
    <w:rsid w:val="00E76C5C"/>
    <w:rsid w:val="00EB1C53"/>
    <w:rsid w:val="00EC4EA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36BD6"/>
    <w:rsid w:val="00F521BF"/>
    <w:rsid w:val="00F57EEE"/>
    <w:rsid w:val="00F6214A"/>
    <w:rsid w:val="00F62978"/>
    <w:rsid w:val="00F639BA"/>
    <w:rsid w:val="00F774BD"/>
    <w:rsid w:val="00F84033"/>
    <w:rsid w:val="00F85228"/>
    <w:rsid w:val="00F87364"/>
    <w:rsid w:val="00F876C0"/>
    <w:rsid w:val="00F87A5B"/>
    <w:rsid w:val="00F963C3"/>
    <w:rsid w:val="00FA2EFC"/>
    <w:rsid w:val="00FB6F79"/>
    <w:rsid w:val="00FC243C"/>
    <w:rsid w:val="00FC5E68"/>
    <w:rsid w:val="00FD4FD5"/>
    <w:rsid w:val="00FE6153"/>
    <w:rsid w:val="00FF00B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7788929C"/>
  <w15:docId w15:val="{5152AFEE-FA16-4A6E-BE01-14C78CE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0C0"/>
    <w:pPr>
      <w:spacing w:line="240" w:lineRule="atLeast"/>
    </w:pPr>
    <w:rPr>
      <w:rFonts w:ascii="Arial" w:hAnsi="Arial"/>
      <w:lang w:val="en-GB"/>
    </w:rPr>
  </w:style>
  <w:style w:type="paragraph" w:styleId="Titre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link w:val="0TextedebaseCar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Textedebulles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2Texte">
    <w:name w:val="2 (Texte)"/>
    <w:basedOn w:val="Normal"/>
    <w:rsid w:val="002B50C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2B50C0"/>
    <w:pPr>
      <w:jc w:val="both"/>
    </w:pPr>
  </w:style>
  <w:style w:type="paragraph" w:customStyle="1" w:styleId="Premierretrait">
    <w:name w:val="Premier retrait"/>
    <w:basedOn w:val="Textedebase"/>
    <w:rsid w:val="002B50C0"/>
    <w:pPr>
      <w:tabs>
        <w:tab w:val="num" w:pos="567"/>
      </w:tabs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2B50C0"/>
    <w:pPr>
      <w:tabs>
        <w:tab w:val="num" w:pos="1134"/>
      </w:tabs>
      <w:spacing w:before="120"/>
      <w:ind w:left="1134" w:hanging="567"/>
    </w:pPr>
  </w:style>
  <w:style w:type="paragraph" w:customStyle="1" w:styleId="Premierretraittableau">
    <w:name w:val="Premier retrait tableau"/>
    <w:basedOn w:val="Premierretrait"/>
    <w:qFormat/>
    <w:rsid w:val="002B50C0"/>
    <w:pPr>
      <w:tabs>
        <w:tab w:val="clear" w:pos="567"/>
        <w:tab w:val="left" w:pos="284"/>
      </w:tabs>
      <w:spacing w:before="60" w:after="60"/>
      <w:ind w:left="284" w:hanging="284"/>
    </w:pPr>
  </w:style>
  <w:style w:type="character" w:styleId="Lienhypertexte">
    <w:name w:val="Hyperlink"/>
    <w:uiPriority w:val="99"/>
    <w:rsid w:val="002B50C0"/>
    <w:rPr>
      <w:rFonts w:ascii="Arial" w:hAnsi="Arial" w:cs="Arial"/>
      <w:color w:val="auto"/>
      <w:u w:val="none"/>
    </w:rPr>
  </w:style>
  <w:style w:type="paragraph" w:customStyle="1" w:styleId="UPUDoc">
    <w:name w:val="UPU Doc"/>
    <w:basedOn w:val="Normal"/>
    <w:rsid w:val="002B50C0"/>
    <w:pPr>
      <w:spacing w:line="240" w:lineRule="auto"/>
      <w:jc w:val="both"/>
    </w:pPr>
    <w:rPr>
      <w:rFonts w:ascii="Bookman" w:eastAsia="SimSun" w:hAnsi="Bookman"/>
    </w:rPr>
  </w:style>
  <w:style w:type="table" w:styleId="Grilledutableau">
    <w:name w:val="Table Grid"/>
    <w:basedOn w:val="TableauNormal"/>
    <w:uiPriority w:val="59"/>
    <w:rsid w:val="002B50C0"/>
    <w:pPr>
      <w:spacing w:line="240" w:lineRule="atLeast"/>
    </w:pPr>
    <w:rPr>
      <w:snapToGrid w:val="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TextedebaseCar">
    <w:name w:val="0 Texte de base Car"/>
    <w:basedOn w:val="Policepardfaut"/>
    <w:link w:val="0Textedebase"/>
    <w:rsid w:val="002B50C0"/>
    <w:rPr>
      <w:rFonts w:ascii="Arial" w:hAnsi="Arial" w:cs="Arial"/>
      <w:lang w:val="en-GB"/>
    </w:rPr>
  </w:style>
  <w:style w:type="character" w:styleId="Marquedecommentaire">
    <w:name w:val="annotation reference"/>
    <w:basedOn w:val="Policepardfaut"/>
    <w:semiHidden/>
    <w:unhideWhenUsed/>
    <w:rsid w:val="002E4F3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E4F3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2E4F3D"/>
    <w:rPr>
      <w:rFonts w:ascii="Arial" w:hAnsi="Arial" w:cs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E4F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E4F3D"/>
    <w:rPr>
      <w:rFonts w:ascii="Arial" w:hAnsi="Arial" w:cs="Arial"/>
      <w:b/>
      <w:bCs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955DC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3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PEGASE-7-1139662</_dlc_DocId>
    <_dlc_DocIdUrl xmlns="b4ec4095-9810-4e60-b964-3161185fe897">
      <Url>https://pegase.upu.int/_layouts/DocIdRedir.aspx?ID=PEGASE-7-1139662</Url>
      <Description>PEGASE-7-1139662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8A82-7B50-4F19-A5DA-BE54A573D799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2.xml><?xml version="1.0" encoding="utf-8"?>
<ds:datastoreItem xmlns:ds="http://schemas.openxmlformats.org/officeDocument/2006/customXml" ds:itemID="{48ADD3D2-4504-4E3A-8B7B-652B82CF05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F600E2B-95DB-4FA1-BAF0-6C11411A3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C3BFC-DD93-4123-A73D-0D9C288A09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EF8ED2-A1D2-4444-9E82-F03F0DB5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</Template>
  <TotalTime>5</TotalTime>
  <Pages>1</Pages>
  <Words>136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PINHEIRO garbo</dc:creator>
  <cp:lastModifiedBy>ABDELMESSIH george</cp:lastModifiedBy>
  <cp:revision>5</cp:revision>
  <cp:lastPrinted>2018-07-09T09:49:00Z</cp:lastPrinted>
  <dcterms:created xsi:type="dcterms:W3CDTF">2022-08-03T11:57:00Z</dcterms:created>
  <dcterms:modified xsi:type="dcterms:W3CDTF">2022-08-04T07:59:00Z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71f9acf1-bf89-47ad-aa91-d64481c46617</vt:lpwstr>
  </property>
</Properties>
</file>