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03AAE" w14:textId="77777777" w:rsidR="00D9203B" w:rsidRPr="00200A12" w:rsidRDefault="00D9203B" w:rsidP="00D9203B">
      <w:pPr>
        <w:pStyle w:val="0Textedebase"/>
        <w:rPr>
          <w:b/>
          <w:bCs/>
        </w:rPr>
      </w:pPr>
      <w:r w:rsidRPr="00200A12">
        <w:rPr>
          <w:b/>
          <w:spacing w:val="-2"/>
        </w:rPr>
        <w:t>Personne à contacter concernant les travaux des organes du Conseil d’administration/Conseil d’exploi</w:t>
      </w:r>
      <w:r w:rsidRPr="00200A12">
        <w:rPr>
          <w:b/>
          <w:spacing w:val="-2"/>
        </w:rPr>
        <w:softHyphen/>
      </w:r>
      <w:r w:rsidRPr="00200A12">
        <w:rPr>
          <w:b/>
        </w:rPr>
        <w:t>tation postale</w:t>
      </w:r>
    </w:p>
    <w:p w14:paraId="0D07F1B7" w14:textId="77777777" w:rsidR="00D9203B" w:rsidRPr="00200A12" w:rsidRDefault="00D9203B" w:rsidP="00D9203B">
      <w:pPr>
        <w:pStyle w:val="0Textedebase"/>
      </w:pPr>
    </w:p>
    <w:p w14:paraId="04D0BE6B" w14:textId="77777777" w:rsidR="00D9203B" w:rsidRPr="00200A12" w:rsidRDefault="00D9203B" w:rsidP="00D9203B">
      <w:pPr>
        <w:pStyle w:val="0Textedebase"/>
        <w:tabs>
          <w:tab w:val="right" w:pos="4536"/>
        </w:tabs>
      </w:pPr>
      <w:r w:rsidRPr="00200A12">
        <w:rPr>
          <w:u w:val="single"/>
        </w:rPr>
        <w:tab/>
      </w:r>
      <w:r w:rsidRPr="00200A12">
        <w:rPr>
          <w:u w:val="single"/>
        </w:rPr>
        <w:tab/>
      </w:r>
      <w:r w:rsidRPr="00200A12">
        <w:t xml:space="preserve"> (</w:t>
      </w:r>
      <w:proofErr w:type="gramStart"/>
      <w:r w:rsidRPr="00200A12">
        <w:t>nom</w:t>
      </w:r>
      <w:proofErr w:type="gramEnd"/>
      <w:r w:rsidRPr="00200A12">
        <w:t xml:space="preserve"> du pays) est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200A12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200A12">
        <w:t xml:space="preserve"> membre du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200A12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200A12">
        <w:t xml:space="preserve"> observateur du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200A12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200A12">
        <w:t xml:space="preserve"> membre du CEP,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200A12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200A12">
        <w:t xml:space="preserve"> observateur du CEP. Ci-dessous figurent les coordonnées de la personne à contacter concernant les informations relatives au CA/</w:t>
      </w:r>
      <w:proofErr w:type="gramStart"/>
      <w:r w:rsidRPr="00200A12">
        <w:t>CEP:</w:t>
      </w:r>
      <w:proofErr w:type="gramEnd"/>
    </w:p>
    <w:p w14:paraId="5725C68B" w14:textId="77777777" w:rsidR="00D9203B" w:rsidRPr="00200A12" w:rsidRDefault="00D9203B" w:rsidP="00D9203B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D9203B" w:rsidRPr="00200A12" w14:paraId="4DE6E029" w14:textId="77777777" w:rsidTr="00EA700D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5F3E9AC3" w14:textId="77777777" w:rsidR="00D9203B" w:rsidRPr="00200A12" w:rsidRDefault="00D9203B" w:rsidP="00EA700D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200A12">
              <w:rPr>
                <w:sz w:val="16"/>
                <w:szCs w:val="16"/>
              </w:rPr>
              <w:t>Nom</w:t>
            </w:r>
          </w:p>
          <w:p w14:paraId="7FC403A0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1DCC1AB2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A28E506" w14:textId="77777777" w:rsidR="00D9203B" w:rsidRPr="00200A12" w:rsidRDefault="00200A12" w:rsidP="00EA700D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200A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200A12">
              <w:rPr>
                <w:sz w:val="16"/>
                <w:szCs w:val="16"/>
              </w:rPr>
              <w:t xml:space="preserve"> M</w:t>
            </w:r>
            <w:r w:rsidR="00D9203B" w:rsidRPr="00200A12">
              <w:rPr>
                <w:sz w:val="16"/>
                <w:szCs w:val="16"/>
                <w:vertAlign w:val="superscript"/>
              </w:rPr>
              <w:t>me</w:t>
            </w:r>
            <w:r w:rsidR="00D9203B" w:rsidRPr="00200A12">
              <w:rPr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9203B" w:rsidRPr="00200A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D9203B" w:rsidRPr="00200A12">
              <w:rPr>
                <w:sz w:val="16"/>
                <w:szCs w:val="16"/>
              </w:rPr>
              <w:t xml:space="preserve"> M.</w:t>
            </w:r>
          </w:p>
        </w:tc>
      </w:tr>
      <w:tr w:rsidR="00D9203B" w:rsidRPr="00200A12" w14:paraId="6C9ACCD4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5B97" w14:textId="77777777" w:rsidR="00D9203B" w:rsidRPr="00200A12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200A12">
              <w:rPr>
                <w:rFonts w:cs="Arial"/>
                <w:sz w:val="16"/>
                <w:szCs w:val="16"/>
              </w:rPr>
              <w:t>Fonction</w:t>
            </w:r>
          </w:p>
          <w:p w14:paraId="7FF06966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45085B13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200A12" w14:paraId="26E94336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D48F" w14:textId="77777777" w:rsidR="00D9203B" w:rsidRPr="00200A12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200A12">
              <w:rPr>
                <w:rFonts w:cs="Arial"/>
                <w:sz w:val="16"/>
                <w:szCs w:val="16"/>
              </w:rPr>
              <w:t>Organisation</w:t>
            </w:r>
          </w:p>
          <w:p w14:paraId="5FD72905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C4D920F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200A12" w14:paraId="37C3474E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2876" w14:textId="77777777" w:rsidR="00D9203B" w:rsidRPr="00200A12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200A12">
              <w:rPr>
                <w:rFonts w:cs="Arial"/>
                <w:sz w:val="16"/>
                <w:szCs w:val="16"/>
              </w:rPr>
              <w:t>Téléphone mobile</w:t>
            </w:r>
          </w:p>
          <w:p w14:paraId="49511966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4748326C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9203B" w:rsidRPr="00200A12" w14:paraId="61C0CBD7" w14:textId="77777777" w:rsidTr="00EA700D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4EA8" w14:textId="77777777" w:rsidR="00D9203B" w:rsidRPr="00200A12" w:rsidRDefault="00D9203B" w:rsidP="00EA700D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 w:rsidRPr="00200A12">
              <w:rPr>
                <w:rFonts w:cs="Arial"/>
                <w:sz w:val="16"/>
                <w:szCs w:val="16"/>
              </w:rPr>
              <w:t>Adresse électronique</w:t>
            </w:r>
          </w:p>
          <w:p w14:paraId="033D5C46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6409A9B7" w14:textId="77777777" w:rsidR="00D9203B" w:rsidRPr="00200A12" w:rsidRDefault="00D9203B" w:rsidP="00EA700D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3C58D956" w14:textId="77777777" w:rsidR="00D9203B" w:rsidRPr="00200A12" w:rsidRDefault="00D9203B" w:rsidP="00D9203B">
      <w:pPr>
        <w:pStyle w:val="0Textedebase"/>
      </w:pPr>
    </w:p>
    <w:p w14:paraId="3796971A" w14:textId="77777777" w:rsidR="00D9203B" w:rsidRPr="00200A12" w:rsidRDefault="00D9203B" w:rsidP="00D9203B">
      <w:pPr>
        <w:pStyle w:val="Textedebase"/>
        <w:rPr>
          <w:lang w:val="fr-CH"/>
        </w:rPr>
      </w:pPr>
    </w:p>
    <w:p w14:paraId="272F98A3" w14:textId="4318CDD6" w:rsidR="00D9203B" w:rsidRPr="00200A12" w:rsidRDefault="00D9203B" w:rsidP="00D9203B">
      <w:pPr>
        <w:pStyle w:val="0Textedebase"/>
        <w:tabs>
          <w:tab w:val="right" w:pos="3969"/>
        </w:tabs>
      </w:pPr>
      <w:r w:rsidRPr="00200A12">
        <w:t xml:space="preserve">Veuillez envoyer votre réponse aux adresses électroniques ci-après le plus tôt possible, </w:t>
      </w:r>
      <w:r w:rsidRPr="00200A12">
        <w:rPr>
          <w:b/>
          <w:bCs/>
        </w:rPr>
        <w:t>mais le</w:t>
      </w:r>
      <w:r w:rsidRPr="00200A12">
        <w:rPr>
          <w:rFonts w:asciiTheme="minorBidi" w:hAnsiTheme="minorBidi" w:cstheme="minorBidi"/>
          <w:b/>
          <w:bCs/>
        </w:rPr>
        <w:t xml:space="preserve"> </w:t>
      </w:r>
      <w:r w:rsidR="00294382" w:rsidRPr="00200A12">
        <w:rPr>
          <w:rFonts w:asciiTheme="minorBidi" w:hAnsiTheme="minorBidi" w:cstheme="minorBidi"/>
          <w:b/>
          <w:bCs/>
        </w:rPr>
        <w:t>7</w:t>
      </w:r>
      <w:r w:rsidRPr="00200A12">
        <w:rPr>
          <w:rFonts w:asciiTheme="minorBidi" w:hAnsiTheme="minorBidi" w:cstheme="minorBidi"/>
          <w:b/>
          <w:bCs/>
        </w:rPr>
        <w:t xml:space="preserve"> </w:t>
      </w:r>
      <w:r w:rsidR="00294382" w:rsidRPr="00200A12">
        <w:rPr>
          <w:rFonts w:asciiTheme="minorBidi" w:hAnsiTheme="minorBidi" w:cstheme="minorBidi"/>
          <w:b/>
          <w:bCs/>
        </w:rPr>
        <w:t>février</w:t>
      </w:r>
      <w:r w:rsidRPr="00200A12">
        <w:rPr>
          <w:rFonts w:asciiTheme="minorBidi" w:hAnsiTheme="minorBidi" w:cstheme="minorBidi"/>
        </w:rPr>
        <w:t xml:space="preserve"> </w:t>
      </w:r>
      <w:r w:rsidRPr="00200A12">
        <w:rPr>
          <w:rFonts w:asciiTheme="minorBidi" w:hAnsiTheme="minorBidi" w:cstheme="minorBidi"/>
          <w:b/>
          <w:bCs/>
        </w:rPr>
        <w:t>202</w:t>
      </w:r>
      <w:r w:rsidR="00294382" w:rsidRPr="00200A12">
        <w:rPr>
          <w:rFonts w:asciiTheme="minorBidi" w:hAnsiTheme="minorBidi" w:cstheme="minorBidi"/>
          <w:b/>
          <w:bCs/>
        </w:rPr>
        <w:t>5</w:t>
      </w:r>
      <w:r w:rsidRPr="00200A12">
        <w:rPr>
          <w:rFonts w:asciiTheme="minorBidi" w:hAnsiTheme="minorBidi" w:cstheme="minorBidi"/>
          <w:b/>
          <w:bCs/>
        </w:rPr>
        <w:t xml:space="preserve"> au plus </w:t>
      </w:r>
      <w:proofErr w:type="gramStart"/>
      <w:r w:rsidRPr="00200A12">
        <w:rPr>
          <w:rFonts w:asciiTheme="minorBidi" w:hAnsiTheme="minorBidi" w:cstheme="minorBidi"/>
          <w:b/>
          <w:bCs/>
        </w:rPr>
        <w:t>tard</w:t>
      </w:r>
      <w:r w:rsidRPr="00200A12">
        <w:rPr>
          <w:rFonts w:asciiTheme="minorBidi" w:hAnsiTheme="minorBidi" w:cstheme="minorBidi"/>
        </w:rPr>
        <w:t>:</w:t>
      </w:r>
      <w:proofErr w:type="gramEnd"/>
    </w:p>
    <w:p w14:paraId="67FF7709" w14:textId="77777777" w:rsidR="00D9203B" w:rsidRPr="00200A12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200A12">
        <w:t>–</w:t>
      </w:r>
      <w:r w:rsidRPr="00200A12">
        <w:tab/>
      </w:r>
      <w:hyperlink r:id="rId11" w:history="1">
        <w:r w:rsidRPr="00200A12">
          <w:rPr>
            <w:lang w:eastAsia="fr-CH" w:bidi="ar-SA"/>
          </w:rPr>
          <w:t>ca.secretariat@upu.int</w:t>
        </w:r>
      </w:hyperlink>
    </w:p>
    <w:p w14:paraId="4E867B98" w14:textId="77777777" w:rsidR="00D9203B" w:rsidRPr="002C0B58" w:rsidRDefault="00D9203B" w:rsidP="00D9203B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 w:rsidRPr="00200A12">
        <w:rPr>
          <w:lang w:eastAsia="fr-CH" w:bidi="ar-SA"/>
        </w:rPr>
        <w:t>–</w:t>
      </w:r>
      <w:r w:rsidRPr="00200A12">
        <w:rPr>
          <w:lang w:eastAsia="fr-CH" w:bidi="ar-SA"/>
        </w:rPr>
        <w:tab/>
      </w:r>
      <w:hyperlink r:id="rId12" w:history="1">
        <w:r w:rsidRPr="00200A12">
          <w:rPr>
            <w:lang w:eastAsia="fr-CH" w:bidi="ar-SA"/>
          </w:rPr>
          <w:t>poc.secretariat@upu.int</w:t>
        </w:r>
      </w:hyperlink>
    </w:p>
    <w:p w14:paraId="18406291" w14:textId="77777777" w:rsidR="000E77C3" w:rsidRPr="000E77C3" w:rsidRDefault="000E77C3" w:rsidP="00BA032E">
      <w:pPr>
        <w:pStyle w:val="Textedebase"/>
        <w:rPr>
          <w:lang w:val="fr-CH"/>
        </w:rPr>
      </w:pPr>
    </w:p>
    <w:sectPr w:rsidR="000E77C3" w:rsidRPr="000E77C3" w:rsidSect="003118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80B6C" w14:textId="77777777" w:rsidR="00D9203B" w:rsidRDefault="00D9203B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2E474C2A" w14:textId="77777777" w:rsidR="00D9203B" w:rsidRDefault="00D9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9883" w14:textId="77777777" w:rsidR="00200A12" w:rsidRDefault="00200A1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E1366" w14:textId="77777777" w:rsidR="00200A12" w:rsidRDefault="00200A1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BAF1" w14:textId="77777777" w:rsidR="00D66419" w:rsidRDefault="00D66419" w:rsidP="00D66419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2212D" w14:textId="77777777" w:rsidR="00D9203B" w:rsidRDefault="00D9203B" w:rsidP="009E7ADC">
      <w:pPr>
        <w:rPr>
          <w:sz w:val="18"/>
        </w:rPr>
      </w:pPr>
    </w:p>
  </w:footnote>
  <w:footnote w:type="continuationSeparator" w:id="0">
    <w:p w14:paraId="6CF8E5F9" w14:textId="77777777" w:rsidR="00D9203B" w:rsidRDefault="00D9203B" w:rsidP="009E7ADC"/>
  </w:footnote>
  <w:footnote w:type="continuationNotice" w:id="1">
    <w:p w14:paraId="1F8DA4EF" w14:textId="77777777" w:rsidR="00D9203B" w:rsidRDefault="00D9203B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54831" w14:textId="77777777" w:rsidR="00527FF5" w:rsidRDefault="00527FF5">
    <w:pPr>
      <w:jc w:val="center"/>
    </w:pPr>
    <w:r>
      <w:pgNum/>
    </w:r>
  </w:p>
  <w:p w14:paraId="297F67CE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1724" w14:textId="77777777" w:rsidR="00527FF5" w:rsidRDefault="00527FF5" w:rsidP="00F639BA">
    <w:pPr>
      <w:jc w:val="center"/>
    </w:pPr>
    <w:r>
      <w:pgNum/>
    </w:r>
  </w:p>
  <w:p w14:paraId="5A04BD22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617B532F" w14:textId="77777777">
      <w:trPr>
        <w:trHeight w:val="1418"/>
      </w:trPr>
      <w:tc>
        <w:tcPr>
          <w:tcW w:w="3969" w:type="dxa"/>
        </w:tcPr>
        <w:p w14:paraId="4BB22DDE" w14:textId="77777777" w:rsidR="00F87364" w:rsidRDefault="00D6650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fr-CH"/>
            </w:rPr>
            <w:drawing>
              <wp:inline distT="0" distB="0" distL="0" distR="0" wp14:anchorId="19BBD5A9" wp14:editId="56006147">
                <wp:extent cx="1752600" cy="419100"/>
                <wp:effectExtent l="0" t="0" r="0" b="0"/>
                <wp:docPr id="1" name="Image 1" descr="upu_logotype_1200_f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1200_f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0D967E63" w14:textId="1CB7E384" w:rsidR="00F87364" w:rsidRPr="00200A12" w:rsidRDefault="00D9203B" w:rsidP="0016521C">
          <w:pPr>
            <w:autoSpaceDE w:val="0"/>
            <w:autoSpaceDN w:val="0"/>
            <w:adjustRightInd w:val="0"/>
            <w:jc w:val="right"/>
          </w:pPr>
          <w:r w:rsidRPr="00200A12">
            <w:t>Annexe 4 à la lettre 3100(DACAB)</w:t>
          </w:r>
          <w:r w:rsidR="000103DE" w:rsidRPr="00200A12">
            <w:t>1</w:t>
          </w:r>
          <w:r w:rsidR="00294382" w:rsidRPr="00200A12">
            <w:t>13</w:t>
          </w:r>
          <w:r w:rsidR="000103DE" w:rsidRPr="00200A12">
            <w:t>0</w:t>
          </w:r>
          <w:r w:rsidRPr="00200A12">
            <w:br/>
            <w:t xml:space="preserve">du </w:t>
          </w:r>
          <w:r w:rsidR="00294382" w:rsidRPr="00200A12">
            <w:t>9 décembre</w:t>
          </w:r>
          <w:r w:rsidRPr="00200A12">
            <w:t xml:space="preserve"> 202</w:t>
          </w:r>
          <w:r w:rsidR="00294382" w:rsidRPr="00200A12">
            <w:t>4</w:t>
          </w:r>
        </w:p>
      </w:tc>
    </w:tr>
  </w:tbl>
  <w:p w14:paraId="53332D41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3B"/>
    <w:rsid w:val="000021DD"/>
    <w:rsid w:val="00004D2B"/>
    <w:rsid w:val="000103DE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315B9"/>
    <w:rsid w:val="001567C5"/>
    <w:rsid w:val="00161F92"/>
    <w:rsid w:val="0016521C"/>
    <w:rsid w:val="0017006D"/>
    <w:rsid w:val="00172757"/>
    <w:rsid w:val="001813EE"/>
    <w:rsid w:val="001A4314"/>
    <w:rsid w:val="00200A12"/>
    <w:rsid w:val="00232DCA"/>
    <w:rsid w:val="00261EAE"/>
    <w:rsid w:val="0026706D"/>
    <w:rsid w:val="00272937"/>
    <w:rsid w:val="00282124"/>
    <w:rsid w:val="0029168C"/>
    <w:rsid w:val="00294382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A43FB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55ADB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50254"/>
    <w:rsid w:val="00D608B5"/>
    <w:rsid w:val="00D61B31"/>
    <w:rsid w:val="00D64064"/>
    <w:rsid w:val="00D66419"/>
    <w:rsid w:val="00D66509"/>
    <w:rsid w:val="00D73262"/>
    <w:rsid w:val="00D73A0A"/>
    <w:rsid w:val="00D9203B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B025797"/>
  <w15:docId w15:val="{52EFF06D-2DF6-45D2-B312-AE9F7D58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203B"/>
    <w:pPr>
      <w:spacing w:line="240" w:lineRule="atLeast"/>
    </w:pPr>
    <w:rPr>
      <w:rFonts w:ascii="Arial" w:hAnsi="Arial"/>
      <w:lang w:val="fr-FR"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9203B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901ED308-54FC-46E9-8B5D-15885457E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32B73-F0FD-4585-B9B4-47513CFCFD1E}"/>
</file>

<file path=customXml/itemProps3.xml><?xml version="1.0" encoding="utf-8"?>
<ds:datastoreItem xmlns:ds="http://schemas.openxmlformats.org/officeDocument/2006/customXml" ds:itemID="{43FEB4B1-8B5F-4BD2-9AA0-8CA005AA63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83439-89F8-4023-84D7-4B5DFB2A913F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CERISON tiziana</cp:lastModifiedBy>
  <cp:revision>4</cp:revision>
  <cp:lastPrinted>2009-02-19T13:40:00Z</cp:lastPrinted>
  <dcterms:created xsi:type="dcterms:W3CDTF">2024-12-04T13:52:00Z</dcterms:created>
  <dcterms:modified xsi:type="dcterms:W3CDTF">2024-12-04T14:04:00Z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