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05E14C" w14:textId="120502B8" w:rsidR="00345CC6" w:rsidRPr="00C2202D" w:rsidRDefault="00CE4C53" w:rsidP="00873165">
      <w:pPr>
        <w:rPr>
          <w:rFonts w:cs="Arial"/>
          <w:b/>
          <w:bCs/>
        </w:rPr>
      </w:pPr>
      <w:bookmarkStart w:id="0" w:name="_GoBack"/>
      <w:bookmarkEnd w:id="0"/>
      <w:r>
        <w:rPr>
          <w:b/>
          <w:bCs/>
        </w:rPr>
        <w:t>Sessões 202</w:t>
      </w:r>
      <w:r w:rsidR="00873165">
        <w:rPr>
          <w:b/>
          <w:bCs/>
        </w:rPr>
        <w:t>3</w:t>
      </w:r>
      <w:r>
        <w:rPr>
          <w:b/>
          <w:bCs/>
        </w:rPr>
        <w:t>.</w:t>
      </w:r>
      <w:r w:rsidR="00F62A5A">
        <w:rPr>
          <w:b/>
          <w:bCs/>
        </w:rPr>
        <w:t>2</w:t>
      </w:r>
      <w:r w:rsidR="00BB344B">
        <w:rPr>
          <w:b/>
          <w:bCs/>
        </w:rPr>
        <w:t xml:space="preserve"> do Conselho de Administração e do Conselho de Operações Postais</w:t>
      </w:r>
    </w:p>
    <w:p w14:paraId="72A11A97" w14:textId="77777777" w:rsidR="00345CC6" w:rsidRPr="00C2202D" w:rsidRDefault="00345CC6" w:rsidP="00345CC6">
      <w:pPr>
        <w:rPr>
          <w:rFonts w:cs="Arial"/>
        </w:rPr>
      </w:pPr>
    </w:p>
    <w:p w14:paraId="298607F8" w14:textId="4951040D" w:rsidR="00345CC6" w:rsidRPr="00C2202D" w:rsidRDefault="00345CC6" w:rsidP="00275134">
      <w:pPr>
        <w:jc w:val="both"/>
        <w:rPr>
          <w:rFonts w:cs="Arial"/>
        </w:rPr>
      </w:pPr>
      <w:r w:rsidRPr="00873165">
        <w:rPr>
          <w:b/>
          <w:bCs/>
        </w:rPr>
        <w:t>Ficha a preencher pela autoridade governamental competente</w:t>
      </w:r>
      <w:r>
        <w:t xml:space="preserve"> do respectivo País-membro da UPU </w:t>
      </w:r>
      <w:r>
        <w:br/>
        <w:t>(p. ex. ministério, departamento, embaixada, missão permanente junto das Nações Unidas e de outras organizações internacionais, etc.)</w:t>
      </w:r>
    </w:p>
    <w:p w14:paraId="15EC8B57" w14:textId="77777777" w:rsidR="00345CC6" w:rsidRPr="00C2202D" w:rsidRDefault="00345CC6" w:rsidP="00345CC6">
      <w:pPr>
        <w:rPr>
          <w:rFonts w:cs="Arial"/>
        </w:rPr>
      </w:pPr>
    </w:p>
    <w:p w14:paraId="2EAA3EB5" w14:textId="1351FCFD" w:rsidR="00345CC6" w:rsidRPr="00C2202D" w:rsidRDefault="00345CC6" w:rsidP="00F62A5A">
      <w:pPr>
        <w:spacing w:after="120"/>
        <w:jc w:val="both"/>
        <w:rPr>
          <w:rFonts w:cs="Arial"/>
          <w:szCs w:val="24"/>
        </w:rPr>
      </w:pPr>
      <w:r>
        <w:rPr>
          <w:snapToGrid w:val="0"/>
        </w:rPr>
        <w:t>Envie a presente ficha, devidamente preenchida, à Secretaria Internacional por correio eletrónico (</w:t>
      </w:r>
      <w:hyperlink r:id="rId12" w:history="1">
        <w:r w:rsidR="00C34128" w:rsidRPr="00D266C3">
          <w:rPr>
            <w:rStyle w:val="Lienhypertexte"/>
            <w:snapToGrid w:val="0"/>
          </w:rPr>
          <w:t>ca.secretariat@upu.int</w:t>
        </w:r>
      </w:hyperlink>
      <w:r w:rsidR="00C34128">
        <w:rPr>
          <w:snapToGrid w:val="0"/>
        </w:rPr>
        <w:t xml:space="preserve"> e/ou </w:t>
      </w:r>
      <w:hyperlink r:id="rId13" w:history="1">
        <w:r w:rsidR="00C34128" w:rsidRPr="00513521">
          <w:rPr>
            <w:rStyle w:val="Lienhypertexte"/>
          </w:rPr>
          <w:t>poc.secretariat@upu.int</w:t>
        </w:r>
      </w:hyperlink>
      <w:r>
        <w:rPr>
          <w:snapToGrid w:val="0"/>
        </w:rPr>
        <w:t xml:space="preserve">), </w:t>
      </w:r>
      <w:r>
        <w:rPr>
          <w:b/>
          <w:snapToGrid w:val="0"/>
        </w:rPr>
        <w:t xml:space="preserve">o mais tardar até </w:t>
      </w:r>
      <w:r w:rsidR="00F62A5A">
        <w:rPr>
          <w:b/>
          <w:snapToGrid w:val="0"/>
        </w:rPr>
        <w:t>13</w:t>
      </w:r>
      <w:r>
        <w:rPr>
          <w:b/>
          <w:snapToGrid w:val="0"/>
        </w:rPr>
        <w:t xml:space="preserve"> de </w:t>
      </w:r>
      <w:r w:rsidR="00F62A5A">
        <w:rPr>
          <w:b/>
          <w:snapToGrid w:val="0"/>
        </w:rPr>
        <w:t>outubro</w:t>
      </w:r>
      <w:r>
        <w:rPr>
          <w:b/>
          <w:snapToGrid w:val="0"/>
        </w:rPr>
        <w:t xml:space="preserve"> de </w:t>
      </w:r>
      <w:r>
        <w:rPr>
          <w:b/>
          <w:snapToGrid w:val="0"/>
          <w:szCs w:val="24"/>
        </w:rPr>
        <w:t>202</w:t>
      </w:r>
      <w:r w:rsidR="00541628">
        <w:rPr>
          <w:b/>
          <w:snapToGrid w:val="0"/>
          <w:szCs w:val="24"/>
        </w:rPr>
        <w:t>3</w:t>
      </w:r>
      <w:r>
        <w:rPr>
          <w:b/>
          <w:snapToGrid w:val="0"/>
        </w:rPr>
        <w:t>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143"/>
        <w:gridCol w:w="1638"/>
      </w:tblGrid>
      <w:tr w:rsidR="00345CC6" w:rsidRPr="00C2202D" w14:paraId="4049A598" w14:textId="77777777" w:rsidTr="00E92265">
        <w:trPr>
          <w:cantSplit/>
          <w:trHeight w:val="33"/>
        </w:trPr>
        <w:tc>
          <w:tcPr>
            <w:tcW w:w="8002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7824B488" w14:textId="77777777" w:rsidR="00345CC6" w:rsidRPr="00C2202D" w:rsidRDefault="00345CC6" w:rsidP="00E92265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título da pessoa que preencheu a presente ficha</w:t>
            </w:r>
          </w:p>
          <w:p w14:paraId="332EC71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249940D6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38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59060B" w14:textId="77777777" w:rsidR="00345CC6" w:rsidRPr="00C2202D" w:rsidRDefault="00D067D4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1E0FC9D2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4628AA3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</w:t>
            </w:r>
          </w:p>
          <w:p w14:paraId="336D87E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C045A7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888EA3F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5EBE4C6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Cargo/título</w:t>
            </w:r>
          </w:p>
          <w:p w14:paraId="45865127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CE42C6B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4AD80B17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678F69DF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03DD7AF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62C20461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2EEA1C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71B49083" w14:textId="77777777" w:rsidTr="0039052C">
        <w:trPr>
          <w:cantSplit/>
          <w:trHeight w:val="192"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24052546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7473BCA7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320F06F" w14:textId="44153805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10C9BDB9" w14:textId="77777777" w:rsidTr="00E92265">
        <w:trPr>
          <w:cantSplit/>
        </w:trPr>
        <w:tc>
          <w:tcPr>
            <w:tcW w:w="9640" w:type="dxa"/>
            <w:gridSpan w:val="3"/>
            <w:tcMar>
              <w:top w:w="57" w:type="dxa"/>
              <w:bottom w:w="0" w:type="dxa"/>
            </w:tcMar>
          </w:tcPr>
          <w:p w14:paraId="3718E8A7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51A21A45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2D6AD78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345CC6" w:rsidRPr="00C2202D" w14:paraId="55736098" w14:textId="77777777" w:rsidTr="00E92265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26800F9E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  <w:p w14:paraId="19E3D6B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4B14522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781" w:type="dxa"/>
            <w:gridSpan w:val="2"/>
            <w:tcMar>
              <w:top w:w="57" w:type="dxa"/>
              <w:bottom w:w="0" w:type="dxa"/>
            </w:tcMar>
          </w:tcPr>
          <w:p w14:paraId="2FB5FF98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Assinatura</w:t>
            </w:r>
          </w:p>
          <w:p w14:paraId="43BC475F" w14:textId="77777777" w:rsidR="00345CC6" w:rsidRPr="00C2202D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741B46AD" w14:textId="5B436666" w:rsidR="00275134" w:rsidRPr="00C2202D" w:rsidRDefault="00275134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464D89E6" w14:textId="77777777" w:rsidR="00345CC6" w:rsidRPr="00C2202D" w:rsidRDefault="00345CC6" w:rsidP="00345CC6">
      <w:pPr>
        <w:jc w:val="both"/>
        <w:rPr>
          <w:rFonts w:cs="Arial"/>
        </w:rPr>
      </w:pPr>
    </w:p>
    <w:p w14:paraId="27B01EDD" w14:textId="44FC146F" w:rsidR="00345CC6" w:rsidRPr="00C2202D" w:rsidRDefault="00345CC6" w:rsidP="00F62A5A">
      <w:pPr>
        <w:pStyle w:val="Textedebase"/>
        <w:spacing w:after="120"/>
      </w:pPr>
      <w:r>
        <w:t>Responsável da acreditação</w:t>
      </w:r>
      <w:r w:rsidR="00F62A5A">
        <w:t xml:space="preserve"> </w:t>
      </w:r>
      <w:r w:rsidR="00F62A5A">
        <w:rPr>
          <w:rFonts w:asciiTheme="minorBidi" w:hAnsiTheme="minorBidi"/>
        </w:rPr>
        <w:t>do país</w:t>
      </w:r>
      <w:r>
        <w:t xml:space="preserve"> (ministério, regulador, operador designado, órgão responsável pelos observadores, etc.) encarregado de </w:t>
      </w:r>
      <w:r w:rsidR="00F62A5A">
        <w:t>validar a inscrição</w:t>
      </w:r>
      <w:r>
        <w:t xml:space="preserve"> dos delegados</w:t>
      </w:r>
      <w:r w:rsidR="00F62A5A">
        <w:t xml:space="preserve"> na plataforma EMP</w:t>
      </w:r>
      <w:r>
        <w:t xml:space="preserve"> antes de cada sessão do Congresso, do COP e do CA.</w:t>
      </w:r>
    </w:p>
    <w:tbl>
      <w:tblPr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016"/>
        <w:gridCol w:w="1624"/>
      </w:tblGrid>
      <w:tr w:rsidR="00345CC6" w:rsidRPr="00C2202D" w14:paraId="3E9C64F0" w14:textId="77777777" w:rsidTr="00E92265">
        <w:trPr>
          <w:cantSplit/>
          <w:trHeight w:val="33"/>
        </w:trPr>
        <w:tc>
          <w:tcPr>
            <w:tcW w:w="8016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2A9CC3C0" w14:textId="77777777" w:rsidR="00345CC6" w:rsidRPr="00C2202D" w:rsidRDefault="00345CC6" w:rsidP="00EF3BA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e cargo/título do funcionário</w:t>
            </w:r>
          </w:p>
          <w:p w14:paraId="5B0E70D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540AFA7C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624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44384ADA" w14:textId="77777777" w:rsidR="00345CC6" w:rsidRPr="00C2202D" w:rsidRDefault="00D067D4" w:rsidP="00EF3BA7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Sra.</w:t>
            </w:r>
            <w:r w:rsidR="00C2202D"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45CC6" w:rsidRPr="00C2202D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2202D">
              <w:t xml:space="preserve"> </w:t>
            </w:r>
            <w:r w:rsidR="00C2202D">
              <w:rPr>
                <w:sz w:val="16"/>
                <w:szCs w:val="16"/>
              </w:rPr>
              <w:t>Sr.</w:t>
            </w:r>
          </w:p>
        </w:tc>
      </w:tr>
      <w:tr w:rsidR="00345CC6" w:rsidRPr="00C2202D" w14:paraId="2F817DB7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0D91991" w14:textId="77777777" w:rsidR="00345CC6" w:rsidRPr="00C2202D" w:rsidRDefault="00345CC6" w:rsidP="00EF3BA7">
            <w:pPr>
              <w:spacing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Nome completo da entidade acreditadora</w:t>
            </w:r>
          </w:p>
          <w:p w14:paraId="73B6830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BCC8119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C2202D" w14:paraId="66C29EC2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15C0A2F6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</w:t>
            </w:r>
          </w:p>
          <w:p w14:paraId="1A3863C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0597E4D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44F06C0" w14:textId="77777777" w:rsidR="00345CC6" w:rsidRPr="00C2202D" w:rsidRDefault="00345CC6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34128" w:rsidRPr="00C2202D" w14:paraId="203FDEF5" w14:textId="77777777" w:rsidTr="00925671">
        <w:trPr>
          <w:cantSplit/>
          <w:trHeight w:val="192"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04E6D698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Telefone</w:t>
            </w:r>
          </w:p>
          <w:p w14:paraId="26C3266A" w14:textId="77777777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21825692" w14:textId="290AEC11" w:rsidR="00C34128" w:rsidRPr="00C2202D" w:rsidRDefault="00C34128" w:rsidP="00EF3BA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345CC6" w:rsidRPr="00A94E86" w14:paraId="60EDEFDD" w14:textId="77777777" w:rsidTr="00E92265">
        <w:trPr>
          <w:cantSplit/>
        </w:trPr>
        <w:tc>
          <w:tcPr>
            <w:tcW w:w="9640" w:type="dxa"/>
            <w:gridSpan w:val="2"/>
            <w:tcMar>
              <w:top w:w="57" w:type="dxa"/>
              <w:bottom w:w="0" w:type="dxa"/>
            </w:tcMar>
          </w:tcPr>
          <w:p w14:paraId="4D590E28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Endereço eletrónico</w:t>
            </w:r>
          </w:p>
          <w:p w14:paraId="6C80F45D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2A2B79D7" w14:textId="77777777" w:rsidR="00345CC6" w:rsidRPr="00A94E86" w:rsidRDefault="00345CC6" w:rsidP="00EF3BA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317EB6C" w14:textId="77777777" w:rsidR="00345CC6" w:rsidRPr="0065438D" w:rsidRDefault="00345CC6" w:rsidP="0065438D">
      <w:pPr>
        <w:pStyle w:val="Textedebase"/>
        <w:rPr>
          <w:lang w:val="fr-CH"/>
        </w:rPr>
      </w:pPr>
    </w:p>
    <w:sectPr w:rsidR="00345CC6" w:rsidRPr="0065438D" w:rsidSect="00A452CE">
      <w:headerReference w:type="even" r:id="rId14"/>
      <w:headerReference w:type="default" r:id="rId15"/>
      <w:headerReference w:type="first" r:id="rId16"/>
      <w:endnotePr>
        <w:numFmt w:val="decimal"/>
      </w:endnotePr>
      <w:pgSz w:w="11907" w:h="16840" w:code="9"/>
      <w:pgMar w:top="1134" w:right="851" w:bottom="426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E3C6A7" w14:textId="77777777" w:rsidR="00345CC6" w:rsidRDefault="00345CC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948A73E" w14:textId="77777777" w:rsidR="00345CC6" w:rsidRDefault="00345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Courier New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8C6DF" w14:textId="77777777" w:rsidR="00345CC6" w:rsidRDefault="00345CC6" w:rsidP="009E7ADC">
      <w:pPr>
        <w:rPr>
          <w:sz w:val="18"/>
        </w:rPr>
      </w:pPr>
    </w:p>
  </w:footnote>
  <w:footnote w:type="continuationSeparator" w:id="0">
    <w:p w14:paraId="0B92011A" w14:textId="77777777" w:rsidR="00345CC6" w:rsidRDefault="00345CC6" w:rsidP="009E7ADC"/>
  </w:footnote>
  <w:footnote w:type="continuationNotice" w:id="1">
    <w:p w14:paraId="5EF29FA8" w14:textId="77777777" w:rsidR="00345CC6" w:rsidRDefault="00345CC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E5EFE0" w14:textId="77777777" w:rsidR="00527FF5" w:rsidRDefault="00527FF5">
    <w:pPr>
      <w:jc w:val="center"/>
    </w:pPr>
    <w:r>
      <w:pgNum/>
    </w:r>
  </w:p>
  <w:p w14:paraId="15303A9F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9264E" w14:textId="77777777" w:rsidR="00527FF5" w:rsidRDefault="00527FF5" w:rsidP="00F639BA">
    <w:pPr>
      <w:jc w:val="center"/>
    </w:pPr>
    <w:r>
      <w:pgNum/>
    </w:r>
  </w:p>
  <w:p w14:paraId="2DBF6105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F87364" w:rsidRPr="001813EE" w14:paraId="5848ABFA" w14:textId="77777777">
      <w:trPr>
        <w:trHeight w:val="1418"/>
      </w:trPr>
      <w:tc>
        <w:tcPr>
          <w:tcW w:w="3969" w:type="dxa"/>
        </w:tcPr>
        <w:p w14:paraId="0431D04F" w14:textId="77777777" w:rsidR="00F87364" w:rsidRDefault="00F87364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</w:p>
      </w:tc>
      <w:tc>
        <w:tcPr>
          <w:tcW w:w="5670" w:type="dxa"/>
        </w:tcPr>
        <w:p w14:paraId="06111469" w14:textId="4BFC93D5" w:rsidR="00F87364" w:rsidRPr="001813EE" w:rsidRDefault="00345CC6" w:rsidP="00D067D4">
          <w:pPr>
            <w:autoSpaceDE w:val="0"/>
            <w:autoSpaceDN w:val="0"/>
            <w:adjustRightInd w:val="0"/>
            <w:jc w:val="right"/>
          </w:pPr>
          <w:r>
            <w:t>Anexo 1.Peça 1</w:t>
          </w:r>
          <w:r w:rsidR="002E6A66">
            <w:t xml:space="preserve"> à carta </w:t>
          </w:r>
          <w:r w:rsidR="00F62A5A">
            <w:t>3100(DACAB)1107</w:t>
          </w:r>
          <w:r w:rsidR="00C34128">
            <w:br/>
            <w:t>de</w:t>
          </w:r>
          <w:r w:rsidR="00C34128" w:rsidRPr="00BB4642">
            <w:t xml:space="preserve"> </w:t>
          </w:r>
          <w:r w:rsidR="00D067D4">
            <w:t>14</w:t>
          </w:r>
          <w:r w:rsidR="00C34128" w:rsidRPr="00BB4642">
            <w:t xml:space="preserve"> </w:t>
          </w:r>
          <w:r w:rsidR="00C34128">
            <w:t xml:space="preserve">de </w:t>
          </w:r>
          <w:r w:rsidR="00F62A5A">
            <w:t>agosto</w:t>
          </w:r>
          <w:r w:rsidR="00C34128" w:rsidRPr="00BB4642">
            <w:t xml:space="preserve"> </w:t>
          </w:r>
          <w:r w:rsidR="00CE4C53">
            <w:t>de</w:t>
          </w:r>
          <w:r w:rsidR="00CE4C53" w:rsidRPr="00B062BC">
            <w:t xml:space="preserve"> 202</w:t>
          </w:r>
          <w:r w:rsidR="00873165">
            <w:t>3</w:t>
          </w:r>
        </w:p>
      </w:tc>
    </w:tr>
  </w:tbl>
  <w:p w14:paraId="76FA799F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6FDE35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792E75B4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40961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CC6"/>
    <w:rsid w:val="000021DD"/>
    <w:rsid w:val="00004D2B"/>
    <w:rsid w:val="0002298F"/>
    <w:rsid w:val="00023669"/>
    <w:rsid w:val="00026EC5"/>
    <w:rsid w:val="000465C9"/>
    <w:rsid w:val="000B24C3"/>
    <w:rsid w:val="000D1BB1"/>
    <w:rsid w:val="000E0AB2"/>
    <w:rsid w:val="000E77C3"/>
    <w:rsid w:val="001006F4"/>
    <w:rsid w:val="00104F21"/>
    <w:rsid w:val="0011269C"/>
    <w:rsid w:val="00121A6F"/>
    <w:rsid w:val="001567C5"/>
    <w:rsid w:val="00161F92"/>
    <w:rsid w:val="0017006D"/>
    <w:rsid w:val="00172757"/>
    <w:rsid w:val="001813EE"/>
    <w:rsid w:val="001A4314"/>
    <w:rsid w:val="00232DCA"/>
    <w:rsid w:val="00261EAE"/>
    <w:rsid w:val="0026706D"/>
    <w:rsid w:val="00272937"/>
    <w:rsid w:val="00275134"/>
    <w:rsid w:val="00282124"/>
    <w:rsid w:val="0029168C"/>
    <w:rsid w:val="002A3142"/>
    <w:rsid w:val="002A663B"/>
    <w:rsid w:val="002B1B7A"/>
    <w:rsid w:val="002B2A67"/>
    <w:rsid w:val="002B66E8"/>
    <w:rsid w:val="002C3576"/>
    <w:rsid w:val="002E6A66"/>
    <w:rsid w:val="002F7773"/>
    <w:rsid w:val="003002DC"/>
    <w:rsid w:val="003104EA"/>
    <w:rsid w:val="003118BD"/>
    <w:rsid w:val="00325076"/>
    <w:rsid w:val="00325132"/>
    <w:rsid w:val="00327AF6"/>
    <w:rsid w:val="00331C6E"/>
    <w:rsid w:val="003405FB"/>
    <w:rsid w:val="003407BC"/>
    <w:rsid w:val="00342CD6"/>
    <w:rsid w:val="00343FF6"/>
    <w:rsid w:val="00345CC6"/>
    <w:rsid w:val="00355163"/>
    <w:rsid w:val="00361DE6"/>
    <w:rsid w:val="00372B67"/>
    <w:rsid w:val="0037420A"/>
    <w:rsid w:val="003750AE"/>
    <w:rsid w:val="00376861"/>
    <w:rsid w:val="003B1F46"/>
    <w:rsid w:val="00422F57"/>
    <w:rsid w:val="00442551"/>
    <w:rsid w:val="0046077D"/>
    <w:rsid w:val="004611D5"/>
    <w:rsid w:val="00471CE5"/>
    <w:rsid w:val="00486572"/>
    <w:rsid w:val="004A2281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51701F"/>
    <w:rsid w:val="00527FF5"/>
    <w:rsid w:val="005345AF"/>
    <w:rsid w:val="00541628"/>
    <w:rsid w:val="00565476"/>
    <w:rsid w:val="00570EDB"/>
    <w:rsid w:val="005749CB"/>
    <w:rsid w:val="00577828"/>
    <w:rsid w:val="00590BBB"/>
    <w:rsid w:val="00593514"/>
    <w:rsid w:val="005A1FD5"/>
    <w:rsid w:val="005B20C7"/>
    <w:rsid w:val="005C2838"/>
    <w:rsid w:val="005D36DD"/>
    <w:rsid w:val="005D36F8"/>
    <w:rsid w:val="005D42D7"/>
    <w:rsid w:val="005D7F27"/>
    <w:rsid w:val="005E5DC2"/>
    <w:rsid w:val="005F0892"/>
    <w:rsid w:val="005F4A1C"/>
    <w:rsid w:val="005F7916"/>
    <w:rsid w:val="0060040B"/>
    <w:rsid w:val="00637585"/>
    <w:rsid w:val="00643F80"/>
    <w:rsid w:val="00653717"/>
    <w:rsid w:val="00653FFD"/>
    <w:rsid w:val="0065438D"/>
    <w:rsid w:val="00654B91"/>
    <w:rsid w:val="00656A8B"/>
    <w:rsid w:val="006724B1"/>
    <w:rsid w:val="006A79AB"/>
    <w:rsid w:val="006B1882"/>
    <w:rsid w:val="006C019C"/>
    <w:rsid w:val="006C47EF"/>
    <w:rsid w:val="006D5D8D"/>
    <w:rsid w:val="006E36B1"/>
    <w:rsid w:val="00717D08"/>
    <w:rsid w:val="00756C4A"/>
    <w:rsid w:val="00757BB9"/>
    <w:rsid w:val="00761DEC"/>
    <w:rsid w:val="0076291C"/>
    <w:rsid w:val="00765B70"/>
    <w:rsid w:val="0077420D"/>
    <w:rsid w:val="00780CBD"/>
    <w:rsid w:val="00783C7C"/>
    <w:rsid w:val="007A2839"/>
    <w:rsid w:val="007B6036"/>
    <w:rsid w:val="007C679A"/>
    <w:rsid w:val="007D07CD"/>
    <w:rsid w:val="007D2933"/>
    <w:rsid w:val="007D6956"/>
    <w:rsid w:val="007E0A42"/>
    <w:rsid w:val="007F6E68"/>
    <w:rsid w:val="00857B50"/>
    <w:rsid w:val="00872D73"/>
    <w:rsid w:val="00873165"/>
    <w:rsid w:val="0087570D"/>
    <w:rsid w:val="00894CD8"/>
    <w:rsid w:val="00897E26"/>
    <w:rsid w:val="008A32DA"/>
    <w:rsid w:val="008A5A68"/>
    <w:rsid w:val="008B7E25"/>
    <w:rsid w:val="008D3810"/>
    <w:rsid w:val="008D774B"/>
    <w:rsid w:val="008D7FC3"/>
    <w:rsid w:val="008E54AA"/>
    <w:rsid w:val="008E7619"/>
    <w:rsid w:val="008F12A9"/>
    <w:rsid w:val="0091074C"/>
    <w:rsid w:val="00932DC4"/>
    <w:rsid w:val="009434D3"/>
    <w:rsid w:val="00953938"/>
    <w:rsid w:val="009569DE"/>
    <w:rsid w:val="00957FCD"/>
    <w:rsid w:val="00974119"/>
    <w:rsid w:val="009B449A"/>
    <w:rsid w:val="009C5BD0"/>
    <w:rsid w:val="009D77AD"/>
    <w:rsid w:val="009E4ABB"/>
    <w:rsid w:val="009E7ADC"/>
    <w:rsid w:val="009F110E"/>
    <w:rsid w:val="009F36E2"/>
    <w:rsid w:val="009F54AE"/>
    <w:rsid w:val="00A06C89"/>
    <w:rsid w:val="00A418A0"/>
    <w:rsid w:val="00A452CE"/>
    <w:rsid w:val="00A455D1"/>
    <w:rsid w:val="00A53E1E"/>
    <w:rsid w:val="00A5792F"/>
    <w:rsid w:val="00A639DD"/>
    <w:rsid w:val="00A6703E"/>
    <w:rsid w:val="00A73891"/>
    <w:rsid w:val="00A809D7"/>
    <w:rsid w:val="00A92377"/>
    <w:rsid w:val="00AA01D2"/>
    <w:rsid w:val="00AA61ED"/>
    <w:rsid w:val="00AB6561"/>
    <w:rsid w:val="00AB7653"/>
    <w:rsid w:val="00AC2359"/>
    <w:rsid w:val="00AE0D85"/>
    <w:rsid w:val="00AE2BF2"/>
    <w:rsid w:val="00B00E3F"/>
    <w:rsid w:val="00B010D9"/>
    <w:rsid w:val="00B07B70"/>
    <w:rsid w:val="00B11447"/>
    <w:rsid w:val="00B1711E"/>
    <w:rsid w:val="00B262DA"/>
    <w:rsid w:val="00B30CB2"/>
    <w:rsid w:val="00B40E14"/>
    <w:rsid w:val="00B458DD"/>
    <w:rsid w:val="00B7190D"/>
    <w:rsid w:val="00B838AD"/>
    <w:rsid w:val="00B86608"/>
    <w:rsid w:val="00BA032E"/>
    <w:rsid w:val="00BA404F"/>
    <w:rsid w:val="00BB344B"/>
    <w:rsid w:val="00BC0807"/>
    <w:rsid w:val="00BC1442"/>
    <w:rsid w:val="00BC4919"/>
    <w:rsid w:val="00BF2822"/>
    <w:rsid w:val="00BF2F28"/>
    <w:rsid w:val="00BF5B9E"/>
    <w:rsid w:val="00C0653D"/>
    <w:rsid w:val="00C06D24"/>
    <w:rsid w:val="00C17350"/>
    <w:rsid w:val="00C21452"/>
    <w:rsid w:val="00C2202D"/>
    <w:rsid w:val="00C2769E"/>
    <w:rsid w:val="00C34128"/>
    <w:rsid w:val="00C35110"/>
    <w:rsid w:val="00C402AE"/>
    <w:rsid w:val="00C74B88"/>
    <w:rsid w:val="00C903B8"/>
    <w:rsid w:val="00C91301"/>
    <w:rsid w:val="00C91C2F"/>
    <w:rsid w:val="00CA3D20"/>
    <w:rsid w:val="00CB2FA6"/>
    <w:rsid w:val="00CC0402"/>
    <w:rsid w:val="00CC3161"/>
    <w:rsid w:val="00CC7367"/>
    <w:rsid w:val="00CD03E7"/>
    <w:rsid w:val="00CE2270"/>
    <w:rsid w:val="00CE4C53"/>
    <w:rsid w:val="00D067D4"/>
    <w:rsid w:val="00D154F8"/>
    <w:rsid w:val="00D3589B"/>
    <w:rsid w:val="00D35C56"/>
    <w:rsid w:val="00D50254"/>
    <w:rsid w:val="00D608B5"/>
    <w:rsid w:val="00D61B31"/>
    <w:rsid w:val="00D64064"/>
    <w:rsid w:val="00D66509"/>
    <w:rsid w:val="00D73262"/>
    <w:rsid w:val="00D73A0A"/>
    <w:rsid w:val="00DA23C3"/>
    <w:rsid w:val="00DA49AB"/>
    <w:rsid w:val="00DA646A"/>
    <w:rsid w:val="00DB7EC0"/>
    <w:rsid w:val="00DC4D86"/>
    <w:rsid w:val="00E048A5"/>
    <w:rsid w:val="00E10CD5"/>
    <w:rsid w:val="00E270C8"/>
    <w:rsid w:val="00E31D00"/>
    <w:rsid w:val="00E3448B"/>
    <w:rsid w:val="00E674C9"/>
    <w:rsid w:val="00E72B05"/>
    <w:rsid w:val="00E76C5C"/>
    <w:rsid w:val="00E92265"/>
    <w:rsid w:val="00ED183A"/>
    <w:rsid w:val="00ED63F7"/>
    <w:rsid w:val="00ED6707"/>
    <w:rsid w:val="00ED7E1E"/>
    <w:rsid w:val="00EE2A54"/>
    <w:rsid w:val="00F11A72"/>
    <w:rsid w:val="00F15EB7"/>
    <w:rsid w:val="00F33A54"/>
    <w:rsid w:val="00F521BF"/>
    <w:rsid w:val="00F6214A"/>
    <w:rsid w:val="00F62978"/>
    <w:rsid w:val="00F62A5A"/>
    <w:rsid w:val="00F639BA"/>
    <w:rsid w:val="00F848AD"/>
    <w:rsid w:val="00F87364"/>
    <w:rsid w:val="00F87A5B"/>
    <w:rsid w:val="00F963C3"/>
    <w:rsid w:val="00FA2EFC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4423CCBC"/>
  <w15:docId w15:val="{531A012F-961D-4244-B8EC-B09DC38FF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pt-PT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32E"/>
    <w:pPr>
      <w:spacing w:line="240" w:lineRule="atLeast"/>
    </w:pPr>
    <w:rPr>
      <w:rFonts w:ascii="Arial" w:hAnsi="Arial"/>
      <w:lang w:eastAsia="fr-CH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9E4ABB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Normal"/>
    <w:rsid w:val="008E54AA"/>
    <w:rPr>
      <w:vanish/>
    </w:rPr>
  </w:style>
  <w:style w:type="character" w:styleId="Lienhypertexte">
    <w:name w:val="Hyperlink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593514"/>
    <w:pPr>
      <w:autoSpaceDE w:val="0"/>
      <w:autoSpaceDN w:val="0"/>
      <w:adjustRightInd w:val="0"/>
      <w:jc w:val="both"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FR%20Modeles\FR%20Lettre%20annex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PEGASE-7-1285884</_dlc_DocId>
    <_dlc_DocIdUrl xmlns="b4ec4095-9810-4e60-b964-3161185fe897">
      <Url>https://pegase.upu.int/_layouts/DocIdRedir.aspx?ID=PEGASE-7-1285884</Url>
      <Description>PEGASE-7-1285884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71458A-266B-47A9-8284-D8BF766ED371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b4ec4095-9810-4e60-b964-3161185fe897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BCC53D0-C739-4B00-8566-1312AA358B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99C9FA-DEED-4D17-9F3C-5F51BF3380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9AC0EDD-FAEB-4CC2-BDD0-0767415F2B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8408AED-2F06-4BA8-8BEF-8B1543B7F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FR Lettre annexe.dotx</Template>
  <TotalTime>16</TotalTime>
  <Pages>1</Pages>
  <Words>145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CERISON tiziana</dc:creator>
  <cp:lastModifiedBy>DA SILVA rui</cp:lastModifiedBy>
  <cp:revision>15</cp:revision>
  <cp:lastPrinted>2009-02-19T13:40:00Z</cp:lastPrinted>
  <dcterms:created xsi:type="dcterms:W3CDTF">2021-10-12T09:06:00Z</dcterms:created>
  <dcterms:modified xsi:type="dcterms:W3CDTF">2023-08-14T15:39:00Z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067022c6-ca56-4c8d-8558-460e6ade0a32</vt:lpwstr>
  </property>
</Properties>
</file>