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5E14C" w14:textId="5FE1798B" w:rsidR="00345CC6" w:rsidRPr="00C2202D" w:rsidRDefault="00CE4C53" w:rsidP="007E2ACA">
      <w:pPr>
        <w:rPr>
          <w:rFonts w:cs="Arial"/>
          <w:b/>
          <w:bCs/>
        </w:rPr>
      </w:pPr>
      <w:r>
        <w:rPr>
          <w:b/>
          <w:bCs/>
        </w:rPr>
        <w:t>Sessões 202</w:t>
      </w:r>
      <w:r w:rsidR="007E2ACA">
        <w:rPr>
          <w:b/>
          <w:bCs/>
        </w:rPr>
        <w:t>4</w:t>
      </w:r>
      <w:r>
        <w:rPr>
          <w:b/>
          <w:bCs/>
        </w:rPr>
        <w:t>.</w:t>
      </w:r>
      <w:r w:rsidR="007E2ACA">
        <w:rPr>
          <w:b/>
          <w:bCs/>
        </w:rPr>
        <w:t>1</w:t>
      </w:r>
      <w:r w:rsidR="00BB344B">
        <w:rPr>
          <w:b/>
          <w:bCs/>
        </w:rPr>
        <w:t xml:space="preserve"> do Conselho de Administração e do Conselho de Operações Postais</w:t>
      </w:r>
    </w:p>
    <w:p w14:paraId="72A11A97" w14:textId="77777777" w:rsidR="00345CC6" w:rsidRPr="00C2202D" w:rsidRDefault="00345CC6" w:rsidP="00345CC6">
      <w:pPr>
        <w:rPr>
          <w:rFonts w:cs="Arial"/>
        </w:rPr>
      </w:pPr>
    </w:p>
    <w:p w14:paraId="298607F8" w14:textId="4951040D" w:rsidR="00345CC6" w:rsidRPr="00C2202D" w:rsidRDefault="00345CC6" w:rsidP="00275134">
      <w:pPr>
        <w:jc w:val="both"/>
        <w:rPr>
          <w:rFonts w:cs="Arial"/>
        </w:rPr>
      </w:pPr>
      <w:r w:rsidRPr="00873165">
        <w:rPr>
          <w:b/>
          <w:bCs/>
        </w:rPr>
        <w:t>Ficha a preencher pela autoridade governamental competente</w:t>
      </w:r>
      <w:r>
        <w:t xml:space="preserve"> do respectivo País-membro da UPU </w:t>
      </w:r>
      <w:r>
        <w:br/>
        <w:t>(p. ex. ministério, departamento, embaixada, missão permanente junto das Nações Unidas e de outras organizações internacionais, etc.)</w:t>
      </w:r>
    </w:p>
    <w:p w14:paraId="15EC8B57" w14:textId="77777777" w:rsidR="00345CC6" w:rsidRPr="00C2202D" w:rsidRDefault="00345CC6" w:rsidP="00345CC6">
      <w:pPr>
        <w:rPr>
          <w:rFonts w:cs="Arial"/>
        </w:rPr>
      </w:pPr>
    </w:p>
    <w:p w14:paraId="2EAA3EB5" w14:textId="4AFDFD44" w:rsidR="00345CC6" w:rsidRPr="00C2202D" w:rsidRDefault="00345CC6" w:rsidP="007E2ACA">
      <w:pPr>
        <w:spacing w:after="120"/>
        <w:jc w:val="both"/>
        <w:rPr>
          <w:rFonts w:cs="Arial"/>
          <w:szCs w:val="24"/>
        </w:rPr>
      </w:pPr>
      <w:r>
        <w:rPr>
          <w:snapToGrid w:val="0"/>
        </w:rPr>
        <w:t>Envie a presente ficha, devidamente preenchida, à Secretaria Internacional por correio eletrónico (</w:t>
      </w:r>
      <w:hyperlink r:id="rId12" w:history="1">
        <w:r w:rsidR="00C34128" w:rsidRPr="00D266C3">
          <w:rPr>
            <w:rStyle w:val="Lienhypertexte"/>
            <w:snapToGrid w:val="0"/>
          </w:rPr>
          <w:t>ca.secretariat@upu.int</w:t>
        </w:r>
      </w:hyperlink>
      <w:r w:rsidR="00C34128">
        <w:rPr>
          <w:snapToGrid w:val="0"/>
        </w:rPr>
        <w:t xml:space="preserve"> e/ou </w:t>
      </w:r>
      <w:hyperlink r:id="rId13" w:history="1">
        <w:r w:rsidR="00C34128" w:rsidRPr="00513521">
          <w:rPr>
            <w:rStyle w:val="Lienhypertexte"/>
          </w:rPr>
          <w:t>poc.secretariat@upu.int</w:t>
        </w:r>
      </w:hyperlink>
      <w:r>
        <w:rPr>
          <w:snapToGrid w:val="0"/>
        </w:rPr>
        <w:t xml:space="preserve">), </w:t>
      </w:r>
      <w:r>
        <w:rPr>
          <w:b/>
          <w:snapToGrid w:val="0"/>
        </w:rPr>
        <w:t xml:space="preserve">o mais tardar até </w:t>
      </w:r>
      <w:r w:rsidR="007E2ACA">
        <w:rPr>
          <w:b/>
          <w:snapToGrid w:val="0"/>
        </w:rPr>
        <w:t>8</w:t>
      </w:r>
      <w:r>
        <w:rPr>
          <w:b/>
          <w:snapToGrid w:val="0"/>
        </w:rPr>
        <w:t xml:space="preserve"> de </w:t>
      </w:r>
      <w:r w:rsidR="007E2ACA">
        <w:rPr>
          <w:b/>
          <w:snapToGrid w:val="0"/>
        </w:rPr>
        <w:t>abril</w:t>
      </w:r>
      <w:r>
        <w:rPr>
          <w:b/>
          <w:snapToGrid w:val="0"/>
        </w:rPr>
        <w:t xml:space="preserve"> de </w:t>
      </w:r>
      <w:r>
        <w:rPr>
          <w:b/>
          <w:snapToGrid w:val="0"/>
          <w:szCs w:val="24"/>
        </w:rPr>
        <w:t>202</w:t>
      </w:r>
      <w:r w:rsidR="007E2ACA">
        <w:rPr>
          <w:b/>
          <w:snapToGrid w:val="0"/>
          <w:szCs w:val="24"/>
        </w:rPr>
        <w:t>4</w:t>
      </w:r>
      <w:bookmarkStart w:id="0" w:name="_GoBack"/>
      <w:bookmarkEnd w:id="0"/>
      <w:r>
        <w:rPr>
          <w:b/>
          <w:snapToGrid w:val="0"/>
        </w:rPr>
        <w:t>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143"/>
        <w:gridCol w:w="1638"/>
      </w:tblGrid>
      <w:tr w:rsidR="00345CC6" w:rsidRPr="00C2202D" w14:paraId="4049A598" w14:textId="77777777" w:rsidTr="00E92265">
        <w:trPr>
          <w:cantSplit/>
          <w:trHeight w:val="33"/>
        </w:trPr>
        <w:tc>
          <w:tcPr>
            <w:tcW w:w="800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824B488" w14:textId="77777777" w:rsidR="00345CC6" w:rsidRPr="00C2202D" w:rsidRDefault="00345CC6" w:rsidP="00E92265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título da pessoa que preencheu a presente ficha</w:t>
            </w:r>
          </w:p>
          <w:p w14:paraId="332EC71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49940D6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59060B" w14:textId="77777777" w:rsidR="00345CC6" w:rsidRPr="00C2202D" w:rsidRDefault="007E2ACA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1E0FC9D2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4628AA3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</w:t>
            </w:r>
          </w:p>
          <w:p w14:paraId="336D87E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C045A7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888EA3F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EBE4C6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45865127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42C6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4AD80B17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78F69DF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03DD7AF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2C20461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2EEA1C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71B49083" w14:textId="77777777" w:rsidTr="0039052C">
        <w:trPr>
          <w:cantSplit/>
          <w:trHeight w:val="192"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24052546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7473BCA7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20F06F" w14:textId="44153805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10C9BDB9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3718E8A7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51A21A45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2D6AD78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345CC6" w:rsidRPr="00C2202D" w14:paraId="55736098" w14:textId="77777777" w:rsidTr="00E92265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26800F9E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9E3D6B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B14522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Mar>
              <w:top w:w="57" w:type="dxa"/>
              <w:bottom w:w="0" w:type="dxa"/>
            </w:tcMar>
          </w:tcPr>
          <w:p w14:paraId="2FB5FF98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43BC475F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741B46AD" w14:textId="5B436666" w:rsidR="00275134" w:rsidRPr="00C2202D" w:rsidRDefault="00275134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64D89E6" w14:textId="77777777" w:rsidR="00345CC6" w:rsidRPr="00C2202D" w:rsidRDefault="00345CC6" w:rsidP="00345CC6">
      <w:pPr>
        <w:jc w:val="both"/>
        <w:rPr>
          <w:rFonts w:cs="Arial"/>
        </w:rPr>
      </w:pPr>
    </w:p>
    <w:p w14:paraId="27B01EDD" w14:textId="44FC146F" w:rsidR="00345CC6" w:rsidRPr="00C2202D" w:rsidRDefault="00345CC6" w:rsidP="00F62A5A">
      <w:pPr>
        <w:pStyle w:val="Textedebase"/>
        <w:spacing w:after="120"/>
      </w:pPr>
      <w:r>
        <w:t>Responsável da acreditação</w:t>
      </w:r>
      <w:r w:rsidR="00F62A5A">
        <w:t xml:space="preserve"> </w:t>
      </w:r>
      <w:r w:rsidR="00F62A5A">
        <w:rPr>
          <w:rFonts w:asciiTheme="minorBidi" w:hAnsiTheme="minorBidi"/>
        </w:rPr>
        <w:t>do país</w:t>
      </w:r>
      <w:r>
        <w:t xml:space="preserve"> (ministério, regulador, operador designado, órgão responsável pelos observadores, etc.) encarregado de </w:t>
      </w:r>
      <w:r w:rsidR="00F62A5A">
        <w:t>validar a inscrição</w:t>
      </w:r>
      <w:r>
        <w:t xml:space="preserve"> dos delegados</w:t>
      </w:r>
      <w:r w:rsidR="00F62A5A">
        <w:t xml:space="preserve"> na plataforma EMP</w:t>
      </w:r>
      <w:r>
        <w:t xml:space="preserve"> antes de cada sessão do Congresso, do COP e do CA.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16"/>
        <w:gridCol w:w="1624"/>
      </w:tblGrid>
      <w:tr w:rsidR="00345CC6" w:rsidRPr="00C2202D" w14:paraId="3E9C64F0" w14:textId="77777777" w:rsidTr="00E92265">
        <w:trPr>
          <w:cantSplit/>
          <w:trHeight w:val="33"/>
        </w:trPr>
        <w:tc>
          <w:tcPr>
            <w:tcW w:w="8016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2A9CC3C0" w14:textId="77777777" w:rsidR="00345CC6" w:rsidRPr="00C2202D" w:rsidRDefault="00345CC6" w:rsidP="00EF3BA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cargo/título do funcionário</w:t>
            </w:r>
          </w:p>
          <w:p w14:paraId="5B0E70D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40AFA7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44384ADA" w14:textId="77777777" w:rsidR="00345CC6" w:rsidRPr="00C2202D" w:rsidRDefault="007E2ACA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2F817DB7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0D9199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 acreditadora</w:t>
            </w:r>
          </w:p>
          <w:p w14:paraId="73B6830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BCC811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6C29EC2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5C0A2F6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A3863C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597E4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4F06C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203FDEF5" w14:textId="77777777" w:rsidTr="00925671">
        <w:trPr>
          <w:cantSplit/>
          <w:trHeight w:val="192"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04E6D698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26C3266A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1825692" w14:textId="290AEC11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A94E86" w14:paraId="60EDEFDD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4D590E28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6C80F45D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A2B79D7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317EB6C" w14:textId="77777777" w:rsidR="00345CC6" w:rsidRPr="0065438D" w:rsidRDefault="00345CC6" w:rsidP="0065438D">
      <w:pPr>
        <w:pStyle w:val="Textedebase"/>
        <w:rPr>
          <w:lang w:val="fr-CH"/>
        </w:rPr>
      </w:pPr>
    </w:p>
    <w:sectPr w:rsidR="00345CC6" w:rsidRPr="0065438D" w:rsidSect="00A452CE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426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3C6A7" w14:textId="77777777" w:rsidR="00345CC6" w:rsidRDefault="00345CC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948A73E" w14:textId="77777777" w:rsidR="00345CC6" w:rsidRDefault="0034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8C6DF" w14:textId="77777777" w:rsidR="00345CC6" w:rsidRDefault="00345CC6" w:rsidP="009E7ADC">
      <w:pPr>
        <w:rPr>
          <w:sz w:val="18"/>
        </w:rPr>
      </w:pPr>
    </w:p>
  </w:footnote>
  <w:footnote w:type="continuationSeparator" w:id="0">
    <w:p w14:paraId="0B92011A" w14:textId="77777777" w:rsidR="00345CC6" w:rsidRDefault="00345CC6" w:rsidP="009E7ADC"/>
  </w:footnote>
  <w:footnote w:type="continuationNotice" w:id="1">
    <w:p w14:paraId="5EF29FA8" w14:textId="77777777" w:rsidR="00345CC6" w:rsidRDefault="00345CC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5EFE0" w14:textId="77777777" w:rsidR="00527FF5" w:rsidRDefault="00527FF5">
    <w:pPr>
      <w:jc w:val="center"/>
    </w:pPr>
    <w:r>
      <w:pgNum/>
    </w:r>
  </w:p>
  <w:p w14:paraId="15303A9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9264E" w14:textId="77777777" w:rsidR="00527FF5" w:rsidRDefault="00527FF5" w:rsidP="00F639BA">
    <w:pPr>
      <w:jc w:val="center"/>
    </w:pPr>
    <w:r>
      <w:pgNum/>
    </w:r>
  </w:p>
  <w:p w14:paraId="2DBF61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5848ABFA" w14:textId="77777777">
      <w:trPr>
        <w:trHeight w:val="1418"/>
      </w:trPr>
      <w:tc>
        <w:tcPr>
          <w:tcW w:w="3969" w:type="dxa"/>
        </w:tcPr>
        <w:p w14:paraId="0431D04F" w14:textId="77777777" w:rsidR="00F87364" w:rsidRDefault="00F8736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5670" w:type="dxa"/>
        </w:tcPr>
        <w:p w14:paraId="06111469" w14:textId="2911B16A" w:rsidR="00F87364" w:rsidRPr="001813EE" w:rsidRDefault="00345CC6" w:rsidP="007E2ACA">
          <w:pPr>
            <w:autoSpaceDE w:val="0"/>
            <w:autoSpaceDN w:val="0"/>
            <w:adjustRightInd w:val="0"/>
            <w:jc w:val="right"/>
          </w:pPr>
          <w:r>
            <w:t>Anexo 1.Peça 1</w:t>
          </w:r>
          <w:r w:rsidR="002E6A66">
            <w:t xml:space="preserve"> à carta </w:t>
          </w:r>
          <w:r w:rsidR="00F62A5A">
            <w:t>3100(DACAB)10</w:t>
          </w:r>
          <w:r w:rsidR="007E2ACA">
            <w:t>04</w:t>
          </w:r>
          <w:r w:rsidR="00C34128">
            <w:br/>
            <w:t>de</w:t>
          </w:r>
          <w:r w:rsidR="00C34128" w:rsidRPr="00BB4642">
            <w:t xml:space="preserve"> </w:t>
          </w:r>
          <w:r w:rsidR="007E2ACA">
            <w:t>22</w:t>
          </w:r>
          <w:r w:rsidR="00C34128" w:rsidRPr="00BB4642">
            <w:t xml:space="preserve"> </w:t>
          </w:r>
          <w:r w:rsidR="00C34128">
            <w:t xml:space="preserve">de </w:t>
          </w:r>
          <w:r w:rsidR="007E2ACA">
            <w:t>janeiro</w:t>
          </w:r>
          <w:r w:rsidR="00C34128" w:rsidRPr="00BB4642">
            <w:t xml:space="preserve"> </w:t>
          </w:r>
          <w:r w:rsidR="00CE4C53">
            <w:t>de</w:t>
          </w:r>
          <w:r w:rsidR="00CE4C53" w:rsidRPr="00B062BC">
            <w:t xml:space="preserve"> 202</w:t>
          </w:r>
          <w:r w:rsidR="007E2ACA">
            <w:t>4</w:t>
          </w:r>
        </w:p>
      </w:tc>
    </w:tr>
  </w:tbl>
  <w:p w14:paraId="76FA799F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C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34"/>
    <w:rsid w:val="00282124"/>
    <w:rsid w:val="0029168C"/>
    <w:rsid w:val="002A3142"/>
    <w:rsid w:val="002A663B"/>
    <w:rsid w:val="002B1B7A"/>
    <w:rsid w:val="002B2A67"/>
    <w:rsid w:val="002B66E8"/>
    <w:rsid w:val="002C3576"/>
    <w:rsid w:val="002E6A66"/>
    <w:rsid w:val="002F7773"/>
    <w:rsid w:val="003002DC"/>
    <w:rsid w:val="003104EA"/>
    <w:rsid w:val="003118BD"/>
    <w:rsid w:val="00325076"/>
    <w:rsid w:val="00325132"/>
    <w:rsid w:val="00327AF6"/>
    <w:rsid w:val="00331C6E"/>
    <w:rsid w:val="003405FB"/>
    <w:rsid w:val="003407BC"/>
    <w:rsid w:val="00342CD6"/>
    <w:rsid w:val="00343FF6"/>
    <w:rsid w:val="00345CC6"/>
    <w:rsid w:val="00355163"/>
    <w:rsid w:val="00361DE6"/>
    <w:rsid w:val="00372B67"/>
    <w:rsid w:val="0037420A"/>
    <w:rsid w:val="003750AE"/>
    <w:rsid w:val="00376861"/>
    <w:rsid w:val="003B1F46"/>
    <w:rsid w:val="00422F57"/>
    <w:rsid w:val="00442551"/>
    <w:rsid w:val="0046077D"/>
    <w:rsid w:val="004611D5"/>
    <w:rsid w:val="00471CE5"/>
    <w:rsid w:val="00486572"/>
    <w:rsid w:val="004A2281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41628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38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2ACA"/>
    <w:rsid w:val="007F6E68"/>
    <w:rsid w:val="00857B50"/>
    <w:rsid w:val="00872D73"/>
    <w:rsid w:val="00873165"/>
    <w:rsid w:val="0087570D"/>
    <w:rsid w:val="00894CD8"/>
    <w:rsid w:val="00897E26"/>
    <w:rsid w:val="008A32DA"/>
    <w:rsid w:val="008A5A68"/>
    <w:rsid w:val="008B7E25"/>
    <w:rsid w:val="008D3810"/>
    <w:rsid w:val="008D774B"/>
    <w:rsid w:val="008D7FC3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2CE"/>
    <w:rsid w:val="00A455D1"/>
    <w:rsid w:val="00A53E1E"/>
    <w:rsid w:val="00A5792F"/>
    <w:rsid w:val="00A639DD"/>
    <w:rsid w:val="00A6703E"/>
    <w:rsid w:val="00A73891"/>
    <w:rsid w:val="00A809D7"/>
    <w:rsid w:val="00A92377"/>
    <w:rsid w:val="00AA01D2"/>
    <w:rsid w:val="00AA61ED"/>
    <w:rsid w:val="00AB6561"/>
    <w:rsid w:val="00AB7653"/>
    <w:rsid w:val="00AC2359"/>
    <w:rsid w:val="00AE0D85"/>
    <w:rsid w:val="00AE2BF2"/>
    <w:rsid w:val="00B00E3F"/>
    <w:rsid w:val="00B010D9"/>
    <w:rsid w:val="00B07B70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344B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202D"/>
    <w:rsid w:val="00C2769E"/>
    <w:rsid w:val="00C34128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E4C53"/>
    <w:rsid w:val="00D067D4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674C9"/>
    <w:rsid w:val="00E72B05"/>
    <w:rsid w:val="00E76C5C"/>
    <w:rsid w:val="00E92265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2A5A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423CCBC"/>
  <w15:docId w15:val="{531A012F-961D-4244-B8EC-B09DC38F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32E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4" Type="http://schemas.openxmlformats.org/officeDocument/2006/relationships/header" Target="header1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1458A-266B-47A9-8284-D8BF766ED37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AC0EDD-FAEB-4CC2-BDD0-0767415F2B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C6A51-2EA2-4067-88C9-C87B20CC048D}"/>
</file>

<file path=customXml/itemProps4.xml><?xml version="1.0" encoding="utf-8"?>
<ds:datastoreItem xmlns:ds="http://schemas.openxmlformats.org/officeDocument/2006/customXml" ds:itemID="{4BCC53D0-C739-4B00-8566-1312AA358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2259B06-729F-4B24-87AE-B08E4D6E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16</TotalTime>
  <Pages>1</Pages>
  <Words>145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16</cp:revision>
  <cp:lastPrinted>2009-02-19T13:40:00Z</cp:lastPrinted>
  <dcterms:created xsi:type="dcterms:W3CDTF">2021-10-12T09:06:00Z</dcterms:created>
  <dcterms:modified xsi:type="dcterms:W3CDTF">2024-01-23T11:02:00Z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2f51dda8-7c6f-4723-a784-2d18dd71f9dc</vt:lpwstr>
  </property>
</Properties>
</file>